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C1" w:rsidRPr="00610AB4" w:rsidRDefault="00610AB4" w:rsidP="00610AB4">
      <w:pPr>
        <w:jc w:val="center"/>
        <w:rPr>
          <w:b/>
          <w:sz w:val="28"/>
        </w:rPr>
      </w:pPr>
      <w:r w:rsidRPr="00610AB4">
        <w:rPr>
          <w:b/>
          <w:sz w:val="28"/>
        </w:rPr>
        <w:t xml:space="preserve">Comparison of </w:t>
      </w:r>
      <w:r w:rsidR="00A4199B">
        <w:rPr>
          <w:b/>
          <w:sz w:val="28"/>
        </w:rPr>
        <w:t>temperature change rates</w:t>
      </w:r>
      <w:r w:rsidRPr="00610AB4">
        <w:rPr>
          <w:b/>
          <w:sz w:val="28"/>
        </w:rPr>
        <w:t xml:space="preserve"> between radiosonde launches at 6 hour intervals from 3 data sets</w:t>
      </w:r>
    </w:p>
    <w:p w:rsidR="00610AB4" w:rsidRDefault="00610AB4"/>
    <w:p w:rsidR="00610AB4" w:rsidRPr="000D0C48" w:rsidRDefault="00610AB4">
      <w:pPr>
        <w:rPr>
          <w:b/>
          <w:szCs w:val="24"/>
        </w:rPr>
      </w:pPr>
      <w:r w:rsidRPr="000D0C48">
        <w:rPr>
          <w:b/>
          <w:szCs w:val="24"/>
        </w:rPr>
        <w:t>Data sets: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Lindenberg 1999 to 2008</w:t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="00AC54BA" w:rsidRPr="000D0C48">
        <w:rPr>
          <w:szCs w:val="24"/>
        </w:rPr>
        <w:t>Visalia RS-90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Lindenberg 20</w:t>
      </w:r>
      <w:r w:rsidR="00795A11" w:rsidRPr="000D0C48">
        <w:rPr>
          <w:szCs w:val="24"/>
        </w:rPr>
        <w:t>09</w:t>
      </w:r>
      <w:r w:rsidRPr="000D0C48">
        <w:rPr>
          <w:szCs w:val="24"/>
        </w:rPr>
        <w:t xml:space="preserve"> to 2012 </w:t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</w:r>
      <w:r w:rsidRPr="000D0C48">
        <w:rPr>
          <w:szCs w:val="24"/>
        </w:rPr>
        <w:tab/>
        <w:t>Visalia RS-92</w:t>
      </w:r>
    </w:p>
    <w:p w:rsidR="00610AB4" w:rsidRPr="000D0C48" w:rsidRDefault="00610AB4">
      <w:pPr>
        <w:rPr>
          <w:szCs w:val="24"/>
        </w:rPr>
      </w:pPr>
    </w:p>
    <w:p w:rsidR="00610AB4" w:rsidRPr="000D0C48" w:rsidRDefault="00610AB4">
      <w:pPr>
        <w:rPr>
          <w:szCs w:val="24"/>
        </w:rPr>
      </w:pPr>
      <w:r w:rsidRPr="000D0C48">
        <w:rPr>
          <w:szCs w:val="24"/>
        </w:rPr>
        <w:t>Southern Great Plains Central Facility 2006 – 2012</w:t>
      </w:r>
      <w:r w:rsidRPr="000D0C48">
        <w:rPr>
          <w:szCs w:val="24"/>
        </w:rPr>
        <w:tab/>
      </w:r>
      <w:r w:rsidRPr="000D0C48">
        <w:rPr>
          <w:szCs w:val="24"/>
        </w:rPr>
        <w:tab/>
        <w:t>Visalia RS-92</w:t>
      </w:r>
    </w:p>
    <w:p w:rsidR="00610AB4" w:rsidRPr="000D0C48" w:rsidRDefault="00610AB4">
      <w:pPr>
        <w:rPr>
          <w:szCs w:val="24"/>
        </w:rPr>
      </w:pPr>
    </w:p>
    <w:p w:rsidR="00C10D27" w:rsidRPr="000D0C48" w:rsidRDefault="00C10D27">
      <w:pPr>
        <w:rPr>
          <w:szCs w:val="24"/>
        </w:rPr>
      </w:pPr>
    </w:p>
    <w:p w:rsidR="009215A4" w:rsidRPr="000D0C48" w:rsidRDefault="009215A4">
      <w:pPr>
        <w:rPr>
          <w:szCs w:val="24"/>
        </w:rPr>
      </w:pPr>
      <w:r w:rsidRPr="000D0C48">
        <w:rPr>
          <w:szCs w:val="24"/>
        </w:rPr>
        <w:t xml:space="preserve">All times </w:t>
      </w:r>
      <w:proofErr w:type="gramStart"/>
      <w:r w:rsidRPr="000D0C48">
        <w:rPr>
          <w:szCs w:val="24"/>
        </w:rPr>
        <w:t>are</w:t>
      </w:r>
      <w:proofErr w:type="gramEnd"/>
      <w:r w:rsidRPr="000D0C48">
        <w:rPr>
          <w:szCs w:val="24"/>
        </w:rPr>
        <w:t xml:space="preserve"> local time.</w:t>
      </w:r>
    </w:p>
    <w:p w:rsidR="00C10D27" w:rsidRPr="000D0C48" w:rsidRDefault="00C10D27">
      <w:pPr>
        <w:rPr>
          <w:szCs w:val="24"/>
        </w:rPr>
      </w:pPr>
    </w:p>
    <w:p w:rsidR="00C10D27" w:rsidRPr="000D0C48" w:rsidRDefault="00C10D27">
      <w:pPr>
        <w:rPr>
          <w:szCs w:val="24"/>
        </w:rPr>
      </w:pPr>
      <w:r w:rsidRPr="000D0C48">
        <w:rPr>
          <w:szCs w:val="24"/>
        </w:rPr>
        <w:t>The error bars represent the standard error of the mean.</w:t>
      </w:r>
    </w:p>
    <w:p w:rsidR="000D0C48" w:rsidRDefault="000D0C48">
      <w:pPr>
        <w:rPr>
          <w:szCs w:val="24"/>
        </w:rPr>
      </w:pPr>
    </w:p>
    <w:p w:rsidR="002803DF" w:rsidRDefault="002803DF">
      <w:pPr>
        <w:rPr>
          <w:szCs w:val="24"/>
        </w:rPr>
      </w:pPr>
      <w:r w:rsidRPr="002803DF">
        <w:rPr>
          <w:szCs w:val="24"/>
        </w:rPr>
        <w:t>The number of launches per data point</w:t>
      </w:r>
      <w:r>
        <w:rPr>
          <w:szCs w:val="24"/>
        </w:rPr>
        <w:t>:</w:t>
      </w:r>
    </w:p>
    <w:p w:rsidR="002803DF" w:rsidRDefault="002803DF">
      <w:pPr>
        <w:rPr>
          <w:szCs w:val="24"/>
        </w:rPr>
      </w:pPr>
    </w:p>
    <w:p w:rsidR="002803DF" w:rsidRDefault="002803DF">
      <w:pPr>
        <w:rPr>
          <w:szCs w:val="24"/>
        </w:rPr>
      </w:pPr>
      <w:r w:rsidRPr="002803DF">
        <w:rPr>
          <w:szCs w:val="24"/>
        </w:rPr>
        <w:t>Lindenberg 1999</w:t>
      </w:r>
      <w:r w:rsidR="00BA4DF9">
        <w:rPr>
          <w:szCs w:val="24"/>
        </w:rPr>
        <w:t xml:space="preserve"> to </w:t>
      </w:r>
      <w:r w:rsidRPr="002803DF">
        <w:rPr>
          <w:szCs w:val="24"/>
        </w:rPr>
        <w:t xml:space="preserve">2008 </w:t>
      </w:r>
      <w:r>
        <w:rPr>
          <w:szCs w:val="24"/>
        </w:rPr>
        <w:tab/>
      </w:r>
      <w:r w:rsidRPr="002803DF">
        <w:rPr>
          <w:szCs w:val="24"/>
        </w:rPr>
        <w:t>889</w:t>
      </w:r>
    </w:p>
    <w:p w:rsidR="002803DF" w:rsidRDefault="002803DF">
      <w:pPr>
        <w:rPr>
          <w:szCs w:val="24"/>
        </w:rPr>
      </w:pPr>
      <w:r w:rsidRPr="002803DF">
        <w:rPr>
          <w:szCs w:val="24"/>
        </w:rPr>
        <w:t>Lindenberg 2009</w:t>
      </w:r>
      <w:r w:rsidR="00BA4DF9">
        <w:rPr>
          <w:szCs w:val="24"/>
        </w:rPr>
        <w:t xml:space="preserve"> to</w:t>
      </w:r>
      <w:r w:rsidRPr="002803DF">
        <w:rPr>
          <w:szCs w:val="24"/>
        </w:rPr>
        <w:t xml:space="preserve">2012 </w:t>
      </w:r>
      <w:r>
        <w:rPr>
          <w:szCs w:val="24"/>
        </w:rPr>
        <w:tab/>
      </w:r>
      <w:r w:rsidRPr="002803DF">
        <w:rPr>
          <w:szCs w:val="24"/>
        </w:rPr>
        <w:t>227</w:t>
      </w:r>
    </w:p>
    <w:p w:rsidR="002803DF" w:rsidRDefault="002803DF">
      <w:pPr>
        <w:rPr>
          <w:szCs w:val="24"/>
        </w:rPr>
      </w:pPr>
      <w:r w:rsidRPr="002803DF">
        <w:rPr>
          <w:szCs w:val="24"/>
        </w:rPr>
        <w:t xml:space="preserve">Southern Great Plains </w:t>
      </w:r>
      <w:r>
        <w:rPr>
          <w:szCs w:val="24"/>
        </w:rPr>
        <w:tab/>
        <w:t>572</w:t>
      </w:r>
      <w:bookmarkStart w:id="0" w:name="_GoBack"/>
      <w:bookmarkEnd w:id="0"/>
    </w:p>
    <w:p w:rsidR="002803DF" w:rsidRDefault="002803DF">
      <w:pPr>
        <w:rPr>
          <w:szCs w:val="24"/>
        </w:rPr>
      </w:pPr>
    </w:p>
    <w:p w:rsidR="000D0C48" w:rsidRDefault="000D0C48">
      <w:pPr>
        <w:rPr>
          <w:szCs w:val="24"/>
        </w:rPr>
      </w:pPr>
      <w:r>
        <w:rPr>
          <w:szCs w:val="24"/>
        </w:rPr>
        <w:t>Key:</w:t>
      </w:r>
    </w:p>
    <w:p w:rsidR="000D0C48" w:rsidRPr="000D0C48" w:rsidRDefault="000D0C48">
      <w:pPr>
        <w:rPr>
          <w:szCs w:val="24"/>
        </w:rPr>
      </w:pPr>
    </w:p>
    <w:p w:rsidR="000D0C48" w:rsidRPr="000D0C48" w:rsidRDefault="000D0C48">
      <w:pPr>
        <w:rPr>
          <w:szCs w:val="24"/>
        </w:rPr>
      </w:pPr>
      <w:r w:rsidRPr="000D0C48">
        <w:rPr>
          <w:noProof/>
          <w:szCs w:val="24"/>
        </w:rPr>
        <w:t>Blue line : Lindenberg 1999-2008; Red line : Lindenberg 2009-2012; Green line : Southern Great Plains.</w:t>
      </w:r>
    </w:p>
    <w:p w:rsidR="00867874" w:rsidRDefault="00867874">
      <w:r>
        <w:br w:type="page"/>
      </w:r>
    </w:p>
    <w:p w:rsidR="00610AB4" w:rsidRDefault="00795A11">
      <w:r>
        <w:rPr>
          <w:noProof/>
        </w:rPr>
        <w:lastRenderedPageBreak/>
        <w:drawing>
          <wp:inline distT="0" distB="0" distL="0" distR="0" wp14:anchorId="007AADD3" wp14:editId="12BF8326">
            <wp:extent cx="3184071" cy="4425043"/>
            <wp:effectExtent l="0" t="0" r="16510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E3AE342" wp14:editId="41DE9DA4">
            <wp:extent cx="3314700" cy="4425043"/>
            <wp:effectExtent l="0" t="0" r="19050" b="1397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C445E" w:rsidRDefault="00795A11">
      <w:pPr>
        <w:rPr>
          <w:noProof/>
        </w:rPr>
      </w:pPr>
      <w:r>
        <w:rPr>
          <w:noProof/>
        </w:rPr>
        <w:drawing>
          <wp:inline distT="0" distB="0" distL="0" distR="0" wp14:anchorId="40709F83" wp14:editId="1FFFE0D6">
            <wp:extent cx="3184071" cy="4612822"/>
            <wp:effectExtent l="0" t="0" r="16510" b="1651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04C309" wp14:editId="76D27B70">
            <wp:extent cx="3314700" cy="4604657"/>
            <wp:effectExtent l="0" t="0" r="19050" b="2476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C445E" w:rsidRDefault="00E738B0">
      <w:r>
        <w:rPr>
          <w:noProof/>
        </w:rPr>
        <w:lastRenderedPageBreak/>
        <w:drawing>
          <wp:inline distT="0" distB="0" distL="0" distR="0" wp14:anchorId="6ED6D52D" wp14:editId="25CA6A69">
            <wp:extent cx="3233057" cy="4588329"/>
            <wp:effectExtent l="0" t="0" r="24765" b="2222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5B919A" wp14:editId="4090A5F7">
            <wp:extent cx="3273879" cy="4596493"/>
            <wp:effectExtent l="0" t="0" r="22225" b="1397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A4AB0" w:rsidRDefault="00E738B0">
      <w:r>
        <w:rPr>
          <w:noProof/>
        </w:rPr>
        <w:drawing>
          <wp:inline distT="0" distB="0" distL="0" distR="0" wp14:anchorId="471FB3AB" wp14:editId="06036884">
            <wp:extent cx="3233057" cy="4702629"/>
            <wp:effectExtent l="0" t="0" r="24765" b="222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0DFA56" wp14:editId="12414997">
            <wp:extent cx="3273879" cy="4710792"/>
            <wp:effectExtent l="0" t="0" r="22225" b="139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A4AB0" w:rsidRDefault="00DB321F">
      <w:r>
        <w:rPr>
          <w:noProof/>
        </w:rPr>
        <w:lastRenderedPageBreak/>
        <w:drawing>
          <wp:inline distT="0" distB="0" distL="0" distR="0" wp14:anchorId="299D4685" wp14:editId="4BEB9A63">
            <wp:extent cx="3216729" cy="4572000"/>
            <wp:effectExtent l="0" t="0" r="22225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A9DE08" wp14:editId="01B788C3">
            <wp:extent cx="3298372" cy="4563836"/>
            <wp:effectExtent l="0" t="0" r="16510" b="27305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A4AB0" w:rsidRDefault="00DB321F">
      <w:r>
        <w:rPr>
          <w:noProof/>
        </w:rPr>
        <w:drawing>
          <wp:inline distT="0" distB="0" distL="0" distR="0" wp14:anchorId="3C0ECCED" wp14:editId="50C8D2BF">
            <wp:extent cx="3216729" cy="4661807"/>
            <wp:effectExtent l="0" t="0" r="22225" b="2476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C6DA72B" wp14:editId="26A652B8">
            <wp:extent cx="3298372" cy="4661807"/>
            <wp:effectExtent l="0" t="0" r="16510" b="2476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B321F" w:rsidRDefault="00DB321F">
      <w:r>
        <w:rPr>
          <w:noProof/>
        </w:rPr>
        <w:lastRenderedPageBreak/>
        <w:drawing>
          <wp:inline distT="0" distB="0" distL="0" distR="0" wp14:anchorId="5B8145A9" wp14:editId="509A1C5C">
            <wp:extent cx="3249386" cy="4637314"/>
            <wp:effectExtent l="0" t="0" r="27305" b="1143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F94417" wp14:editId="388C24FD">
            <wp:extent cx="2979964" cy="4620986"/>
            <wp:effectExtent l="0" t="0" r="11430" b="2730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DB321F" w:rsidRDefault="00DB321F">
      <w:r>
        <w:rPr>
          <w:noProof/>
        </w:rPr>
        <w:drawing>
          <wp:inline distT="0" distB="0" distL="0" distR="0" wp14:anchorId="4C91A279" wp14:editId="4A87A1E6">
            <wp:extent cx="3249386" cy="4727121"/>
            <wp:effectExtent l="0" t="0" r="27305" b="1651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EF46235" wp14:editId="3DCA5C90">
            <wp:extent cx="2979964" cy="4718957"/>
            <wp:effectExtent l="0" t="0" r="11430" b="24765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sectPr w:rsidR="00DB321F" w:rsidSect="007518C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20" w:right="849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AB4" w:rsidRDefault="00610AB4" w:rsidP="00610AB4">
      <w:r>
        <w:separator/>
      </w:r>
    </w:p>
  </w:endnote>
  <w:endnote w:type="continuationSeparator" w:id="0">
    <w:p w:rsidR="00610AB4" w:rsidRDefault="00610AB4" w:rsidP="0061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="000D6ABC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="000D6ABC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 w:rsidP="00610AB4">
    <w:pPr>
      <w:pStyle w:val="Footer"/>
      <w:jc w:val="center"/>
    </w:pPr>
    <w:r>
      <w:fldChar w:fldCharType="begin"/>
    </w:r>
    <w:r w:rsidRPr="00610AB4">
      <w:rPr>
        <w:rFonts w:ascii="Arial" w:hAnsi="Arial" w:cs="Arial"/>
        <w:color w:val="7F7F7F"/>
        <w:sz w:val="20"/>
      </w:rPr>
      <w:instrText xml:space="preserve"> DOCPROPERTY "aliashDocumentMarking" \* MERGEFORMAT </w:instrText>
    </w:r>
    <w:r>
      <w:fldChar w:fldCharType="separate"/>
    </w:r>
    <w:r w:rsidR="000D6ABC">
      <w:rPr>
        <w:rFonts w:ascii="Arial" w:hAnsi="Arial" w:cs="Arial"/>
        <w:color w:val="7F7F7F"/>
        <w:sz w:val="20"/>
      </w:rPr>
      <w:t>NPL Management Ltd - Internal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AB4" w:rsidRDefault="00610AB4" w:rsidP="00610AB4">
      <w:r>
        <w:separator/>
      </w:r>
    </w:p>
  </w:footnote>
  <w:footnote w:type="continuationSeparator" w:id="0">
    <w:p w:rsidR="00610AB4" w:rsidRDefault="00610AB4" w:rsidP="0061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AB4" w:rsidRDefault="00610A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C0C99"/>
    <w:multiLevelType w:val="hybridMultilevel"/>
    <w:tmpl w:val="0D26CB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B4"/>
    <w:rsid w:val="00036877"/>
    <w:rsid w:val="000703E5"/>
    <w:rsid w:val="000D0C48"/>
    <w:rsid w:val="000D4F82"/>
    <w:rsid w:val="000D6ABC"/>
    <w:rsid w:val="0015214F"/>
    <w:rsid w:val="00165B73"/>
    <w:rsid w:val="001A243D"/>
    <w:rsid w:val="001B2BE6"/>
    <w:rsid w:val="002803DF"/>
    <w:rsid w:val="002C445E"/>
    <w:rsid w:val="00304CF0"/>
    <w:rsid w:val="00337401"/>
    <w:rsid w:val="003E797F"/>
    <w:rsid w:val="00407813"/>
    <w:rsid w:val="004607E8"/>
    <w:rsid w:val="004C74C1"/>
    <w:rsid w:val="005043B8"/>
    <w:rsid w:val="00540DAB"/>
    <w:rsid w:val="005441B6"/>
    <w:rsid w:val="00586B3E"/>
    <w:rsid w:val="005C5194"/>
    <w:rsid w:val="00610AB4"/>
    <w:rsid w:val="00655F76"/>
    <w:rsid w:val="006F0319"/>
    <w:rsid w:val="00722865"/>
    <w:rsid w:val="00732DAC"/>
    <w:rsid w:val="007369DA"/>
    <w:rsid w:val="00741A3F"/>
    <w:rsid w:val="007518C5"/>
    <w:rsid w:val="00795A11"/>
    <w:rsid w:val="00804D92"/>
    <w:rsid w:val="00867874"/>
    <w:rsid w:val="008C056B"/>
    <w:rsid w:val="009215A4"/>
    <w:rsid w:val="00A4199B"/>
    <w:rsid w:val="00AC54BA"/>
    <w:rsid w:val="00B30A9C"/>
    <w:rsid w:val="00B65291"/>
    <w:rsid w:val="00BA4AB0"/>
    <w:rsid w:val="00BA4DF9"/>
    <w:rsid w:val="00BE138D"/>
    <w:rsid w:val="00C10D27"/>
    <w:rsid w:val="00C6273D"/>
    <w:rsid w:val="00CB7565"/>
    <w:rsid w:val="00CD1739"/>
    <w:rsid w:val="00CF648C"/>
    <w:rsid w:val="00D27FEF"/>
    <w:rsid w:val="00D43E07"/>
    <w:rsid w:val="00DA6255"/>
    <w:rsid w:val="00DB321F"/>
    <w:rsid w:val="00E6438B"/>
    <w:rsid w:val="00E738B0"/>
    <w:rsid w:val="00E9502A"/>
    <w:rsid w:val="00E96978"/>
    <w:rsid w:val="00EA6354"/>
    <w:rsid w:val="00F463E1"/>
    <w:rsid w:val="00F9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A9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A9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D27FEF"/>
    <w:pPr>
      <w:tabs>
        <w:tab w:val="right" w:leader="dot" w:pos="9016"/>
      </w:tabs>
      <w:spacing w:after="100"/>
    </w:pPr>
    <w:rPr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30A9C"/>
    <w:rPr>
      <w:rFonts w:ascii="Arial" w:eastAsiaTheme="majorEastAsia" w:hAnsi="Arial" w:cstheme="majorBidi"/>
      <w:b/>
      <w:bCs/>
      <w:color w:val="000000" w:themeColor="text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A9C"/>
    <w:rPr>
      <w:rFonts w:ascii="Arial" w:eastAsiaTheme="majorEastAsia" w:hAnsi="Arial" w:cstheme="majorBidi"/>
      <w:b/>
      <w:bCs/>
      <w:color w:val="000000" w:themeColor="text1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610A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AB4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AB4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74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6438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954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4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4C6"/>
    <w:rPr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4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4C6"/>
    <w:rPr>
      <w:b/>
      <w:bCs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0A9C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A9C"/>
    <w:pPr>
      <w:keepNext/>
      <w:keepLines/>
      <w:spacing w:before="200"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D27FEF"/>
    <w:pPr>
      <w:tabs>
        <w:tab w:val="right" w:leader="dot" w:pos="9016"/>
      </w:tabs>
      <w:spacing w:after="100"/>
    </w:pPr>
    <w:rPr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30A9C"/>
    <w:rPr>
      <w:rFonts w:ascii="Arial" w:eastAsiaTheme="majorEastAsia" w:hAnsi="Arial" w:cstheme="majorBidi"/>
      <w:b/>
      <w:bCs/>
      <w:color w:val="000000" w:themeColor="text1"/>
      <w:sz w:val="28"/>
      <w:szCs w:val="2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A9C"/>
    <w:rPr>
      <w:rFonts w:ascii="Arial" w:eastAsiaTheme="majorEastAsia" w:hAnsi="Arial" w:cstheme="majorBidi"/>
      <w:b/>
      <w:bCs/>
      <w:color w:val="000000" w:themeColor="text1"/>
      <w:szCs w:val="26"/>
      <w:lang w:eastAsia="en-GB"/>
    </w:rPr>
  </w:style>
  <w:style w:type="paragraph" w:styleId="ListParagraph">
    <w:name w:val="List Paragraph"/>
    <w:basedOn w:val="Normal"/>
    <w:uiPriority w:val="34"/>
    <w:qFormat/>
    <w:rsid w:val="00610A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0AB4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10A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0AB4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8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874"/>
    <w:rPr>
      <w:rFonts w:ascii="Tahoma" w:hAnsi="Tahoma" w:cs="Tahoma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6438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954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4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4C6"/>
    <w:rPr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4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4C6"/>
    <w:rPr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header" Target="header3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psvr1-vs4\teams$\AS\Contracts\ET1_3%20Climate%20Change%20Uncertanties\Data%20processing\Multi%20site%20by%20season%20ver%20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00:00 to 06:00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Winter!$C$8:$AZ$8</c:f>
                <c:numCache>
                  <c:formatCode>General</c:formatCode>
                  <c:ptCount val="50"/>
                  <c:pt idx="0">
                    <c:v>7.5437506843886466E-3</c:v>
                  </c:pt>
                  <c:pt idx="1">
                    <c:v>9.4432900789816806E-3</c:v>
                  </c:pt>
                  <c:pt idx="2">
                    <c:v>1.0225765332492609E-2</c:v>
                  </c:pt>
                  <c:pt idx="3">
                    <c:v>1.0717901699160122E-2</c:v>
                  </c:pt>
                  <c:pt idx="4">
                    <c:v>1.0955611493443592E-2</c:v>
                  </c:pt>
                  <c:pt idx="5">
                    <c:v>1.1163304351266992E-2</c:v>
                  </c:pt>
                  <c:pt idx="6">
                    <c:v>1.1571499842942963E-2</c:v>
                  </c:pt>
                  <c:pt idx="7">
                    <c:v>1.1894292212619154E-2</c:v>
                  </c:pt>
                  <c:pt idx="8">
                    <c:v>1.1833490931569272E-2</c:v>
                  </c:pt>
                  <c:pt idx="9">
                    <c:v>1.216522337619933E-2</c:v>
                  </c:pt>
                  <c:pt idx="10">
                    <c:v>1.1969498656698451E-2</c:v>
                  </c:pt>
                  <c:pt idx="11">
                    <c:v>1.2236089979056444E-2</c:v>
                  </c:pt>
                  <c:pt idx="12">
                    <c:v>1.2218494098015892E-2</c:v>
                  </c:pt>
                  <c:pt idx="13">
                    <c:v>1.1752318409658817E-2</c:v>
                  </c:pt>
                  <c:pt idx="14">
                    <c:v>1.1121917366360605E-2</c:v>
                  </c:pt>
                  <c:pt idx="15">
                    <c:v>1.0788709098431397E-2</c:v>
                  </c:pt>
                  <c:pt idx="16">
                    <c:v>1.0335434556450515E-2</c:v>
                  </c:pt>
                  <c:pt idx="17">
                    <c:v>1.0041029251877432E-2</c:v>
                  </c:pt>
                  <c:pt idx="18">
                    <c:v>1.0216362474328678E-2</c:v>
                  </c:pt>
                  <c:pt idx="19">
                    <c:v>1.1262828374205952E-2</c:v>
                  </c:pt>
                  <c:pt idx="20">
                    <c:v>1.2518967227554021E-2</c:v>
                  </c:pt>
                  <c:pt idx="21">
                    <c:v>1.33979348796771E-2</c:v>
                  </c:pt>
                  <c:pt idx="22">
                    <c:v>1.3273556259597282E-2</c:v>
                  </c:pt>
                  <c:pt idx="23">
                    <c:v>1.3472972775520758E-2</c:v>
                  </c:pt>
                  <c:pt idx="24">
                    <c:v>1.2518420246528992E-2</c:v>
                  </c:pt>
                  <c:pt idx="25">
                    <c:v>1.138855696601712E-2</c:v>
                  </c:pt>
                  <c:pt idx="26">
                    <c:v>1.0299722138663326E-2</c:v>
                  </c:pt>
                  <c:pt idx="27">
                    <c:v>9.468701446999038E-3</c:v>
                  </c:pt>
                  <c:pt idx="28">
                    <c:v>9.0592632220833792E-3</c:v>
                  </c:pt>
                  <c:pt idx="29">
                    <c:v>8.510141534151798E-3</c:v>
                  </c:pt>
                  <c:pt idx="30">
                    <c:v>8.1281478539945717E-3</c:v>
                  </c:pt>
                  <c:pt idx="31">
                    <c:v>8.147665298626712E-3</c:v>
                  </c:pt>
                  <c:pt idx="32">
                    <c:v>8.183621026306185E-3</c:v>
                  </c:pt>
                  <c:pt idx="33">
                    <c:v>8.3565960014796228E-3</c:v>
                  </c:pt>
                  <c:pt idx="34">
                    <c:v>8.478048619447693E-3</c:v>
                  </c:pt>
                  <c:pt idx="35">
                    <c:v>8.9979782566346825E-3</c:v>
                  </c:pt>
                  <c:pt idx="36">
                    <c:v>8.8464589104092616E-3</c:v>
                  </c:pt>
                  <c:pt idx="37">
                    <c:v>8.5527296220143639E-3</c:v>
                  </c:pt>
                  <c:pt idx="38">
                    <c:v>8.6752582626292447E-3</c:v>
                  </c:pt>
                  <c:pt idx="39">
                    <c:v>9.2556622395782336E-3</c:v>
                  </c:pt>
                  <c:pt idx="40">
                    <c:v>8.8733446599293629E-3</c:v>
                  </c:pt>
                  <c:pt idx="41">
                    <c:v>9.2922559984312762E-3</c:v>
                  </c:pt>
                  <c:pt idx="42">
                    <c:v>9.9551409376568301E-3</c:v>
                  </c:pt>
                  <c:pt idx="43">
                    <c:v>1.0497887425861895E-2</c:v>
                  </c:pt>
                  <c:pt idx="44">
                    <c:v>1.1074172649520569E-2</c:v>
                  </c:pt>
                  <c:pt idx="45">
                    <c:v>1.1330634248208382E-2</c:v>
                  </c:pt>
                  <c:pt idx="46">
                    <c:v>1.1388473638291525E-2</c:v>
                  </c:pt>
                  <c:pt idx="47">
                    <c:v>1.1916825230051336E-2</c:v>
                  </c:pt>
                  <c:pt idx="48">
                    <c:v>1.2632240923832834E-2</c:v>
                  </c:pt>
                  <c:pt idx="49">
                    <c:v>1.3837810287483437E-2</c:v>
                  </c:pt>
                </c:numCache>
              </c:numRef>
            </c:plus>
            <c:minus>
              <c:numRef>
                <c:f>Winter!$C$8:$AZ$8</c:f>
                <c:numCache>
                  <c:formatCode>General</c:formatCode>
                  <c:ptCount val="50"/>
                  <c:pt idx="0">
                    <c:v>7.5437506843886466E-3</c:v>
                  </c:pt>
                  <c:pt idx="1">
                    <c:v>9.4432900789816806E-3</c:v>
                  </c:pt>
                  <c:pt idx="2">
                    <c:v>1.0225765332492609E-2</c:v>
                  </c:pt>
                  <c:pt idx="3">
                    <c:v>1.0717901699160122E-2</c:v>
                  </c:pt>
                  <c:pt idx="4">
                    <c:v>1.0955611493443592E-2</c:v>
                  </c:pt>
                  <c:pt idx="5">
                    <c:v>1.1163304351266992E-2</c:v>
                  </c:pt>
                  <c:pt idx="6">
                    <c:v>1.1571499842942963E-2</c:v>
                  </c:pt>
                  <c:pt idx="7">
                    <c:v>1.1894292212619154E-2</c:v>
                  </c:pt>
                  <c:pt idx="8">
                    <c:v>1.1833490931569272E-2</c:v>
                  </c:pt>
                  <c:pt idx="9">
                    <c:v>1.216522337619933E-2</c:v>
                  </c:pt>
                  <c:pt idx="10">
                    <c:v>1.1969498656698451E-2</c:v>
                  </c:pt>
                  <c:pt idx="11">
                    <c:v>1.2236089979056444E-2</c:v>
                  </c:pt>
                  <c:pt idx="12">
                    <c:v>1.2218494098015892E-2</c:v>
                  </c:pt>
                  <c:pt idx="13">
                    <c:v>1.1752318409658817E-2</c:v>
                  </c:pt>
                  <c:pt idx="14">
                    <c:v>1.1121917366360605E-2</c:v>
                  </c:pt>
                  <c:pt idx="15">
                    <c:v>1.0788709098431397E-2</c:v>
                  </c:pt>
                  <c:pt idx="16">
                    <c:v>1.0335434556450515E-2</c:v>
                  </c:pt>
                  <c:pt idx="17">
                    <c:v>1.0041029251877432E-2</c:v>
                  </c:pt>
                  <c:pt idx="18">
                    <c:v>1.0216362474328678E-2</c:v>
                  </c:pt>
                  <c:pt idx="19">
                    <c:v>1.1262828374205952E-2</c:v>
                  </c:pt>
                  <c:pt idx="20">
                    <c:v>1.2518967227554021E-2</c:v>
                  </c:pt>
                  <c:pt idx="21">
                    <c:v>1.33979348796771E-2</c:v>
                  </c:pt>
                  <c:pt idx="22">
                    <c:v>1.3273556259597282E-2</c:v>
                  </c:pt>
                  <c:pt idx="23">
                    <c:v>1.3472972775520758E-2</c:v>
                  </c:pt>
                  <c:pt idx="24">
                    <c:v>1.2518420246528992E-2</c:v>
                  </c:pt>
                  <c:pt idx="25">
                    <c:v>1.138855696601712E-2</c:v>
                  </c:pt>
                  <c:pt idx="26">
                    <c:v>1.0299722138663326E-2</c:v>
                  </c:pt>
                  <c:pt idx="27">
                    <c:v>9.468701446999038E-3</c:v>
                  </c:pt>
                  <c:pt idx="28">
                    <c:v>9.0592632220833792E-3</c:v>
                  </c:pt>
                  <c:pt idx="29">
                    <c:v>8.510141534151798E-3</c:v>
                  </c:pt>
                  <c:pt idx="30">
                    <c:v>8.1281478539945717E-3</c:v>
                  </c:pt>
                  <c:pt idx="31">
                    <c:v>8.147665298626712E-3</c:v>
                  </c:pt>
                  <c:pt idx="32">
                    <c:v>8.183621026306185E-3</c:v>
                  </c:pt>
                  <c:pt idx="33">
                    <c:v>8.3565960014796228E-3</c:v>
                  </c:pt>
                  <c:pt idx="34">
                    <c:v>8.478048619447693E-3</c:v>
                  </c:pt>
                  <c:pt idx="35">
                    <c:v>8.9979782566346825E-3</c:v>
                  </c:pt>
                  <c:pt idx="36">
                    <c:v>8.8464589104092616E-3</c:v>
                  </c:pt>
                  <c:pt idx="37">
                    <c:v>8.5527296220143639E-3</c:v>
                  </c:pt>
                  <c:pt idx="38">
                    <c:v>8.6752582626292447E-3</c:v>
                  </c:pt>
                  <c:pt idx="39">
                    <c:v>9.2556622395782336E-3</c:v>
                  </c:pt>
                  <c:pt idx="40">
                    <c:v>8.8733446599293629E-3</c:v>
                  </c:pt>
                  <c:pt idx="41">
                    <c:v>9.2922559984312762E-3</c:v>
                  </c:pt>
                  <c:pt idx="42">
                    <c:v>9.9551409376568301E-3</c:v>
                  </c:pt>
                  <c:pt idx="43">
                    <c:v>1.0497887425861895E-2</c:v>
                  </c:pt>
                  <c:pt idx="44">
                    <c:v>1.1074172649520569E-2</c:v>
                  </c:pt>
                  <c:pt idx="45">
                    <c:v>1.1330634248208382E-2</c:v>
                  </c:pt>
                  <c:pt idx="46">
                    <c:v>1.1388473638291525E-2</c:v>
                  </c:pt>
                  <c:pt idx="47">
                    <c:v>1.1916825230051336E-2</c:v>
                  </c:pt>
                  <c:pt idx="48">
                    <c:v>1.2632240923832834E-2</c:v>
                  </c:pt>
                  <c:pt idx="49">
                    <c:v>1.3837810287483437E-2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Winter!$C$7:$BM$7</c:f>
              <c:numCache>
                <c:formatCode>General</c:formatCode>
                <c:ptCount val="63"/>
                <c:pt idx="0">
                  <c:v>-6.500457110609488E-2</c:v>
                </c:pt>
                <c:pt idx="1">
                  <c:v>-2.7180926636568872E-2</c:v>
                </c:pt>
                <c:pt idx="2">
                  <c:v>-1.2078030474040604E-2</c:v>
                </c:pt>
                <c:pt idx="3">
                  <c:v>5.3448081264110662E-5</c:v>
                </c:pt>
                <c:pt idx="4">
                  <c:v>-2.9523137697517023E-3</c:v>
                </c:pt>
                <c:pt idx="5">
                  <c:v>-7.8113807373965428E-3</c:v>
                </c:pt>
                <c:pt idx="6">
                  <c:v>-2.0540199398043704E-2</c:v>
                </c:pt>
                <c:pt idx="7">
                  <c:v>-3.0056433408577807E-2</c:v>
                </c:pt>
                <c:pt idx="8">
                  <c:v>-3.0938675696011986E-2</c:v>
                </c:pt>
                <c:pt idx="9">
                  <c:v>-2.5024454477050408E-2</c:v>
                </c:pt>
                <c:pt idx="10">
                  <c:v>-2.9138449962377723E-2</c:v>
                </c:pt>
                <c:pt idx="11">
                  <c:v>-2.9157261098570357E-2</c:v>
                </c:pt>
                <c:pt idx="12">
                  <c:v>-2.8950338600451448E-2</c:v>
                </c:pt>
                <c:pt idx="13">
                  <c:v>-3.0963130173062417E-2</c:v>
                </c:pt>
                <c:pt idx="14">
                  <c:v>-3.8926553672316344E-2</c:v>
                </c:pt>
                <c:pt idx="15">
                  <c:v>-3.4274952919020663E-2</c:v>
                </c:pt>
                <c:pt idx="16">
                  <c:v>-3.250470809792845E-2</c:v>
                </c:pt>
                <c:pt idx="17">
                  <c:v>-2.9638009049773775E-2</c:v>
                </c:pt>
                <c:pt idx="18">
                  <c:v>-1.6496598639455764E-2</c:v>
                </c:pt>
                <c:pt idx="19">
                  <c:v>-1.1344696969696959E-2</c:v>
                </c:pt>
                <c:pt idx="20">
                  <c:v>-1.8611746758199842E-2</c:v>
                </c:pt>
                <c:pt idx="21">
                  <c:v>-2.5439602446483255E-2</c:v>
                </c:pt>
                <c:pt idx="22">
                  <c:v>-2.0804597701149452E-2</c:v>
                </c:pt>
                <c:pt idx="23">
                  <c:v>-2.0334101382488468E-2</c:v>
                </c:pt>
                <c:pt idx="24">
                  <c:v>-2.8940269749518299E-2</c:v>
                </c:pt>
                <c:pt idx="25">
                  <c:v>-2.7237654320987695E-2</c:v>
                </c:pt>
                <c:pt idx="26">
                  <c:v>-2.5734725444702209E-2</c:v>
                </c:pt>
                <c:pt idx="27">
                  <c:v>-1.7348130841121454E-2</c:v>
                </c:pt>
                <c:pt idx="28">
                  <c:v>-1.9203747072599517E-2</c:v>
                </c:pt>
                <c:pt idx="29">
                  <c:v>-3.722157092614304E-2</c:v>
                </c:pt>
                <c:pt idx="30">
                  <c:v>-4.4988207547169749E-2</c:v>
                </c:pt>
                <c:pt idx="31">
                  <c:v>-4.1095350669818731E-2</c:v>
                </c:pt>
                <c:pt idx="32">
                  <c:v>-4.4867221561633044E-2</c:v>
                </c:pt>
                <c:pt idx="33">
                  <c:v>-4.0789473684210431E-2</c:v>
                </c:pt>
                <c:pt idx="34">
                  <c:v>-4.334945586457075E-2</c:v>
                </c:pt>
                <c:pt idx="35">
                  <c:v>-3.453252032520323E-2</c:v>
                </c:pt>
                <c:pt idx="36">
                  <c:v>-3.6397515527950342E-2</c:v>
                </c:pt>
                <c:pt idx="37">
                  <c:v>-3.9991624790619754E-2</c:v>
                </c:pt>
                <c:pt idx="38">
                  <c:v>-4.3529161345253295E-2</c:v>
                </c:pt>
                <c:pt idx="39">
                  <c:v>-5.1830318690783743E-2</c:v>
                </c:pt>
                <c:pt idx="40">
                  <c:v>-5.9256844850065223E-2</c:v>
                </c:pt>
                <c:pt idx="41">
                  <c:v>-6.8306737588652633E-2</c:v>
                </c:pt>
                <c:pt idx="42">
                  <c:v>-5.5844748858447507E-2</c:v>
                </c:pt>
                <c:pt idx="43">
                  <c:v>-3.7975858867223766E-2</c:v>
                </c:pt>
                <c:pt idx="44">
                  <c:v>-4.0954415954415929E-2</c:v>
                </c:pt>
                <c:pt idx="45">
                  <c:v>-4.8449612403100736E-2</c:v>
                </c:pt>
                <c:pt idx="46">
                  <c:v>-4.5710059171597574E-2</c:v>
                </c:pt>
                <c:pt idx="47">
                  <c:v>-4.5996978851963681E-2</c:v>
                </c:pt>
                <c:pt idx="48">
                  <c:v>-5.4296066252588017E-2</c:v>
                </c:pt>
                <c:pt idx="49">
                  <c:v>-6.4856230031948792E-2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Winter!$C$11:$BM$11</c:f>
                <c:numCache>
                  <c:formatCode>General</c:formatCode>
                  <c:ptCount val="63"/>
                  <c:pt idx="0">
                    <c:v>1.4703148500953262E-2</c:v>
                  </c:pt>
                  <c:pt idx="1">
                    <c:v>1.7879587725209468E-2</c:v>
                  </c:pt>
                  <c:pt idx="2">
                    <c:v>1.9856373238218167E-2</c:v>
                  </c:pt>
                  <c:pt idx="3">
                    <c:v>1.9014873294689445E-2</c:v>
                  </c:pt>
                  <c:pt idx="4">
                    <c:v>1.9954376603871116E-2</c:v>
                  </c:pt>
                  <c:pt idx="5">
                    <c:v>2.1659883252814736E-2</c:v>
                  </c:pt>
                  <c:pt idx="6">
                    <c:v>2.1655791381055382E-2</c:v>
                  </c:pt>
                  <c:pt idx="7">
                    <c:v>2.2717866383139603E-2</c:v>
                  </c:pt>
                  <c:pt idx="8">
                    <c:v>2.4914120902965471E-2</c:v>
                  </c:pt>
                  <c:pt idx="9">
                    <c:v>2.4168508362594827E-2</c:v>
                  </c:pt>
                  <c:pt idx="10">
                    <c:v>2.3643613678051102E-2</c:v>
                  </c:pt>
                  <c:pt idx="11">
                    <c:v>2.5290059148418396E-2</c:v>
                  </c:pt>
                  <c:pt idx="12">
                    <c:v>2.5055929831081975E-2</c:v>
                  </c:pt>
                  <c:pt idx="13">
                    <c:v>2.3806290633690611E-2</c:v>
                  </c:pt>
                  <c:pt idx="14">
                    <c:v>2.1146006490777438E-2</c:v>
                  </c:pt>
                  <c:pt idx="15">
                    <c:v>1.8729681151574966E-2</c:v>
                  </c:pt>
                  <c:pt idx="16">
                    <c:v>1.7974971041572509E-2</c:v>
                  </c:pt>
                  <c:pt idx="17">
                    <c:v>1.8019423264245646E-2</c:v>
                  </c:pt>
                  <c:pt idx="18">
                    <c:v>1.8529664623335225E-2</c:v>
                  </c:pt>
                  <c:pt idx="19">
                    <c:v>1.9749224517778257E-2</c:v>
                  </c:pt>
                  <c:pt idx="20">
                    <c:v>2.3457141658682977E-2</c:v>
                  </c:pt>
                  <c:pt idx="21">
                    <c:v>2.4780824803244797E-2</c:v>
                  </c:pt>
                  <c:pt idx="22">
                    <c:v>2.5387422998452217E-2</c:v>
                  </c:pt>
                  <c:pt idx="23">
                    <c:v>2.3306481982261248E-2</c:v>
                  </c:pt>
                  <c:pt idx="24">
                    <c:v>1.9473838854105231E-2</c:v>
                  </c:pt>
                  <c:pt idx="25">
                    <c:v>1.7035382851444719E-2</c:v>
                  </c:pt>
                  <c:pt idx="26">
                    <c:v>1.6109335788754543E-2</c:v>
                  </c:pt>
                  <c:pt idx="27">
                    <c:v>1.7468280946135759E-2</c:v>
                  </c:pt>
                  <c:pt idx="28">
                    <c:v>1.542297932307588E-2</c:v>
                  </c:pt>
                  <c:pt idx="29">
                    <c:v>1.3332090454241998E-2</c:v>
                  </c:pt>
                  <c:pt idx="30">
                    <c:v>1.5129166125448143E-2</c:v>
                  </c:pt>
                  <c:pt idx="31">
                    <c:v>1.4222352623835848E-2</c:v>
                  </c:pt>
                  <c:pt idx="32">
                    <c:v>1.5091326230050262E-2</c:v>
                  </c:pt>
                  <c:pt idx="33">
                    <c:v>1.3994797149169576E-2</c:v>
                  </c:pt>
                  <c:pt idx="34">
                    <c:v>1.4118649676681201E-2</c:v>
                  </c:pt>
                  <c:pt idx="35">
                    <c:v>1.4402013273327827E-2</c:v>
                  </c:pt>
                  <c:pt idx="36">
                    <c:v>1.6082416817935249E-2</c:v>
                  </c:pt>
                  <c:pt idx="37">
                    <c:v>1.4889799124798535E-2</c:v>
                  </c:pt>
                  <c:pt idx="38">
                    <c:v>1.5526623094118258E-2</c:v>
                  </c:pt>
                  <c:pt idx="39">
                    <c:v>1.5516694827252297E-2</c:v>
                  </c:pt>
                  <c:pt idx="40">
                    <c:v>1.6295385949459736E-2</c:v>
                  </c:pt>
                  <c:pt idx="41">
                    <c:v>1.734874514305396E-2</c:v>
                  </c:pt>
                  <c:pt idx="42">
                    <c:v>1.7707304445981859E-2</c:v>
                  </c:pt>
                  <c:pt idx="43">
                    <c:v>1.8268240265580923E-2</c:v>
                  </c:pt>
                  <c:pt idx="44">
                    <c:v>1.8357086627569411E-2</c:v>
                  </c:pt>
                  <c:pt idx="45">
                    <c:v>2.0785137385255795E-2</c:v>
                  </c:pt>
                  <c:pt idx="46">
                    <c:v>2.1961177330990317E-2</c:v>
                  </c:pt>
                  <c:pt idx="47">
                    <c:v>2.0893748658768672E-2</c:v>
                  </c:pt>
                  <c:pt idx="48">
                    <c:v>2.121795015546132E-2</c:v>
                  </c:pt>
                  <c:pt idx="49">
                    <c:v>2.3219094562068755E-2</c:v>
                  </c:pt>
                  <c:pt idx="50">
                    <c:v>2.5100055199858192E-2</c:v>
                  </c:pt>
                  <c:pt idx="51">
                    <c:v>2.5126373489208594E-2</c:v>
                  </c:pt>
                  <c:pt idx="52">
                    <c:v>2.4779903784543519E-2</c:v>
                  </c:pt>
                  <c:pt idx="53">
                    <c:v>2.8246171613683969E-2</c:v>
                  </c:pt>
                  <c:pt idx="54">
                    <c:v>2.8670632928717722E-2</c:v>
                  </c:pt>
                  <c:pt idx="55">
                    <c:v>2.77898091646725E-2</c:v>
                  </c:pt>
                  <c:pt idx="56">
                    <c:v>3.1413100597818391E-2</c:v>
                  </c:pt>
                  <c:pt idx="57">
                    <c:v>3.3159205086554795E-2</c:v>
                  </c:pt>
                  <c:pt idx="58">
                    <c:v>3.1388059778543524E-2</c:v>
                  </c:pt>
                  <c:pt idx="59">
                    <c:v>3.4772052078939901E-2</c:v>
                  </c:pt>
                  <c:pt idx="60">
                    <c:v>3.8579207411876315E-2</c:v>
                  </c:pt>
                  <c:pt idx="61">
                    <c:v>4.1780691344615782E-2</c:v>
                  </c:pt>
                  <c:pt idx="62">
                    <c:v>4.2999941468498809E-2</c:v>
                  </c:pt>
                </c:numCache>
              </c:numRef>
            </c:plus>
            <c:minus>
              <c:numRef>
                <c:f>Winter!$C$11:$BM$11</c:f>
                <c:numCache>
                  <c:formatCode>General</c:formatCode>
                  <c:ptCount val="63"/>
                  <c:pt idx="0">
                    <c:v>1.4703148500953262E-2</c:v>
                  </c:pt>
                  <c:pt idx="1">
                    <c:v>1.7879587725209468E-2</c:v>
                  </c:pt>
                  <c:pt idx="2">
                    <c:v>1.9856373238218167E-2</c:v>
                  </c:pt>
                  <c:pt idx="3">
                    <c:v>1.9014873294689445E-2</c:v>
                  </c:pt>
                  <c:pt idx="4">
                    <c:v>1.9954376603871116E-2</c:v>
                  </c:pt>
                  <c:pt idx="5">
                    <c:v>2.1659883252814736E-2</c:v>
                  </c:pt>
                  <c:pt idx="6">
                    <c:v>2.1655791381055382E-2</c:v>
                  </c:pt>
                  <c:pt idx="7">
                    <c:v>2.2717866383139603E-2</c:v>
                  </c:pt>
                  <c:pt idx="8">
                    <c:v>2.4914120902965471E-2</c:v>
                  </c:pt>
                  <c:pt idx="9">
                    <c:v>2.4168508362594827E-2</c:v>
                  </c:pt>
                  <c:pt idx="10">
                    <c:v>2.3643613678051102E-2</c:v>
                  </c:pt>
                  <c:pt idx="11">
                    <c:v>2.5290059148418396E-2</c:v>
                  </c:pt>
                  <c:pt idx="12">
                    <c:v>2.5055929831081975E-2</c:v>
                  </c:pt>
                  <c:pt idx="13">
                    <c:v>2.3806290633690611E-2</c:v>
                  </c:pt>
                  <c:pt idx="14">
                    <c:v>2.1146006490777438E-2</c:v>
                  </c:pt>
                  <c:pt idx="15">
                    <c:v>1.8729681151574966E-2</c:v>
                  </c:pt>
                  <c:pt idx="16">
                    <c:v>1.7974971041572509E-2</c:v>
                  </c:pt>
                  <c:pt idx="17">
                    <c:v>1.8019423264245646E-2</c:v>
                  </c:pt>
                  <c:pt idx="18">
                    <c:v>1.8529664623335225E-2</c:v>
                  </c:pt>
                  <c:pt idx="19">
                    <c:v>1.9749224517778257E-2</c:v>
                  </c:pt>
                  <c:pt idx="20">
                    <c:v>2.3457141658682977E-2</c:v>
                  </c:pt>
                  <c:pt idx="21">
                    <c:v>2.4780824803244797E-2</c:v>
                  </c:pt>
                  <c:pt idx="22">
                    <c:v>2.5387422998452217E-2</c:v>
                  </c:pt>
                  <c:pt idx="23">
                    <c:v>2.3306481982261248E-2</c:v>
                  </c:pt>
                  <c:pt idx="24">
                    <c:v>1.9473838854105231E-2</c:v>
                  </c:pt>
                  <c:pt idx="25">
                    <c:v>1.7035382851444719E-2</c:v>
                  </c:pt>
                  <c:pt idx="26">
                    <c:v>1.6109335788754543E-2</c:v>
                  </c:pt>
                  <c:pt idx="27">
                    <c:v>1.7468280946135759E-2</c:v>
                  </c:pt>
                  <c:pt idx="28">
                    <c:v>1.542297932307588E-2</c:v>
                  </c:pt>
                  <c:pt idx="29">
                    <c:v>1.3332090454241998E-2</c:v>
                  </c:pt>
                  <c:pt idx="30">
                    <c:v>1.5129166125448143E-2</c:v>
                  </c:pt>
                  <c:pt idx="31">
                    <c:v>1.4222352623835848E-2</c:v>
                  </c:pt>
                  <c:pt idx="32">
                    <c:v>1.5091326230050262E-2</c:v>
                  </c:pt>
                  <c:pt idx="33">
                    <c:v>1.3994797149169576E-2</c:v>
                  </c:pt>
                  <c:pt idx="34">
                    <c:v>1.4118649676681201E-2</c:v>
                  </c:pt>
                  <c:pt idx="35">
                    <c:v>1.4402013273327827E-2</c:v>
                  </c:pt>
                  <c:pt idx="36">
                    <c:v>1.6082416817935249E-2</c:v>
                  </c:pt>
                  <c:pt idx="37">
                    <c:v>1.4889799124798535E-2</c:v>
                  </c:pt>
                  <c:pt idx="38">
                    <c:v>1.5526623094118258E-2</c:v>
                  </c:pt>
                  <c:pt idx="39">
                    <c:v>1.5516694827252297E-2</c:v>
                  </c:pt>
                  <c:pt idx="40">
                    <c:v>1.6295385949459736E-2</c:v>
                  </c:pt>
                  <c:pt idx="41">
                    <c:v>1.734874514305396E-2</c:v>
                  </c:pt>
                  <c:pt idx="42">
                    <c:v>1.7707304445981859E-2</c:v>
                  </c:pt>
                  <c:pt idx="43">
                    <c:v>1.8268240265580923E-2</c:v>
                  </c:pt>
                  <c:pt idx="44">
                    <c:v>1.8357086627569411E-2</c:v>
                  </c:pt>
                  <c:pt idx="45">
                    <c:v>2.0785137385255795E-2</c:v>
                  </c:pt>
                  <c:pt idx="46">
                    <c:v>2.1961177330990317E-2</c:v>
                  </c:pt>
                  <c:pt idx="47">
                    <c:v>2.0893748658768672E-2</c:v>
                  </c:pt>
                  <c:pt idx="48">
                    <c:v>2.121795015546132E-2</c:v>
                  </c:pt>
                  <c:pt idx="49">
                    <c:v>2.3219094562068755E-2</c:v>
                  </c:pt>
                  <c:pt idx="50">
                    <c:v>2.5100055199858192E-2</c:v>
                  </c:pt>
                  <c:pt idx="51">
                    <c:v>2.5126373489208594E-2</c:v>
                  </c:pt>
                  <c:pt idx="52">
                    <c:v>2.4779903784543519E-2</c:v>
                  </c:pt>
                  <c:pt idx="53">
                    <c:v>2.8246171613683969E-2</c:v>
                  </c:pt>
                  <c:pt idx="54">
                    <c:v>2.8670632928717722E-2</c:v>
                  </c:pt>
                  <c:pt idx="55">
                    <c:v>2.77898091646725E-2</c:v>
                  </c:pt>
                  <c:pt idx="56">
                    <c:v>3.1413100597818391E-2</c:v>
                  </c:pt>
                  <c:pt idx="57">
                    <c:v>3.3159205086554795E-2</c:v>
                  </c:pt>
                  <c:pt idx="58">
                    <c:v>3.1388059778543524E-2</c:v>
                  </c:pt>
                  <c:pt idx="59">
                    <c:v>3.4772052078939901E-2</c:v>
                  </c:pt>
                  <c:pt idx="60">
                    <c:v>3.8579207411876315E-2</c:v>
                  </c:pt>
                  <c:pt idx="61">
                    <c:v>4.1780691344615782E-2</c:v>
                  </c:pt>
                  <c:pt idx="62">
                    <c:v>4.2999941468498809E-2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Winter!$C$10:$BM$10</c:f>
              <c:numCache>
                <c:formatCode>General</c:formatCode>
                <c:ptCount val="63"/>
                <c:pt idx="0">
                  <c:v>-5.323686966004753E-2</c:v>
                </c:pt>
                <c:pt idx="1">
                  <c:v>-3.8629210158651887E-2</c:v>
                </c:pt>
                <c:pt idx="2">
                  <c:v>-3.5923166769477856E-2</c:v>
                </c:pt>
                <c:pt idx="3">
                  <c:v>-2.3902203573113307E-2</c:v>
                </c:pt>
                <c:pt idx="4">
                  <c:v>-2.3705162414915167E-2</c:v>
                </c:pt>
                <c:pt idx="5">
                  <c:v>-2.7172412291929467E-2</c:v>
                </c:pt>
                <c:pt idx="6">
                  <c:v>-7.9828255440366428E-3</c:v>
                </c:pt>
                <c:pt idx="7">
                  <c:v>-3.8044705400609256E-3</c:v>
                </c:pt>
                <c:pt idx="8">
                  <c:v>1.1202029315135623E-2</c:v>
                </c:pt>
                <c:pt idx="9">
                  <c:v>4.8311063460843746E-3</c:v>
                </c:pt>
                <c:pt idx="10">
                  <c:v>3.8574052839430309E-3</c:v>
                </c:pt>
                <c:pt idx="11">
                  <c:v>6.3232720009022882E-3</c:v>
                </c:pt>
                <c:pt idx="12">
                  <c:v>-3.4768168165008684E-3</c:v>
                </c:pt>
                <c:pt idx="13">
                  <c:v>-2.4119507704119327E-2</c:v>
                </c:pt>
                <c:pt idx="14">
                  <c:v>-3.9401101176445422E-2</c:v>
                </c:pt>
                <c:pt idx="15">
                  <c:v>-4.9512978391713085E-2</c:v>
                </c:pt>
                <c:pt idx="16">
                  <c:v>-6.0182554628150538E-2</c:v>
                </c:pt>
                <c:pt idx="17">
                  <c:v>-6.6138653396144609E-2</c:v>
                </c:pt>
                <c:pt idx="18">
                  <c:v>-4.684322805609533E-2</c:v>
                </c:pt>
                <c:pt idx="19">
                  <c:v>-1.8930534024592893E-2</c:v>
                </c:pt>
                <c:pt idx="20">
                  <c:v>-1.7605543677690318E-2</c:v>
                </c:pt>
                <c:pt idx="21">
                  <c:v>-1.4084185611363297E-3</c:v>
                </c:pt>
                <c:pt idx="22">
                  <c:v>-1.3656510650550582E-3</c:v>
                </c:pt>
                <c:pt idx="23">
                  <c:v>4.5377859764836751E-3</c:v>
                </c:pt>
                <c:pt idx="24">
                  <c:v>-1.3187479655547599E-2</c:v>
                </c:pt>
                <c:pt idx="25">
                  <c:v>-2.8706707408007431E-2</c:v>
                </c:pt>
                <c:pt idx="26">
                  <c:v>-3.1413432353518775E-2</c:v>
                </c:pt>
                <c:pt idx="27">
                  <c:v>-3.008132330141515E-2</c:v>
                </c:pt>
                <c:pt idx="28">
                  <c:v>-2.3295733401685819E-2</c:v>
                </c:pt>
                <c:pt idx="29">
                  <c:v>-1.7957793024418731E-2</c:v>
                </c:pt>
                <c:pt idx="30">
                  <c:v>-8.9236344805140224E-3</c:v>
                </c:pt>
                <c:pt idx="31">
                  <c:v>-2.3506043265526584E-2</c:v>
                </c:pt>
                <c:pt idx="32">
                  <c:v>-2.799165273827621E-2</c:v>
                </c:pt>
                <c:pt idx="33">
                  <c:v>-3.842835868214655E-2</c:v>
                </c:pt>
                <c:pt idx="34">
                  <c:v>-4.5622607199486589E-2</c:v>
                </c:pt>
                <c:pt idx="35">
                  <c:v>-4.5114026985224931E-2</c:v>
                </c:pt>
                <c:pt idx="36">
                  <c:v>-4.1863207517441305E-2</c:v>
                </c:pt>
                <c:pt idx="37">
                  <c:v>-4.016070741947958E-2</c:v>
                </c:pt>
                <c:pt idx="38">
                  <c:v>-3.0349214012491292E-2</c:v>
                </c:pt>
                <c:pt idx="39">
                  <c:v>-2.9541637568908673E-2</c:v>
                </c:pt>
                <c:pt idx="40">
                  <c:v>-4.8274714820512932E-2</c:v>
                </c:pt>
                <c:pt idx="41">
                  <c:v>-5.1675044028993776E-2</c:v>
                </c:pt>
                <c:pt idx="42">
                  <c:v>-5.6678824536834808E-2</c:v>
                </c:pt>
                <c:pt idx="43">
                  <c:v>-6.0978692079647505E-2</c:v>
                </c:pt>
                <c:pt idx="44">
                  <c:v>-4.5905084929694272E-2</c:v>
                </c:pt>
                <c:pt idx="45">
                  <c:v>-4.4285914599650755E-2</c:v>
                </c:pt>
                <c:pt idx="46">
                  <c:v>-2.2808461188781454E-2</c:v>
                </c:pt>
                <c:pt idx="47">
                  <c:v>-3.3563270898709287E-2</c:v>
                </c:pt>
                <c:pt idx="48">
                  <c:v>-6.6505617744055043E-2</c:v>
                </c:pt>
                <c:pt idx="49">
                  <c:v>-3.5930621641740608E-2</c:v>
                </c:pt>
                <c:pt idx="50">
                  <c:v>-2.3929601420769567E-2</c:v>
                </c:pt>
                <c:pt idx="51">
                  <c:v>-2.8022077895768203E-3</c:v>
                </c:pt>
                <c:pt idx="52">
                  <c:v>1.0903710615025812E-2</c:v>
                </c:pt>
                <c:pt idx="53">
                  <c:v>-1.2330907783948833E-3</c:v>
                </c:pt>
                <c:pt idx="54">
                  <c:v>-4.6416807003109038E-2</c:v>
                </c:pt>
                <c:pt idx="55">
                  <c:v>-5.3310101132046192E-2</c:v>
                </c:pt>
                <c:pt idx="56">
                  <c:v>-2.7092866020061206E-2</c:v>
                </c:pt>
                <c:pt idx="57">
                  <c:v>8.0248086620855232E-3</c:v>
                </c:pt>
                <c:pt idx="58">
                  <c:v>4.6408936345518507E-2</c:v>
                </c:pt>
                <c:pt idx="59">
                  <c:v>7.4424167263042004E-2</c:v>
                </c:pt>
                <c:pt idx="60">
                  <c:v>7.7199561383919701E-2</c:v>
                </c:pt>
                <c:pt idx="61">
                  <c:v>8.9182330448886279E-2</c:v>
                </c:pt>
                <c:pt idx="62">
                  <c:v>7.4520138808187517E-2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Winter!$C$14:$BM$14</c:f>
                <c:numCache>
                  <c:formatCode>General</c:formatCode>
                  <c:ptCount val="63"/>
                  <c:pt idx="0">
                    <c:v>1.8182678586901431E-2</c:v>
                  </c:pt>
                  <c:pt idx="1">
                    <c:v>2.2652844360678701E-2</c:v>
                  </c:pt>
                  <c:pt idx="2">
                    <c:v>1.9261429668391224E-2</c:v>
                  </c:pt>
                  <c:pt idx="3">
                    <c:v>1.7174146168644659E-2</c:v>
                  </c:pt>
                  <c:pt idx="4">
                    <c:v>1.5984562799194611E-2</c:v>
                  </c:pt>
                  <c:pt idx="5">
                    <c:v>1.4765862365644014E-2</c:v>
                  </c:pt>
                  <c:pt idx="6">
                    <c:v>1.5404017170024861E-2</c:v>
                  </c:pt>
                  <c:pt idx="7">
                    <c:v>1.5683832446585649E-2</c:v>
                  </c:pt>
                  <c:pt idx="8">
                    <c:v>1.5822833085125831E-2</c:v>
                  </c:pt>
                  <c:pt idx="9">
                    <c:v>1.6283821127566624E-2</c:v>
                  </c:pt>
                  <c:pt idx="10">
                    <c:v>1.6072552591794114E-2</c:v>
                  </c:pt>
                  <c:pt idx="11">
                    <c:v>1.5406478412201635E-2</c:v>
                  </c:pt>
                  <c:pt idx="12">
                    <c:v>1.5206032741625427E-2</c:v>
                  </c:pt>
                  <c:pt idx="13">
                    <c:v>1.5061721043946086E-2</c:v>
                  </c:pt>
                  <c:pt idx="14">
                    <c:v>1.5454972448186995E-2</c:v>
                  </c:pt>
                  <c:pt idx="15">
                    <c:v>1.5329481518762478E-2</c:v>
                  </c:pt>
                  <c:pt idx="16">
                    <c:v>1.4587889226035326E-2</c:v>
                  </c:pt>
                  <c:pt idx="17">
                    <c:v>1.3702602140998674E-2</c:v>
                  </c:pt>
                  <c:pt idx="18">
                    <c:v>1.3819331417354367E-2</c:v>
                  </c:pt>
                  <c:pt idx="19">
                    <c:v>1.4100339082606723E-2</c:v>
                  </c:pt>
                  <c:pt idx="20">
                    <c:v>1.5174122882345934E-2</c:v>
                  </c:pt>
                  <c:pt idx="21">
                    <c:v>1.6784313055612548E-2</c:v>
                  </c:pt>
                  <c:pt idx="22">
                    <c:v>1.9060520513779683E-2</c:v>
                  </c:pt>
                  <c:pt idx="23">
                    <c:v>1.9165483263899129E-2</c:v>
                  </c:pt>
                  <c:pt idx="24">
                    <c:v>1.8457039209075467E-2</c:v>
                  </c:pt>
                  <c:pt idx="25">
                    <c:v>1.6955467988018554E-2</c:v>
                  </c:pt>
                  <c:pt idx="26">
                    <c:v>1.6006682338085977E-2</c:v>
                  </c:pt>
                  <c:pt idx="27">
                    <c:v>1.4519830310559121E-2</c:v>
                  </c:pt>
                  <c:pt idx="28">
                    <c:v>1.3563808156161082E-2</c:v>
                  </c:pt>
                  <c:pt idx="29">
                    <c:v>1.3028502659668081E-2</c:v>
                  </c:pt>
                  <c:pt idx="30">
                    <c:v>1.2701120450778735E-2</c:v>
                  </c:pt>
                  <c:pt idx="31">
                    <c:v>1.3166245599057796E-2</c:v>
                  </c:pt>
                  <c:pt idx="32">
                    <c:v>1.3050840458200116E-2</c:v>
                  </c:pt>
                  <c:pt idx="33">
                    <c:v>1.266350337439503E-2</c:v>
                  </c:pt>
                  <c:pt idx="34">
                    <c:v>1.4185252101427723E-2</c:v>
                  </c:pt>
                  <c:pt idx="35">
                    <c:v>1.3755168035398379E-2</c:v>
                  </c:pt>
                  <c:pt idx="36">
                    <c:v>1.3085004663869901E-2</c:v>
                  </c:pt>
                  <c:pt idx="37">
                    <c:v>1.3131346364225537E-2</c:v>
                  </c:pt>
                  <c:pt idx="38">
                    <c:v>1.2772562787905029E-2</c:v>
                  </c:pt>
                  <c:pt idx="39">
                    <c:v>1.2718205278742074E-2</c:v>
                  </c:pt>
                  <c:pt idx="40">
                    <c:v>1.3198236935740633E-2</c:v>
                  </c:pt>
                  <c:pt idx="41">
                    <c:v>1.2508389918816335E-2</c:v>
                  </c:pt>
                  <c:pt idx="42">
                    <c:v>1.3109402176024666E-2</c:v>
                  </c:pt>
                  <c:pt idx="43">
                    <c:v>1.210526815253404E-2</c:v>
                  </c:pt>
                  <c:pt idx="44">
                    <c:v>1.2640551480096214E-2</c:v>
                  </c:pt>
                  <c:pt idx="45">
                    <c:v>1.357110816629426E-2</c:v>
                  </c:pt>
                  <c:pt idx="46">
                    <c:v>1.4645780084159515E-2</c:v>
                  </c:pt>
                  <c:pt idx="47">
                    <c:v>1.5738859457935777E-2</c:v>
                  </c:pt>
                  <c:pt idx="48">
                    <c:v>1.6571008770738516E-2</c:v>
                  </c:pt>
                  <c:pt idx="49">
                    <c:v>1.6316542302933158E-2</c:v>
                  </c:pt>
                  <c:pt idx="50">
                    <c:v>1.9783647995950396E-2</c:v>
                  </c:pt>
                  <c:pt idx="51">
                    <c:v>2.4236501139093553E-2</c:v>
                  </c:pt>
                  <c:pt idx="52">
                    <c:v>2.7478214285326766E-2</c:v>
                  </c:pt>
                  <c:pt idx="53">
                    <c:v>2.570091678527953E-2</c:v>
                  </c:pt>
                  <c:pt idx="54">
                    <c:v>3.3747846456793913E-2</c:v>
                  </c:pt>
                  <c:pt idx="55">
                    <c:v>4.4547423358728404E-2</c:v>
                  </c:pt>
                  <c:pt idx="56">
                    <c:v>6.4016813353797219E-2</c:v>
                  </c:pt>
                  <c:pt idx="57">
                    <c:v>6.8412630667062838E-2</c:v>
                  </c:pt>
                  <c:pt idx="58">
                    <c:v>0.10571054305702407</c:v>
                  </c:pt>
                  <c:pt idx="59">
                    <c:v>0.19307395373373532</c:v>
                  </c:pt>
                  <c:pt idx="60">
                    <c:v>0.17944966340917759</c:v>
                  </c:pt>
                  <c:pt idx="61">
                    <c:v>0.15632125869952063</c:v>
                  </c:pt>
                  <c:pt idx="62">
                    <c:v>0</c:v>
                  </c:pt>
                </c:numCache>
              </c:numRef>
            </c:plus>
            <c:minus>
              <c:numRef>
                <c:f>Winter!$C$14:$BM$14</c:f>
                <c:numCache>
                  <c:formatCode>General</c:formatCode>
                  <c:ptCount val="63"/>
                  <c:pt idx="0">
                    <c:v>1.8182678586901431E-2</c:v>
                  </c:pt>
                  <c:pt idx="1">
                    <c:v>2.2652844360678701E-2</c:v>
                  </c:pt>
                  <c:pt idx="2">
                    <c:v>1.9261429668391224E-2</c:v>
                  </c:pt>
                  <c:pt idx="3">
                    <c:v>1.7174146168644659E-2</c:v>
                  </c:pt>
                  <c:pt idx="4">
                    <c:v>1.5984562799194611E-2</c:v>
                  </c:pt>
                  <c:pt idx="5">
                    <c:v>1.4765862365644014E-2</c:v>
                  </c:pt>
                  <c:pt idx="6">
                    <c:v>1.5404017170024861E-2</c:v>
                  </c:pt>
                  <c:pt idx="7">
                    <c:v>1.5683832446585649E-2</c:v>
                  </c:pt>
                  <c:pt idx="8">
                    <c:v>1.5822833085125831E-2</c:v>
                  </c:pt>
                  <c:pt idx="9">
                    <c:v>1.6283821127566624E-2</c:v>
                  </c:pt>
                  <c:pt idx="10">
                    <c:v>1.6072552591794114E-2</c:v>
                  </c:pt>
                  <c:pt idx="11">
                    <c:v>1.5406478412201635E-2</c:v>
                  </c:pt>
                  <c:pt idx="12">
                    <c:v>1.5206032741625427E-2</c:v>
                  </c:pt>
                  <c:pt idx="13">
                    <c:v>1.5061721043946086E-2</c:v>
                  </c:pt>
                  <c:pt idx="14">
                    <c:v>1.5454972448186995E-2</c:v>
                  </c:pt>
                  <c:pt idx="15">
                    <c:v>1.5329481518762478E-2</c:v>
                  </c:pt>
                  <c:pt idx="16">
                    <c:v>1.4587889226035326E-2</c:v>
                  </c:pt>
                  <c:pt idx="17">
                    <c:v>1.3702602140998674E-2</c:v>
                  </c:pt>
                  <c:pt idx="18">
                    <c:v>1.3819331417354367E-2</c:v>
                  </c:pt>
                  <c:pt idx="19">
                    <c:v>1.4100339082606723E-2</c:v>
                  </c:pt>
                  <c:pt idx="20">
                    <c:v>1.5174122882345934E-2</c:v>
                  </c:pt>
                  <c:pt idx="21">
                    <c:v>1.6784313055612548E-2</c:v>
                  </c:pt>
                  <c:pt idx="22">
                    <c:v>1.9060520513779683E-2</c:v>
                  </c:pt>
                  <c:pt idx="23">
                    <c:v>1.9165483263899129E-2</c:v>
                  </c:pt>
                  <c:pt idx="24">
                    <c:v>1.8457039209075467E-2</c:v>
                  </c:pt>
                  <c:pt idx="25">
                    <c:v>1.6955467988018554E-2</c:v>
                  </c:pt>
                  <c:pt idx="26">
                    <c:v>1.6006682338085977E-2</c:v>
                  </c:pt>
                  <c:pt idx="27">
                    <c:v>1.4519830310559121E-2</c:v>
                  </c:pt>
                  <c:pt idx="28">
                    <c:v>1.3563808156161082E-2</c:v>
                  </c:pt>
                  <c:pt idx="29">
                    <c:v>1.3028502659668081E-2</c:v>
                  </c:pt>
                  <c:pt idx="30">
                    <c:v>1.2701120450778735E-2</c:v>
                  </c:pt>
                  <c:pt idx="31">
                    <c:v>1.3166245599057796E-2</c:v>
                  </c:pt>
                  <c:pt idx="32">
                    <c:v>1.3050840458200116E-2</c:v>
                  </c:pt>
                  <c:pt idx="33">
                    <c:v>1.266350337439503E-2</c:v>
                  </c:pt>
                  <c:pt idx="34">
                    <c:v>1.4185252101427723E-2</c:v>
                  </c:pt>
                  <c:pt idx="35">
                    <c:v>1.3755168035398379E-2</c:v>
                  </c:pt>
                  <c:pt idx="36">
                    <c:v>1.3085004663869901E-2</c:v>
                  </c:pt>
                  <c:pt idx="37">
                    <c:v>1.3131346364225537E-2</c:v>
                  </c:pt>
                  <c:pt idx="38">
                    <c:v>1.2772562787905029E-2</c:v>
                  </c:pt>
                  <c:pt idx="39">
                    <c:v>1.2718205278742074E-2</c:v>
                  </c:pt>
                  <c:pt idx="40">
                    <c:v>1.3198236935740633E-2</c:v>
                  </c:pt>
                  <c:pt idx="41">
                    <c:v>1.2508389918816335E-2</c:v>
                  </c:pt>
                  <c:pt idx="42">
                    <c:v>1.3109402176024666E-2</c:v>
                  </c:pt>
                  <c:pt idx="43">
                    <c:v>1.210526815253404E-2</c:v>
                  </c:pt>
                  <c:pt idx="44">
                    <c:v>1.2640551480096214E-2</c:v>
                  </c:pt>
                  <c:pt idx="45">
                    <c:v>1.357110816629426E-2</c:v>
                  </c:pt>
                  <c:pt idx="46">
                    <c:v>1.4645780084159515E-2</c:v>
                  </c:pt>
                  <c:pt idx="47">
                    <c:v>1.5738859457935777E-2</c:v>
                  </c:pt>
                  <c:pt idx="48">
                    <c:v>1.6571008770738516E-2</c:v>
                  </c:pt>
                  <c:pt idx="49">
                    <c:v>1.6316542302933158E-2</c:v>
                  </c:pt>
                  <c:pt idx="50">
                    <c:v>1.9783647995950396E-2</c:v>
                  </c:pt>
                  <c:pt idx="51">
                    <c:v>2.4236501139093553E-2</c:v>
                  </c:pt>
                  <c:pt idx="52">
                    <c:v>2.7478214285326766E-2</c:v>
                  </c:pt>
                  <c:pt idx="53">
                    <c:v>2.570091678527953E-2</c:v>
                  </c:pt>
                  <c:pt idx="54">
                    <c:v>3.3747846456793913E-2</c:v>
                  </c:pt>
                  <c:pt idx="55">
                    <c:v>4.4547423358728404E-2</c:v>
                  </c:pt>
                  <c:pt idx="56">
                    <c:v>6.4016813353797219E-2</c:v>
                  </c:pt>
                  <c:pt idx="57">
                    <c:v>6.8412630667062838E-2</c:v>
                  </c:pt>
                  <c:pt idx="58">
                    <c:v>0.10571054305702407</c:v>
                  </c:pt>
                  <c:pt idx="59">
                    <c:v>0.19307395373373532</c:v>
                  </c:pt>
                  <c:pt idx="60">
                    <c:v>0.17944966340917759</c:v>
                  </c:pt>
                  <c:pt idx="61">
                    <c:v>0.15632125869952063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Winter!$C$13:$BM$13</c:f>
              <c:numCache>
                <c:formatCode>General</c:formatCode>
                <c:ptCount val="63"/>
                <c:pt idx="0">
                  <c:v>-0.37154399035794938</c:v>
                </c:pt>
                <c:pt idx="1">
                  <c:v>-0.161900571416316</c:v>
                </c:pt>
                <c:pt idx="2">
                  <c:v>-3.5090967377777432E-3</c:v>
                </c:pt>
                <c:pt idx="3">
                  <c:v>-3.5659368547832204E-3</c:v>
                </c:pt>
                <c:pt idx="4">
                  <c:v>1.3013629317104277E-3</c:v>
                </c:pt>
                <c:pt idx="5">
                  <c:v>-4.5900832520321981E-3</c:v>
                </c:pt>
                <c:pt idx="6">
                  <c:v>-8.1132824120384098E-3</c:v>
                </c:pt>
                <c:pt idx="7">
                  <c:v>-1.2220116006792422E-2</c:v>
                </c:pt>
                <c:pt idx="8">
                  <c:v>-6.8472670302532242E-3</c:v>
                </c:pt>
                <c:pt idx="9">
                  <c:v>2.1464608420478327E-3</c:v>
                </c:pt>
                <c:pt idx="10">
                  <c:v>-3.2626515136918812E-3</c:v>
                </c:pt>
                <c:pt idx="11">
                  <c:v>-6.6396031372651246E-3</c:v>
                </c:pt>
                <c:pt idx="12">
                  <c:v>-1.3418854745268851E-2</c:v>
                </c:pt>
                <c:pt idx="13">
                  <c:v>-7.2690281366433913E-3</c:v>
                </c:pt>
                <c:pt idx="14">
                  <c:v>-6.176314736624929E-3</c:v>
                </c:pt>
                <c:pt idx="15">
                  <c:v>-9.1928382818782985E-3</c:v>
                </c:pt>
                <c:pt idx="16">
                  <c:v>-1.3233770664289284E-2</c:v>
                </c:pt>
                <c:pt idx="17">
                  <c:v>-2.1362522293832332E-2</c:v>
                </c:pt>
                <c:pt idx="18">
                  <c:v>-2.1714023851443071E-2</c:v>
                </c:pt>
                <c:pt idx="19">
                  <c:v>-3.9402891662571861E-2</c:v>
                </c:pt>
                <c:pt idx="20">
                  <c:v>-6.8239310571588635E-2</c:v>
                </c:pt>
                <c:pt idx="21">
                  <c:v>-7.6819031115494679E-2</c:v>
                </c:pt>
                <c:pt idx="22">
                  <c:v>-7.366091393397603E-2</c:v>
                </c:pt>
                <c:pt idx="23">
                  <c:v>-4.9632611359366641E-2</c:v>
                </c:pt>
                <c:pt idx="24">
                  <c:v>-6.9072618779618344E-2</c:v>
                </c:pt>
                <c:pt idx="25">
                  <c:v>-6.2331354181434304E-2</c:v>
                </c:pt>
                <c:pt idx="26">
                  <c:v>-3.9856974182986039E-2</c:v>
                </c:pt>
                <c:pt idx="27">
                  <c:v>-2.7636386110867016E-2</c:v>
                </c:pt>
                <c:pt idx="28">
                  <c:v>-2.0335207098735382E-2</c:v>
                </c:pt>
                <c:pt idx="29">
                  <c:v>-1.7403248607762645E-2</c:v>
                </c:pt>
                <c:pt idx="30">
                  <c:v>-1.437954249723781E-2</c:v>
                </c:pt>
                <c:pt idx="31">
                  <c:v>-4.5978124861968048E-3</c:v>
                </c:pt>
                <c:pt idx="32">
                  <c:v>-1.2824066771324468E-2</c:v>
                </c:pt>
                <c:pt idx="33">
                  <c:v>-3.2158918161477763E-2</c:v>
                </c:pt>
                <c:pt idx="34">
                  <c:v>-4.4722837432011012E-2</c:v>
                </c:pt>
                <c:pt idx="35">
                  <c:v>-5.2697424459874583E-2</c:v>
                </c:pt>
                <c:pt idx="36">
                  <c:v>-2.5767973446401086E-2</c:v>
                </c:pt>
                <c:pt idx="37">
                  <c:v>-4.2594007472210191E-2</c:v>
                </c:pt>
                <c:pt idx="38">
                  <c:v>-4.7772939996278005E-2</c:v>
                </c:pt>
                <c:pt idx="39">
                  <c:v>-2.612398704281119E-2</c:v>
                </c:pt>
                <c:pt idx="40">
                  <c:v>-1.9933961863270816E-2</c:v>
                </c:pt>
                <c:pt idx="41">
                  <c:v>-5.0369613949288496E-2</c:v>
                </c:pt>
                <c:pt idx="42">
                  <c:v>-4.4580740843100576E-2</c:v>
                </c:pt>
                <c:pt idx="43">
                  <c:v>-5.5179206201257221E-2</c:v>
                </c:pt>
                <c:pt idx="44">
                  <c:v>-4.4184402999467319E-2</c:v>
                </c:pt>
                <c:pt idx="45">
                  <c:v>-5.3271781262336913E-2</c:v>
                </c:pt>
                <c:pt idx="46">
                  <c:v>-2.5720647355958536E-2</c:v>
                </c:pt>
                <c:pt idx="47">
                  <c:v>-1.006785937745527E-2</c:v>
                </c:pt>
                <c:pt idx="48">
                  <c:v>-2.4071534899522302E-2</c:v>
                </c:pt>
                <c:pt idx="49">
                  <c:v>-2.6674843068936371E-2</c:v>
                </c:pt>
                <c:pt idx="50">
                  <c:v>-1.6362616508710983E-2</c:v>
                </c:pt>
                <c:pt idx="51">
                  <c:v>-2.1938711001737101E-4</c:v>
                </c:pt>
                <c:pt idx="52">
                  <c:v>-1.6029251740445557E-4</c:v>
                </c:pt>
                <c:pt idx="53">
                  <c:v>-1.4820730184851723E-2</c:v>
                </c:pt>
                <c:pt idx="54">
                  <c:v>-7.7889291006589265E-3</c:v>
                </c:pt>
                <c:pt idx="55">
                  <c:v>-2.0819962433091602E-2</c:v>
                </c:pt>
                <c:pt idx="56">
                  <c:v>-9.9359561197934113E-2</c:v>
                </c:pt>
                <c:pt idx="57">
                  <c:v>-7.8045244665329347E-2</c:v>
                </c:pt>
                <c:pt idx="58">
                  <c:v>-0.20577339956902876</c:v>
                </c:pt>
                <c:pt idx="59">
                  <c:v>-0.38676649010141756</c:v>
                </c:pt>
                <c:pt idx="60">
                  <c:v>-0.22170005404755955</c:v>
                </c:pt>
                <c:pt idx="61">
                  <c:v>-2.2559389541456198E-2</c:v>
                </c:pt>
                <c:pt idx="62">
                  <c:v>0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413056"/>
        <c:axId val="168419328"/>
      </c:scatterChart>
      <c:valAx>
        <c:axId val="16841305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419328"/>
        <c:crosses val="autoZero"/>
        <c:crossBetween val="midCat"/>
      </c:valAx>
      <c:valAx>
        <c:axId val="16841932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41305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06:00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12:00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Summer!$C$19:$AZ$19</c:f>
                <c:numCache>
                  <c:formatCode>General</c:formatCode>
                  <c:ptCount val="50"/>
                  <c:pt idx="0">
                    <c:v>1.0767560065013398E-2</c:v>
                  </c:pt>
                  <c:pt idx="1">
                    <c:v>8.4439492640500866E-3</c:v>
                  </c:pt>
                  <c:pt idx="2">
                    <c:v>7.3471931880016283E-3</c:v>
                  </c:pt>
                  <c:pt idx="3">
                    <c:v>7.3013033268776182E-3</c:v>
                  </c:pt>
                  <c:pt idx="4">
                    <c:v>7.7394710240511946E-3</c:v>
                  </c:pt>
                  <c:pt idx="5">
                    <c:v>6.9357209141251968E-3</c:v>
                  </c:pt>
                  <c:pt idx="6">
                    <c:v>6.7574914810633879E-3</c:v>
                  </c:pt>
                  <c:pt idx="7">
                    <c:v>6.5870045590561959E-3</c:v>
                  </c:pt>
                  <c:pt idx="8">
                    <c:v>6.5293330189272886E-3</c:v>
                  </c:pt>
                  <c:pt idx="9">
                    <c:v>6.747519035379697E-3</c:v>
                  </c:pt>
                  <c:pt idx="10">
                    <c:v>6.8867350079314608E-3</c:v>
                  </c:pt>
                  <c:pt idx="11">
                    <c:v>7.1515105367932798E-3</c:v>
                  </c:pt>
                  <c:pt idx="12">
                    <c:v>7.564522858483907E-3</c:v>
                  </c:pt>
                  <c:pt idx="13">
                    <c:v>7.6993510799651188E-3</c:v>
                  </c:pt>
                  <c:pt idx="14">
                    <c:v>7.9225484372328278E-3</c:v>
                  </c:pt>
                  <c:pt idx="15">
                    <c:v>8.3248311791254016E-3</c:v>
                  </c:pt>
                  <c:pt idx="16">
                    <c:v>8.3003573134018665E-3</c:v>
                  </c:pt>
                  <c:pt idx="17">
                    <c:v>7.9295558106674529E-3</c:v>
                  </c:pt>
                  <c:pt idx="18">
                    <c:v>8.1522562600473865E-3</c:v>
                  </c:pt>
                  <c:pt idx="19">
                    <c:v>8.3113516706042369E-3</c:v>
                  </c:pt>
                  <c:pt idx="20">
                    <c:v>9.9848176009064895E-3</c:v>
                  </c:pt>
                  <c:pt idx="21">
                    <c:v>1.0668845222044969E-2</c:v>
                  </c:pt>
                  <c:pt idx="22">
                    <c:v>1.157334952121522E-2</c:v>
                  </c:pt>
                  <c:pt idx="23">
                    <c:v>1.2244044425868524E-2</c:v>
                  </c:pt>
                  <c:pt idx="24">
                    <c:v>1.1416739791463145E-2</c:v>
                  </c:pt>
                  <c:pt idx="25">
                    <c:v>9.8164045405090498E-3</c:v>
                  </c:pt>
                  <c:pt idx="26">
                    <c:v>7.7183897057070587E-3</c:v>
                  </c:pt>
                  <c:pt idx="27">
                    <c:v>7.1563043557944413E-3</c:v>
                  </c:pt>
                  <c:pt idx="28">
                    <c:v>6.4729320881047481E-3</c:v>
                  </c:pt>
                  <c:pt idx="29">
                    <c:v>6.4623683644298808E-3</c:v>
                  </c:pt>
                  <c:pt idx="30">
                    <c:v>6.126613376217914E-3</c:v>
                  </c:pt>
                  <c:pt idx="31">
                    <c:v>6.1885782679215106E-3</c:v>
                  </c:pt>
                  <c:pt idx="32">
                    <c:v>5.943278590861298E-3</c:v>
                  </c:pt>
                  <c:pt idx="33">
                    <c:v>6.0745718132771201E-3</c:v>
                  </c:pt>
                  <c:pt idx="34">
                    <c:v>5.9915935019898654E-3</c:v>
                  </c:pt>
                  <c:pt idx="35">
                    <c:v>5.9651530721667369E-3</c:v>
                  </c:pt>
                  <c:pt idx="36">
                    <c:v>5.6146548250943125E-3</c:v>
                  </c:pt>
                  <c:pt idx="37">
                    <c:v>5.8873842247637196E-3</c:v>
                  </c:pt>
                  <c:pt idx="38">
                    <c:v>6.0315166756752386E-3</c:v>
                  </c:pt>
                  <c:pt idx="39">
                    <c:v>5.8839363688839427E-3</c:v>
                  </c:pt>
                  <c:pt idx="40">
                    <c:v>6.0488087645991524E-3</c:v>
                  </c:pt>
                  <c:pt idx="41">
                    <c:v>6.2058525564814317E-3</c:v>
                  </c:pt>
                  <c:pt idx="42">
                    <c:v>6.2626781892901997E-3</c:v>
                  </c:pt>
                  <c:pt idx="43">
                    <c:v>6.2298978455691901E-3</c:v>
                  </c:pt>
                  <c:pt idx="44">
                    <c:v>6.4379893953806474E-3</c:v>
                  </c:pt>
                  <c:pt idx="45">
                    <c:v>6.3727924278675777E-3</c:v>
                  </c:pt>
                  <c:pt idx="46">
                    <c:v>6.7556083446310622E-3</c:v>
                  </c:pt>
                  <c:pt idx="47">
                    <c:v>6.7303413334356991E-3</c:v>
                  </c:pt>
                  <c:pt idx="48">
                    <c:v>6.9459550300884102E-3</c:v>
                  </c:pt>
                  <c:pt idx="49">
                    <c:v>7.0912726017652201E-3</c:v>
                  </c:pt>
                </c:numCache>
              </c:numRef>
            </c:plus>
            <c:minus>
              <c:numRef>
                <c:f>Summer!$C$19:$AZ$19</c:f>
                <c:numCache>
                  <c:formatCode>General</c:formatCode>
                  <c:ptCount val="50"/>
                  <c:pt idx="0">
                    <c:v>1.0767560065013398E-2</c:v>
                  </c:pt>
                  <c:pt idx="1">
                    <c:v>8.4439492640500866E-3</c:v>
                  </c:pt>
                  <c:pt idx="2">
                    <c:v>7.3471931880016283E-3</c:v>
                  </c:pt>
                  <c:pt idx="3">
                    <c:v>7.3013033268776182E-3</c:v>
                  </c:pt>
                  <c:pt idx="4">
                    <c:v>7.7394710240511946E-3</c:v>
                  </c:pt>
                  <c:pt idx="5">
                    <c:v>6.9357209141251968E-3</c:v>
                  </c:pt>
                  <c:pt idx="6">
                    <c:v>6.7574914810633879E-3</c:v>
                  </c:pt>
                  <c:pt idx="7">
                    <c:v>6.5870045590561959E-3</c:v>
                  </c:pt>
                  <c:pt idx="8">
                    <c:v>6.5293330189272886E-3</c:v>
                  </c:pt>
                  <c:pt idx="9">
                    <c:v>6.747519035379697E-3</c:v>
                  </c:pt>
                  <c:pt idx="10">
                    <c:v>6.8867350079314608E-3</c:v>
                  </c:pt>
                  <c:pt idx="11">
                    <c:v>7.1515105367932798E-3</c:v>
                  </c:pt>
                  <c:pt idx="12">
                    <c:v>7.564522858483907E-3</c:v>
                  </c:pt>
                  <c:pt idx="13">
                    <c:v>7.6993510799651188E-3</c:v>
                  </c:pt>
                  <c:pt idx="14">
                    <c:v>7.9225484372328278E-3</c:v>
                  </c:pt>
                  <c:pt idx="15">
                    <c:v>8.3248311791254016E-3</c:v>
                  </c:pt>
                  <c:pt idx="16">
                    <c:v>8.3003573134018665E-3</c:v>
                  </c:pt>
                  <c:pt idx="17">
                    <c:v>7.9295558106674529E-3</c:v>
                  </c:pt>
                  <c:pt idx="18">
                    <c:v>8.1522562600473865E-3</c:v>
                  </c:pt>
                  <c:pt idx="19">
                    <c:v>8.3113516706042369E-3</c:v>
                  </c:pt>
                  <c:pt idx="20">
                    <c:v>9.9848176009064895E-3</c:v>
                  </c:pt>
                  <c:pt idx="21">
                    <c:v>1.0668845222044969E-2</c:v>
                  </c:pt>
                  <c:pt idx="22">
                    <c:v>1.157334952121522E-2</c:v>
                  </c:pt>
                  <c:pt idx="23">
                    <c:v>1.2244044425868524E-2</c:v>
                  </c:pt>
                  <c:pt idx="24">
                    <c:v>1.1416739791463145E-2</c:v>
                  </c:pt>
                  <c:pt idx="25">
                    <c:v>9.8164045405090498E-3</c:v>
                  </c:pt>
                  <c:pt idx="26">
                    <c:v>7.7183897057070587E-3</c:v>
                  </c:pt>
                  <c:pt idx="27">
                    <c:v>7.1563043557944413E-3</c:v>
                  </c:pt>
                  <c:pt idx="28">
                    <c:v>6.4729320881047481E-3</c:v>
                  </c:pt>
                  <c:pt idx="29">
                    <c:v>6.4623683644298808E-3</c:v>
                  </c:pt>
                  <c:pt idx="30">
                    <c:v>6.126613376217914E-3</c:v>
                  </c:pt>
                  <c:pt idx="31">
                    <c:v>6.1885782679215106E-3</c:v>
                  </c:pt>
                  <c:pt idx="32">
                    <c:v>5.943278590861298E-3</c:v>
                  </c:pt>
                  <c:pt idx="33">
                    <c:v>6.0745718132771201E-3</c:v>
                  </c:pt>
                  <c:pt idx="34">
                    <c:v>5.9915935019898654E-3</c:v>
                  </c:pt>
                  <c:pt idx="35">
                    <c:v>5.9651530721667369E-3</c:v>
                  </c:pt>
                  <c:pt idx="36">
                    <c:v>5.6146548250943125E-3</c:v>
                  </c:pt>
                  <c:pt idx="37">
                    <c:v>5.8873842247637196E-3</c:v>
                  </c:pt>
                  <c:pt idx="38">
                    <c:v>6.0315166756752386E-3</c:v>
                  </c:pt>
                  <c:pt idx="39">
                    <c:v>5.8839363688839427E-3</c:v>
                  </c:pt>
                  <c:pt idx="40">
                    <c:v>6.0488087645991524E-3</c:v>
                  </c:pt>
                  <c:pt idx="41">
                    <c:v>6.2058525564814317E-3</c:v>
                  </c:pt>
                  <c:pt idx="42">
                    <c:v>6.2626781892901997E-3</c:v>
                  </c:pt>
                  <c:pt idx="43">
                    <c:v>6.2298978455691901E-3</c:v>
                  </c:pt>
                  <c:pt idx="44">
                    <c:v>6.4379893953806474E-3</c:v>
                  </c:pt>
                  <c:pt idx="45">
                    <c:v>6.3727924278675777E-3</c:v>
                  </c:pt>
                  <c:pt idx="46">
                    <c:v>6.7556083446310622E-3</c:v>
                  </c:pt>
                  <c:pt idx="47">
                    <c:v>6.7303413334356991E-3</c:v>
                  </c:pt>
                  <c:pt idx="48">
                    <c:v>6.9459550300884102E-3</c:v>
                  </c:pt>
                  <c:pt idx="49">
                    <c:v>7.0912726017652201E-3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Summer!$C$18:$BM$18</c:f>
              <c:numCache>
                <c:formatCode>General</c:formatCode>
                <c:ptCount val="63"/>
                <c:pt idx="0">
                  <c:v>0.55479786843072421</c:v>
                </c:pt>
                <c:pt idx="1">
                  <c:v>0.1263965453877251</c:v>
                </c:pt>
                <c:pt idx="2">
                  <c:v>2.4649614112458647E-2</c:v>
                </c:pt>
                <c:pt idx="3">
                  <c:v>2.3575578831312002E-2</c:v>
                </c:pt>
                <c:pt idx="4">
                  <c:v>2.8723074237412709E-2</c:v>
                </c:pt>
                <c:pt idx="5">
                  <c:v>3.4642539507533959E-2</c:v>
                </c:pt>
                <c:pt idx="6">
                  <c:v>4.0419917309812564E-2</c:v>
                </c:pt>
                <c:pt idx="7">
                  <c:v>4.045424476295479E-2</c:v>
                </c:pt>
                <c:pt idx="8">
                  <c:v>4.1860069827269426E-2</c:v>
                </c:pt>
                <c:pt idx="9">
                  <c:v>4.613524439544283E-2</c:v>
                </c:pt>
                <c:pt idx="10">
                  <c:v>4.5431826534362403E-2</c:v>
                </c:pt>
                <c:pt idx="11">
                  <c:v>3.7956633590591704E-2</c:v>
                </c:pt>
                <c:pt idx="12">
                  <c:v>3.7019478133039373E-2</c:v>
                </c:pt>
                <c:pt idx="13">
                  <c:v>3.6714443219404688E-2</c:v>
                </c:pt>
                <c:pt idx="14">
                  <c:v>3.574319352465051E-2</c:v>
                </c:pt>
                <c:pt idx="15">
                  <c:v>3.84714548802947E-2</c:v>
                </c:pt>
                <c:pt idx="16">
                  <c:v>3.9454277286135681E-2</c:v>
                </c:pt>
                <c:pt idx="17">
                  <c:v>3.9730825958702108E-2</c:v>
                </c:pt>
                <c:pt idx="18">
                  <c:v>3.0678466076696182E-2</c:v>
                </c:pt>
                <c:pt idx="19">
                  <c:v>2.3311184939091886E-2</c:v>
                </c:pt>
                <c:pt idx="20">
                  <c:v>1.7368032484311537E-2</c:v>
                </c:pt>
                <c:pt idx="21">
                  <c:v>2.8806356245380596E-2</c:v>
                </c:pt>
                <c:pt idx="22">
                  <c:v>3.2500924898261188E-2</c:v>
                </c:pt>
                <c:pt idx="23">
                  <c:v>2.9430262671106204E-2</c:v>
                </c:pt>
                <c:pt idx="24">
                  <c:v>2.8457545420837976E-2</c:v>
                </c:pt>
                <c:pt idx="25">
                  <c:v>1.536312849162017E-2</c:v>
                </c:pt>
                <c:pt idx="26">
                  <c:v>9.9477416946622075E-3</c:v>
                </c:pt>
                <c:pt idx="27">
                  <c:v>1.2279715035620553E-2</c:v>
                </c:pt>
                <c:pt idx="28">
                  <c:v>1.6816647919010108E-2</c:v>
                </c:pt>
                <c:pt idx="29">
                  <c:v>2.141516516516518E-2</c:v>
                </c:pt>
                <c:pt idx="30">
                  <c:v>1.5594431903686947E-2</c:v>
                </c:pt>
                <c:pt idx="31">
                  <c:v>2.0188323917137489E-2</c:v>
                </c:pt>
                <c:pt idx="32">
                  <c:v>2.0328425821064557E-2</c:v>
                </c:pt>
                <c:pt idx="33">
                  <c:v>2.8390151515151479E-2</c:v>
                </c:pt>
                <c:pt idx="34">
                  <c:v>2.1848899012908141E-2</c:v>
                </c:pt>
                <c:pt idx="35">
                  <c:v>3.0849450132726542E-2</c:v>
                </c:pt>
                <c:pt idx="36">
                  <c:v>2.0766894457099425E-2</c:v>
                </c:pt>
                <c:pt idx="37">
                  <c:v>4.2284302546560272E-2</c:v>
                </c:pt>
                <c:pt idx="38">
                  <c:v>5.2831622957050586E-2</c:v>
                </c:pt>
                <c:pt idx="39">
                  <c:v>5.9828571428571488E-2</c:v>
                </c:pt>
                <c:pt idx="40">
                  <c:v>7.4065598779557554E-2</c:v>
                </c:pt>
                <c:pt idx="41">
                  <c:v>7.5448644520809474E-2</c:v>
                </c:pt>
                <c:pt idx="42">
                  <c:v>7.4139908256880702E-2</c:v>
                </c:pt>
                <c:pt idx="43">
                  <c:v>9.1340996168582309E-2</c:v>
                </c:pt>
                <c:pt idx="44">
                  <c:v>0.10901419255849641</c:v>
                </c:pt>
                <c:pt idx="45">
                  <c:v>0.12110215053763453</c:v>
                </c:pt>
                <c:pt idx="46">
                  <c:v>0.12193995381062361</c:v>
                </c:pt>
                <c:pt idx="47">
                  <c:v>0.11445086705202338</c:v>
                </c:pt>
                <c:pt idx="48">
                  <c:v>0.11049382716049376</c:v>
                </c:pt>
                <c:pt idx="49">
                  <c:v>0.11633720930232565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Summer!$C$22:$BM$22</c:f>
                <c:numCache>
                  <c:formatCode>General</c:formatCode>
                  <c:ptCount val="63"/>
                  <c:pt idx="0">
                    <c:v>2.2392162349270484E-2</c:v>
                  </c:pt>
                  <c:pt idx="1">
                    <c:v>1.916340974017109E-2</c:v>
                  </c:pt>
                  <c:pt idx="2">
                    <c:v>1.7134667036989615E-2</c:v>
                  </c:pt>
                  <c:pt idx="3">
                    <c:v>1.7407325950049121E-2</c:v>
                  </c:pt>
                  <c:pt idx="4">
                    <c:v>1.7329346635662827E-2</c:v>
                  </c:pt>
                  <c:pt idx="5">
                    <c:v>1.6381678716194135E-2</c:v>
                  </c:pt>
                  <c:pt idx="6">
                    <c:v>1.5701914385576159E-2</c:v>
                  </c:pt>
                  <c:pt idx="7">
                    <c:v>1.4065184754417573E-2</c:v>
                  </c:pt>
                  <c:pt idx="8">
                    <c:v>1.3757499966289964E-2</c:v>
                  </c:pt>
                  <c:pt idx="9">
                    <c:v>1.4874217983781772E-2</c:v>
                  </c:pt>
                  <c:pt idx="10">
                    <c:v>1.510170686812414E-2</c:v>
                  </c:pt>
                  <c:pt idx="11">
                    <c:v>1.5484793545360252E-2</c:v>
                  </c:pt>
                  <c:pt idx="12">
                    <c:v>1.5883643226039516E-2</c:v>
                  </c:pt>
                  <c:pt idx="13">
                    <c:v>1.6686764326083372E-2</c:v>
                  </c:pt>
                  <c:pt idx="14">
                    <c:v>1.7486009190766792E-2</c:v>
                  </c:pt>
                  <c:pt idx="15">
                    <c:v>1.8844416920245282E-2</c:v>
                  </c:pt>
                  <c:pt idx="16">
                    <c:v>1.9352977543874435E-2</c:v>
                  </c:pt>
                  <c:pt idx="17">
                    <c:v>1.7726517913033452E-2</c:v>
                  </c:pt>
                  <c:pt idx="18">
                    <c:v>1.6504751576136664E-2</c:v>
                  </c:pt>
                  <c:pt idx="19">
                    <c:v>1.5581380732068568E-2</c:v>
                  </c:pt>
                  <c:pt idx="20">
                    <c:v>1.7109215200247347E-2</c:v>
                  </c:pt>
                  <c:pt idx="21">
                    <c:v>2.4226721082284668E-2</c:v>
                  </c:pt>
                  <c:pt idx="22">
                    <c:v>2.5351846438108866E-2</c:v>
                  </c:pt>
                  <c:pt idx="23">
                    <c:v>2.5459710747611504E-2</c:v>
                  </c:pt>
                  <c:pt idx="24">
                    <c:v>2.396450808002908E-2</c:v>
                  </c:pt>
                  <c:pt idx="25">
                    <c:v>2.0637314440360988E-2</c:v>
                  </c:pt>
                  <c:pt idx="26">
                    <c:v>1.9154288419402865E-2</c:v>
                  </c:pt>
                  <c:pt idx="27">
                    <c:v>1.5838189277915343E-2</c:v>
                  </c:pt>
                  <c:pt idx="28">
                    <c:v>1.5598102337046406E-2</c:v>
                  </c:pt>
                  <c:pt idx="29">
                    <c:v>1.4166693961183549E-2</c:v>
                  </c:pt>
                  <c:pt idx="30">
                    <c:v>1.3686250545058351E-2</c:v>
                  </c:pt>
                  <c:pt idx="31">
                    <c:v>1.3373010629619828E-2</c:v>
                  </c:pt>
                  <c:pt idx="32">
                    <c:v>1.2158879872257881E-2</c:v>
                  </c:pt>
                  <c:pt idx="33">
                    <c:v>1.2179775731097017E-2</c:v>
                  </c:pt>
                  <c:pt idx="34">
                    <c:v>1.2099790063642884E-2</c:v>
                  </c:pt>
                  <c:pt idx="35">
                    <c:v>1.3251925023378614E-2</c:v>
                  </c:pt>
                  <c:pt idx="36">
                    <c:v>1.1734590548335838E-2</c:v>
                  </c:pt>
                  <c:pt idx="37">
                    <c:v>1.2272775853458349E-2</c:v>
                  </c:pt>
                  <c:pt idx="38">
                    <c:v>1.2010223502180598E-2</c:v>
                  </c:pt>
                  <c:pt idx="39">
                    <c:v>1.2593938899903512E-2</c:v>
                  </c:pt>
                  <c:pt idx="40">
                    <c:v>1.1535899347916684E-2</c:v>
                  </c:pt>
                  <c:pt idx="41">
                    <c:v>1.1757569587107003E-2</c:v>
                  </c:pt>
                  <c:pt idx="42">
                    <c:v>1.2255027868064001E-2</c:v>
                  </c:pt>
                  <c:pt idx="43">
                    <c:v>1.1142056862959692E-2</c:v>
                  </c:pt>
                  <c:pt idx="44">
                    <c:v>1.182104131614928E-2</c:v>
                  </c:pt>
                  <c:pt idx="45">
                    <c:v>1.1036790110539244E-2</c:v>
                  </c:pt>
                  <c:pt idx="46">
                    <c:v>1.1366970273374263E-2</c:v>
                  </c:pt>
                  <c:pt idx="47">
                    <c:v>1.2071672968906792E-2</c:v>
                  </c:pt>
                  <c:pt idx="48">
                    <c:v>1.2780091364464945E-2</c:v>
                  </c:pt>
                  <c:pt idx="49">
                    <c:v>1.3173367799527746E-2</c:v>
                  </c:pt>
                  <c:pt idx="50">
                    <c:v>1.3516004603323859E-2</c:v>
                  </c:pt>
                  <c:pt idx="51">
                    <c:v>1.4117786907445775E-2</c:v>
                  </c:pt>
                  <c:pt idx="52">
                    <c:v>1.427654578254795E-2</c:v>
                  </c:pt>
                  <c:pt idx="53">
                    <c:v>1.4997775443926465E-2</c:v>
                  </c:pt>
                  <c:pt idx="54">
                    <c:v>1.6107771008315886E-2</c:v>
                  </c:pt>
                  <c:pt idx="55">
                    <c:v>1.707771281089451E-2</c:v>
                  </c:pt>
                  <c:pt idx="56">
                    <c:v>1.7551780765028821E-2</c:v>
                  </c:pt>
                  <c:pt idx="57">
                    <c:v>1.6467035387957907E-2</c:v>
                  </c:pt>
                  <c:pt idx="58">
                    <c:v>1.7999218740921707E-2</c:v>
                  </c:pt>
                  <c:pt idx="59">
                    <c:v>1.8422750278334211E-2</c:v>
                  </c:pt>
                  <c:pt idx="60">
                    <c:v>1.8846310421892474E-2</c:v>
                  </c:pt>
                  <c:pt idx="61">
                    <c:v>1.8102104991641412E-2</c:v>
                  </c:pt>
                  <c:pt idx="62">
                    <c:v>2.0159926289303628E-2</c:v>
                  </c:pt>
                </c:numCache>
              </c:numRef>
            </c:plus>
            <c:minus>
              <c:numRef>
                <c:f>Summer!$C$22:$BM$22</c:f>
                <c:numCache>
                  <c:formatCode>General</c:formatCode>
                  <c:ptCount val="63"/>
                  <c:pt idx="0">
                    <c:v>2.2392162349270484E-2</c:v>
                  </c:pt>
                  <c:pt idx="1">
                    <c:v>1.916340974017109E-2</c:v>
                  </c:pt>
                  <c:pt idx="2">
                    <c:v>1.7134667036989615E-2</c:v>
                  </c:pt>
                  <c:pt idx="3">
                    <c:v>1.7407325950049121E-2</c:v>
                  </c:pt>
                  <c:pt idx="4">
                    <c:v>1.7329346635662827E-2</c:v>
                  </c:pt>
                  <c:pt idx="5">
                    <c:v>1.6381678716194135E-2</c:v>
                  </c:pt>
                  <c:pt idx="6">
                    <c:v>1.5701914385576159E-2</c:v>
                  </c:pt>
                  <c:pt idx="7">
                    <c:v>1.4065184754417573E-2</c:v>
                  </c:pt>
                  <c:pt idx="8">
                    <c:v>1.3757499966289964E-2</c:v>
                  </c:pt>
                  <c:pt idx="9">
                    <c:v>1.4874217983781772E-2</c:v>
                  </c:pt>
                  <c:pt idx="10">
                    <c:v>1.510170686812414E-2</c:v>
                  </c:pt>
                  <c:pt idx="11">
                    <c:v>1.5484793545360252E-2</c:v>
                  </c:pt>
                  <c:pt idx="12">
                    <c:v>1.5883643226039516E-2</c:v>
                  </c:pt>
                  <c:pt idx="13">
                    <c:v>1.6686764326083372E-2</c:v>
                  </c:pt>
                  <c:pt idx="14">
                    <c:v>1.7486009190766792E-2</c:v>
                  </c:pt>
                  <c:pt idx="15">
                    <c:v>1.8844416920245282E-2</c:v>
                  </c:pt>
                  <c:pt idx="16">
                    <c:v>1.9352977543874435E-2</c:v>
                  </c:pt>
                  <c:pt idx="17">
                    <c:v>1.7726517913033452E-2</c:v>
                  </c:pt>
                  <c:pt idx="18">
                    <c:v>1.6504751576136664E-2</c:v>
                  </c:pt>
                  <c:pt idx="19">
                    <c:v>1.5581380732068568E-2</c:v>
                  </c:pt>
                  <c:pt idx="20">
                    <c:v>1.7109215200247347E-2</c:v>
                  </c:pt>
                  <c:pt idx="21">
                    <c:v>2.4226721082284668E-2</c:v>
                  </c:pt>
                  <c:pt idx="22">
                    <c:v>2.5351846438108866E-2</c:v>
                  </c:pt>
                  <c:pt idx="23">
                    <c:v>2.5459710747611504E-2</c:v>
                  </c:pt>
                  <c:pt idx="24">
                    <c:v>2.396450808002908E-2</c:v>
                  </c:pt>
                  <c:pt idx="25">
                    <c:v>2.0637314440360988E-2</c:v>
                  </c:pt>
                  <c:pt idx="26">
                    <c:v>1.9154288419402865E-2</c:v>
                  </c:pt>
                  <c:pt idx="27">
                    <c:v>1.5838189277915343E-2</c:v>
                  </c:pt>
                  <c:pt idx="28">
                    <c:v>1.5598102337046406E-2</c:v>
                  </c:pt>
                  <c:pt idx="29">
                    <c:v>1.4166693961183549E-2</c:v>
                  </c:pt>
                  <c:pt idx="30">
                    <c:v>1.3686250545058351E-2</c:v>
                  </c:pt>
                  <c:pt idx="31">
                    <c:v>1.3373010629619828E-2</c:v>
                  </c:pt>
                  <c:pt idx="32">
                    <c:v>1.2158879872257881E-2</c:v>
                  </c:pt>
                  <c:pt idx="33">
                    <c:v>1.2179775731097017E-2</c:v>
                  </c:pt>
                  <c:pt idx="34">
                    <c:v>1.2099790063642884E-2</c:v>
                  </c:pt>
                  <c:pt idx="35">
                    <c:v>1.3251925023378614E-2</c:v>
                  </c:pt>
                  <c:pt idx="36">
                    <c:v>1.1734590548335838E-2</c:v>
                  </c:pt>
                  <c:pt idx="37">
                    <c:v>1.2272775853458349E-2</c:v>
                  </c:pt>
                  <c:pt idx="38">
                    <c:v>1.2010223502180598E-2</c:v>
                  </c:pt>
                  <c:pt idx="39">
                    <c:v>1.2593938899903512E-2</c:v>
                  </c:pt>
                  <c:pt idx="40">
                    <c:v>1.1535899347916684E-2</c:v>
                  </c:pt>
                  <c:pt idx="41">
                    <c:v>1.1757569587107003E-2</c:v>
                  </c:pt>
                  <c:pt idx="42">
                    <c:v>1.2255027868064001E-2</c:v>
                  </c:pt>
                  <c:pt idx="43">
                    <c:v>1.1142056862959692E-2</c:v>
                  </c:pt>
                  <c:pt idx="44">
                    <c:v>1.182104131614928E-2</c:v>
                  </c:pt>
                  <c:pt idx="45">
                    <c:v>1.1036790110539244E-2</c:v>
                  </c:pt>
                  <c:pt idx="46">
                    <c:v>1.1366970273374263E-2</c:v>
                  </c:pt>
                  <c:pt idx="47">
                    <c:v>1.2071672968906792E-2</c:v>
                  </c:pt>
                  <c:pt idx="48">
                    <c:v>1.2780091364464945E-2</c:v>
                  </c:pt>
                  <c:pt idx="49">
                    <c:v>1.3173367799527746E-2</c:v>
                  </c:pt>
                  <c:pt idx="50">
                    <c:v>1.3516004603323859E-2</c:v>
                  </c:pt>
                  <c:pt idx="51">
                    <c:v>1.4117786907445775E-2</c:v>
                  </c:pt>
                  <c:pt idx="52">
                    <c:v>1.427654578254795E-2</c:v>
                  </c:pt>
                  <c:pt idx="53">
                    <c:v>1.4997775443926465E-2</c:v>
                  </c:pt>
                  <c:pt idx="54">
                    <c:v>1.6107771008315886E-2</c:v>
                  </c:pt>
                  <c:pt idx="55">
                    <c:v>1.707771281089451E-2</c:v>
                  </c:pt>
                  <c:pt idx="56">
                    <c:v>1.7551780765028821E-2</c:v>
                  </c:pt>
                  <c:pt idx="57">
                    <c:v>1.6467035387957907E-2</c:v>
                  </c:pt>
                  <c:pt idx="58">
                    <c:v>1.7999218740921707E-2</c:v>
                  </c:pt>
                  <c:pt idx="59">
                    <c:v>1.8422750278334211E-2</c:v>
                  </c:pt>
                  <c:pt idx="60">
                    <c:v>1.8846310421892474E-2</c:v>
                  </c:pt>
                  <c:pt idx="61">
                    <c:v>1.8102104991641412E-2</c:v>
                  </c:pt>
                  <c:pt idx="62">
                    <c:v>2.0159926289303628E-2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Summer!$C$21:$BM$21</c:f>
              <c:numCache>
                <c:formatCode>General</c:formatCode>
                <c:ptCount val="63"/>
                <c:pt idx="0">
                  <c:v>0.50021803899590012</c:v>
                </c:pt>
                <c:pt idx="1">
                  <c:v>0.12527337590400514</c:v>
                </c:pt>
                <c:pt idx="2">
                  <c:v>1.716239739814902E-2</c:v>
                </c:pt>
                <c:pt idx="3">
                  <c:v>9.7006702814135381E-3</c:v>
                </c:pt>
                <c:pt idx="4">
                  <c:v>4.0132203304979824E-2</c:v>
                </c:pt>
                <c:pt idx="5">
                  <c:v>4.8711126893483274E-2</c:v>
                </c:pt>
                <c:pt idx="6">
                  <c:v>3.6169506682605337E-2</c:v>
                </c:pt>
                <c:pt idx="7">
                  <c:v>3.2074327921469359E-2</c:v>
                </c:pt>
                <c:pt idx="8">
                  <c:v>2.6251127279211424E-2</c:v>
                </c:pt>
                <c:pt idx="9">
                  <c:v>2.9553844560913655E-2</c:v>
                </c:pt>
                <c:pt idx="10">
                  <c:v>3.2286676080505602E-2</c:v>
                </c:pt>
                <c:pt idx="11">
                  <c:v>4.2165269271665626E-2</c:v>
                </c:pt>
                <c:pt idx="12">
                  <c:v>5.3066208470011686E-2</c:v>
                </c:pt>
                <c:pt idx="13">
                  <c:v>6.453667593557616E-2</c:v>
                </c:pt>
                <c:pt idx="14">
                  <c:v>7.1876673791087239E-2</c:v>
                </c:pt>
                <c:pt idx="15">
                  <c:v>5.7504887008296396E-2</c:v>
                </c:pt>
                <c:pt idx="16">
                  <c:v>5.1512960696797949E-2</c:v>
                </c:pt>
                <c:pt idx="17">
                  <c:v>4.7549163558448154E-2</c:v>
                </c:pt>
                <c:pt idx="18">
                  <c:v>3.2306841784394975E-2</c:v>
                </c:pt>
                <c:pt idx="19">
                  <c:v>1.2333357437909399E-2</c:v>
                </c:pt>
                <c:pt idx="20">
                  <c:v>-6.8691544946365059E-3</c:v>
                </c:pt>
                <c:pt idx="21">
                  <c:v>-7.0254651403675273E-3</c:v>
                </c:pt>
                <c:pt idx="22">
                  <c:v>-7.5465427450369053E-3</c:v>
                </c:pt>
                <c:pt idx="23">
                  <c:v>1.7274523433431166E-2</c:v>
                </c:pt>
                <c:pt idx="24">
                  <c:v>2.4580638920753919E-2</c:v>
                </c:pt>
                <c:pt idx="25">
                  <c:v>9.1515161317638968E-3</c:v>
                </c:pt>
                <c:pt idx="26">
                  <c:v>9.8661082012475049E-3</c:v>
                </c:pt>
                <c:pt idx="27">
                  <c:v>-1.0438824349376182E-2</c:v>
                </c:pt>
                <c:pt idx="28">
                  <c:v>8.2242527462852847E-4</c:v>
                </c:pt>
                <c:pt idx="29">
                  <c:v>7.7393386138367602E-3</c:v>
                </c:pt>
                <c:pt idx="30">
                  <c:v>-9.6690327448001896E-3</c:v>
                </c:pt>
                <c:pt idx="31">
                  <c:v>-1.3785909876658869E-2</c:v>
                </c:pt>
                <c:pt idx="32">
                  <c:v>-5.0997075585966648E-3</c:v>
                </c:pt>
                <c:pt idx="33">
                  <c:v>-1.990088095333761E-3</c:v>
                </c:pt>
                <c:pt idx="34">
                  <c:v>5.6535856775679705E-3</c:v>
                </c:pt>
                <c:pt idx="35">
                  <c:v>2.1106232053461054E-2</c:v>
                </c:pt>
                <c:pt idx="36">
                  <c:v>-7.0993082463014726E-4</c:v>
                </c:pt>
                <c:pt idx="37">
                  <c:v>-6.7839763984163461E-5</c:v>
                </c:pt>
                <c:pt idx="38">
                  <c:v>4.1752883076685031E-2</c:v>
                </c:pt>
                <c:pt idx="39">
                  <c:v>3.7646621142748769E-2</c:v>
                </c:pt>
                <c:pt idx="40">
                  <c:v>3.253213221722083E-2</c:v>
                </c:pt>
                <c:pt idx="41">
                  <c:v>5.855403445879178E-2</c:v>
                </c:pt>
                <c:pt idx="42">
                  <c:v>4.5063583217012614E-2</c:v>
                </c:pt>
                <c:pt idx="43">
                  <c:v>5.0188770749729307E-2</c:v>
                </c:pt>
                <c:pt idx="44">
                  <c:v>6.809485056696174E-2</c:v>
                </c:pt>
                <c:pt idx="45">
                  <c:v>9.9221660147101931E-2</c:v>
                </c:pt>
                <c:pt idx="46">
                  <c:v>8.7472814434071275E-2</c:v>
                </c:pt>
                <c:pt idx="47">
                  <c:v>8.4474716065544173E-2</c:v>
                </c:pt>
                <c:pt idx="48">
                  <c:v>8.2421023787816336E-2</c:v>
                </c:pt>
                <c:pt idx="49">
                  <c:v>9.5743469145732729E-2</c:v>
                </c:pt>
                <c:pt idx="50">
                  <c:v>8.776547355563126E-2</c:v>
                </c:pt>
                <c:pt idx="51">
                  <c:v>7.6485954316676985E-2</c:v>
                </c:pt>
                <c:pt idx="52">
                  <c:v>5.6447374462890977E-2</c:v>
                </c:pt>
                <c:pt idx="53">
                  <c:v>3.2300697069392148E-2</c:v>
                </c:pt>
                <c:pt idx="54">
                  <c:v>9.9967247303300757E-4</c:v>
                </c:pt>
                <c:pt idx="55">
                  <c:v>6.6947432677728859E-3</c:v>
                </c:pt>
                <c:pt idx="56">
                  <c:v>2.4368913222192526E-3</c:v>
                </c:pt>
                <c:pt idx="57">
                  <c:v>-1.2414410099910258E-2</c:v>
                </c:pt>
                <c:pt idx="58">
                  <c:v>-4.6241999366691388E-3</c:v>
                </c:pt>
                <c:pt idx="59">
                  <c:v>8.2450004839590193E-3</c:v>
                </c:pt>
                <c:pt idx="60">
                  <c:v>2.2545522505946772E-2</c:v>
                </c:pt>
                <c:pt idx="61">
                  <c:v>6.5074592490526703E-2</c:v>
                </c:pt>
                <c:pt idx="62">
                  <c:v>6.2175320166888787E-2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Summer!$C$25:$BM$25</c:f>
                <c:numCache>
                  <c:formatCode>General</c:formatCode>
                  <c:ptCount val="63"/>
                  <c:pt idx="0">
                    <c:v>1.5690985973158121E-2</c:v>
                  </c:pt>
                  <c:pt idx="1">
                    <c:v>1.1699358112269952E-2</c:v>
                  </c:pt>
                  <c:pt idx="2">
                    <c:v>9.6966611442259008E-3</c:v>
                  </c:pt>
                  <c:pt idx="3">
                    <c:v>9.6753668180202812E-3</c:v>
                  </c:pt>
                  <c:pt idx="4">
                    <c:v>9.2430008834442808E-3</c:v>
                  </c:pt>
                  <c:pt idx="5">
                    <c:v>8.0187633104054357E-3</c:v>
                  </c:pt>
                  <c:pt idx="6">
                    <c:v>7.2233980690151198E-3</c:v>
                  </c:pt>
                  <c:pt idx="7">
                    <c:v>7.1867578444129816E-3</c:v>
                  </c:pt>
                  <c:pt idx="8">
                    <c:v>7.2265531777037564E-3</c:v>
                  </c:pt>
                  <c:pt idx="9">
                    <c:v>7.2715439346431928E-3</c:v>
                  </c:pt>
                  <c:pt idx="10">
                    <c:v>7.1429700206065722E-3</c:v>
                  </c:pt>
                  <c:pt idx="11">
                    <c:v>7.6643124121021523E-3</c:v>
                  </c:pt>
                  <c:pt idx="12">
                    <c:v>7.434895727169908E-3</c:v>
                  </c:pt>
                  <c:pt idx="13">
                    <c:v>7.3148625859577251E-3</c:v>
                  </c:pt>
                  <c:pt idx="14">
                    <c:v>7.3870927329597463E-3</c:v>
                  </c:pt>
                  <c:pt idx="15">
                    <c:v>7.732895919414424E-3</c:v>
                  </c:pt>
                  <c:pt idx="16">
                    <c:v>7.3764200076714094E-3</c:v>
                  </c:pt>
                  <c:pt idx="17">
                    <c:v>6.8327367320018782E-3</c:v>
                  </c:pt>
                  <c:pt idx="18">
                    <c:v>6.8392280746313846E-3</c:v>
                  </c:pt>
                  <c:pt idx="19">
                    <c:v>6.7332773296497781E-3</c:v>
                  </c:pt>
                  <c:pt idx="20">
                    <c:v>6.9888672576090445E-3</c:v>
                  </c:pt>
                  <c:pt idx="21">
                    <c:v>6.7383604875465809E-3</c:v>
                  </c:pt>
                  <c:pt idx="22">
                    <c:v>6.5848736513211617E-3</c:v>
                  </c:pt>
                  <c:pt idx="23">
                    <c:v>6.8186486235176013E-3</c:v>
                  </c:pt>
                  <c:pt idx="24">
                    <c:v>7.487024680910127E-3</c:v>
                  </c:pt>
                  <c:pt idx="25">
                    <c:v>8.7106901550124561E-3</c:v>
                  </c:pt>
                  <c:pt idx="26">
                    <c:v>9.6486796780701298E-3</c:v>
                  </c:pt>
                  <c:pt idx="27">
                    <c:v>9.565728430709677E-3</c:v>
                  </c:pt>
                  <c:pt idx="28">
                    <c:v>1.055908481266043E-2</c:v>
                  </c:pt>
                  <c:pt idx="29">
                    <c:v>9.948312039987221E-3</c:v>
                  </c:pt>
                  <c:pt idx="30">
                    <c:v>1.0416609541301913E-2</c:v>
                  </c:pt>
                  <c:pt idx="31">
                    <c:v>1.0667593200595765E-2</c:v>
                  </c:pt>
                  <c:pt idx="32">
                    <c:v>1.1750703362902142E-2</c:v>
                  </c:pt>
                  <c:pt idx="33">
                    <c:v>1.287581895050517E-2</c:v>
                  </c:pt>
                  <c:pt idx="34">
                    <c:v>1.234313856464944E-2</c:v>
                  </c:pt>
                  <c:pt idx="35">
                    <c:v>1.2832934291223867E-2</c:v>
                  </c:pt>
                  <c:pt idx="36">
                    <c:v>1.2817607325863883E-2</c:v>
                  </c:pt>
                  <c:pt idx="37">
                    <c:v>1.2280107313494019E-2</c:v>
                  </c:pt>
                  <c:pt idx="38">
                    <c:v>1.21290197238833E-2</c:v>
                  </c:pt>
                  <c:pt idx="39">
                    <c:v>1.2390163999704391E-2</c:v>
                  </c:pt>
                  <c:pt idx="40">
                    <c:v>1.1426533923208668E-2</c:v>
                  </c:pt>
                  <c:pt idx="41">
                    <c:v>1.2079870557362076E-2</c:v>
                  </c:pt>
                  <c:pt idx="42">
                    <c:v>1.2154770054634383E-2</c:v>
                  </c:pt>
                  <c:pt idx="43">
                    <c:v>1.1598637882696775E-2</c:v>
                  </c:pt>
                  <c:pt idx="44">
                    <c:v>1.2189861818515517E-2</c:v>
                  </c:pt>
                  <c:pt idx="45">
                    <c:v>1.2233008199339141E-2</c:v>
                  </c:pt>
                  <c:pt idx="46">
                    <c:v>1.287146611266868E-2</c:v>
                  </c:pt>
                  <c:pt idx="47">
                    <c:v>1.3399421445828412E-2</c:v>
                  </c:pt>
                  <c:pt idx="48">
                    <c:v>1.4153449290368811E-2</c:v>
                  </c:pt>
                  <c:pt idx="49">
                    <c:v>1.4848379055778268E-2</c:v>
                  </c:pt>
                  <c:pt idx="50">
                    <c:v>1.4646270043983414E-2</c:v>
                  </c:pt>
                  <c:pt idx="51">
                    <c:v>1.583559100555083E-2</c:v>
                  </c:pt>
                  <c:pt idx="52">
                    <c:v>1.790754557265033E-2</c:v>
                  </c:pt>
                  <c:pt idx="53">
                    <c:v>2.1015195454928286E-2</c:v>
                  </c:pt>
                  <c:pt idx="54">
                    <c:v>2.3386741234862847E-2</c:v>
                  </c:pt>
                  <c:pt idx="55">
                    <c:v>3.0709874338946262E-2</c:v>
                  </c:pt>
                  <c:pt idx="56">
                    <c:v>4.2667869386506616E-2</c:v>
                  </c:pt>
                  <c:pt idx="57">
                    <c:v>5.5132740766705074E-2</c:v>
                  </c:pt>
                  <c:pt idx="58">
                    <c:v>8.2914378988628495E-2</c:v>
                  </c:pt>
                  <c:pt idx="59">
                    <c:v>0.12572185511400322</c:v>
                  </c:pt>
                  <c:pt idx="60">
                    <c:v>0.25662512842776114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Summer!$C$25:$BM$25</c:f>
                <c:numCache>
                  <c:formatCode>General</c:formatCode>
                  <c:ptCount val="63"/>
                  <c:pt idx="0">
                    <c:v>1.5690985973158121E-2</c:v>
                  </c:pt>
                  <c:pt idx="1">
                    <c:v>1.1699358112269952E-2</c:v>
                  </c:pt>
                  <c:pt idx="2">
                    <c:v>9.6966611442259008E-3</c:v>
                  </c:pt>
                  <c:pt idx="3">
                    <c:v>9.6753668180202812E-3</c:v>
                  </c:pt>
                  <c:pt idx="4">
                    <c:v>9.2430008834442808E-3</c:v>
                  </c:pt>
                  <c:pt idx="5">
                    <c:v>8.0187633104054357E-3</c:v>
                  </c:pt>
                  <c:pt idx="6">
                    <c:v>7.2233980690151198E-3</c:v>
                  </c:pt>
                  <c:pt idx="7">
                    <c:v>7.1867578444129816E-3</c:v>
                  </c:pt>
                  <c:pt idx="8">
                    <c:v>7.2265531777037564E-3</c:v>
                  </c:pt>
                  <c:pt idx="9">
                    <c:v>7.2715439346431928E-3</c:v>
                  </c:pt>
                  <c:pt idx="10">
                    <c:v>7.1429700206065722E-3</c:v>
                  </c:pt>
                  <c:pt idx="11">
                    <c:v>7.6643124121021523E-3</c:v>
                  </c:pt>
                  <c:pt idx="12">
                    <c:v>7.434895727169908E-3</c:v>
                  </c:pt>
                  <c:pt idx="13">
                    <c:v>7.3148625859577251E-3</c:v>
                  </c:pt>
                  <c:pt idx="14">
                    <c:v>7.3870927329597463E-3</c:v>
                  </c:pt>
                  <c:pt idx="15">
                    <c:v>7.732895919414424E-3</c:v>
                  </c:pt>
                  <c:pt idx="16">
                    <c:v>7.3764200076714094E-3</c:v>
                  </c:pt>
                  <c:pt idx="17">
                    <c:v>6.8327367320018782E-3</c:v>
                  </c:pt>
                  <c:pt idx="18">
                    <c:v>6.8392280746313846E-3</c:v>
                  </c:pt>
                  <c:pt idx="19">
                    <c:v>6.7332773296497781E-3</c:v>
                  </c:pt>
                  <c:pt idx="20">
                    <c:v>6.9888672576090445E-3</c:v>
                  </c:pt>
                  <c:pt idx="21">
                    <c:v>6.7383604875465809E-3</c:v>
                  </c:pt>
                  <c:pt idx="22">
                    <c:v>6.5848736513211617E-3</c:v>
                  </c:pt>
                  <c:pt idx="23">
                    <c:v>6.8186486235176013E-3</c:v>
                  </c:pt>
                  <c:pt idx="24">
                    <c:v>7.487024680910127E-3</c:v>
                  </c:pt>
                  <c:pt idx="25">
                    <c:v>8.7106901550124561E-3</c:v>
                  </c:pt>
                  <c:pt idx="26">
                    <c:v>9.6486796780701298E-3</c:v>
                  </c:pt>
                  <c:pt idx="27">
                    <c:v>9.565728430709677E-3</c:v>
                  </c:pt>
                  <c:pt idx="28">
                    <c:v>1.055908481266043E-2</c:v>
                  </c:pt>
                  <c:pt idx="29">
                    <c:v>9.948312039987221E-3</c:v>
                  </c:pt>
                  <c:pt idx="30">
                    <c:v>1.0416609541301913E-2</c:v>
                  </c:pt>
                  <c:pt idx="31">
                    <c:v>1.0667593200595765E-2</c:v>
                  </c:pt>
                  <c:pt idx="32">
                    <c:v>1.1750703362902142E-2</c:v>
                  </c:pt>
                  <c:pt idx="33">
                    <c:v>1.287581895050517E-2</c:v>
                  </c:pt>
                  <c:pt idx="34">
                    <c:v>1.234313856464944E-2</c:v>
                  </c:pt>
                  <c:pt idx="35">
                    <c:v>1.2832934291223867E-2</c:v>
                  </c:pt>
                  <c:pt idx="36">
                    <c:v>1.2817607325863883E-2</c:v>
                  </c:pt>
                  <c:pt idx="37">
                    <c:v>1.2280107313494019E-2</c:v>
                  </c:pt>
                  <c:pt idx="38">
                    <c:v>1.21290197238833E-2</c:v>
                  </c:pt>
                  <c:pt idx="39">
                    <c:v>1.2390163999704391E-2</c:v>
                  </c:pt>
                  <c:pt idx="40">
                    <c:v>1.1426533923208668E-2</c:v>
                  </c:pt>
                  <c:pt idx="41">
                    <c:v>1.2079870557362076E-2</c:v>
                  </c:pt>
                  <c:pt idx="42">
                    <c:v>1.2154770054634383E-2</c:v>
                  </c:pt>
                  <c:pt idx="43">
                    <c:v>1.1598637882696775E-2</c:v>
                  </c:pt>
                  <c:pt idx="44">
                    <c:v>1.2189861818515517E-2</c:v>
                  </c:pt>
                  <c:pt idx="45">
                    <c:v>1.2233008199339141E-2</c:v>
                  </c:pt>
                  <c:pt idx="46">
                    <c:v>1.287146611266868E-2</c:v>
                  </c:pt>
                  <c:pt idx="47">
                    <c:v>1.3399421445828412E-2</c:v>
                  </c:pt>
                  <c:pt idx="48">
                    <c:v>1.4153449290368811E-2</c:v>
                  </c:pt>
                  <c:pt idx="49">
                    <c:v>1.4848379055778268E-2</c:v>
                  </c:pt>
                  <c:pt idx="50">
                    <c:v>1.4646270043983414E-2</c:v>
                  </c:pt>
                  <c:pt idx="51">
                    <c:v>1.583559100555083E-2</c:v>
                  </c:pt>
                  <c:pt idx="52">
                    <c:v>1.790754557265033E-2</c:v>
                  </c:pt>
                  <c:pt idx="53">
                    <c:v>2.1015195454928286E-2</c:v>
                  </c:pt>
                  <c:pt idx="54">
                    <c:v>2.3386741234862847E-2</c:v>
                  </c:pt>
                  <c:pt idx="55">
                    <c:v>3.0709874338946262E-2</c:v>
                  </c:pt>
                  <c:pt idx="56">
                    <c:v>4.2667869386506616E-2</c:v>
                  </c:pt>
                  <c:pt idx="57">
                    <c:v>5.5132740766705074E-2</c:v>
                  </c:pt>
                  <c:pt idx="58">
                    <c:v>8.2914378988628495E-2</c:v>
                  </c:pt>
                  <c:pt idx="59">
                    <c:v>0.12572185511400322</c:v>
                  </c:pt>
                  <c:pt idx="60">
                    <c:v>0.25662512842776114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Summer!$C$24:$BM$24</c:f>
              <c:numCache>
                <c:formatCode>General</c:formatCode>
                <c:ptCount val="63"/>
                <c:pt idx="0">
                  <c:v>0.98751470364926786</c:v>
                </c:pt>
                <c:pt idx="1">
                  <c:v>0.28618532350660469</c:v>
                </c:pt>
                <c:pt idx="2">
                  <c:v>-1.8081234093651845E-2</c:v>
                </c:pt>
                <c:pt idx="3">
                  <c:v>-2.9958043328364395E-2</c:v>
                </c:pt>
                <c:pt idx="4">
                  <c:v>2.4686914215476647E-3</c:v>
                </c:pt>
                <c:pt idx="5">
                  <c:v>2.0265168286040438E-2</c:v>
                </c:pt>
                <c:pt idx="6">
                  <c:v>2.5107238676099559E-2</c:v>
                </c:pt>
                <c:pt idx="7">
                  <c:v>2.5594287869781653E-2</c:v>
                </c:pt>
                <c:pt idx="8">
                  <c:v>3.7069865848383406E-2</c:v>
                </c:pt>
                <c:pt idx="9">
                  <c:v>5.3171224133088162E-2</c:v>
                </c:pt>
                <c:pt idx="10">
                  <c:v>6.0209403800540094E-2</c:v>
                </c:pt>
                <c:pt idx="11">
                  <c:v>5.2401497535961329E-2</c:v>
                </c:pt>
                <c:pt idx="12">
                  <c:v>4.4321961557614718E-2</c:v>
                </c:pt>
                <c:pt idx="13">
                  <c:v>4.2372017525461318E-2</c:v>
                </c:pt>
                <c:pt idx="14">
                  <c:v>3.6556998078128532E-2</c:v>
                </c:pt>
                <c:pt idx="15">
                  <c:v>2.7828284549344478E-2</c:v>
                </c:pt>
                <c:pt idx="16">
                  <c:v>1.9584814185532699E-2</c:v>
                </c:pt>
                <c:pt idx="17">
                  <c:v>1.8410002735330722E-2</c:v>
                </c:pt>
                <c:pt idx="18">
                  <c:v>1.7227166550858177E-2</c:v>
                </c:pt>
                <c:pt idx="19">
                  <c:v>1.334307597380968E-2</c:v>
                </c:pt>
                <c:pt idx="20">
                  <c:v>8.108513526818472E-3</c:v>
                </c:pt>
                <c:pt idx="21">
                  <c:v>1.5930016261490835E-3</c:v>
                </c:pt>
                <c:pt idx="22">
                  <c:v>1.5163849194876396E-2</c:v>
                </c:pt>
                <c:pt idx="23">
                  <c:v>2.0832042743868791E-2</c:v>
                </c:pt>
                <c:pt idx="24">
                  <c:v>2.070196535378549E-2</c:v>
                </c:pt>
                <c:pt idx="25">
                  <c:v>3.3491723579180226E-2</c:v>
                </c:pt>
                <c:pt idx="26">
                  <c:v>3.3738734622660124E-2</c:v>
                </c:pt>
                <c:pt idx="27">
                  <c:v>2.0727537849894558E-2</c:v>
                </c:pt>
                <c:pt idx="28">
                  <c:v>1.6031461099606029E-2</c:v>
                </c:pt>
                <c:pt idx="29">
                  <c:v>2.1736093217091332E-2</c:v>
                </c:pt>
                <c:pt idx="30">
                  <c:v>7.8483525312831991E-3</c:v>
                </c:pt>
                <c:pt idx="31">
                  <c:v>-2.6484616522144025E-2</c:v>
                </c:pt>
                <c:pt idx="32">
                  <c:v>-2.848046997241753E-2</c:v>
                </c:pt>
                <c:pt idx="33">
                  <c:v>-3.1275651613272289E-2</c:v>
                </c:pt>
                <c:pt idx="34">
                  <c:v>-1.1721975524708581E-2</c:v>
                </c:pt>
                <c:pt idx="35">
                  <c:v>2.4051228426610113E-2</c:v>
                </c:pt>
                <c:pt idx="36">
                  <c:v>5.190059524910115E-2</c:v>
                </c:pt>
                <c:pt idx="37">
                  <c:v>3.1229571462686088E-2</c:v>
                </c:pt>
                <c:pt idx="38">
                  <c:v>2.4027261253093693E-2</c:v>
                </c:pt>
                <c:pt idx="39">
                  <c:v>1.6064880833213915E-2</c:v>
                </c:pt>
                <c:pt idx="40">
                  <c:v>3.2309385879021386E-2</c:v>
                </c:pt>
                <c:pt idx="41">
                  <c:v>3.5764813558973901E-2</c:v>
                </c:pt>
                <c:pt idx="42">
                  <c:v>2.135619894994888E-2</c:v>
                </c:pt>
                <c:pt idx="43">
                  <c:v>1.6977203032730859E-2</c:v>
                </c:pt>
                <c:pt idx="44">
                  <c:v>-9.6758616295150104E-3</c:v>
                </c:pt>
                <c:pt idx="45">
                  <c:v>-1.0588184545306578E-2</c:v>
                </c:pt>
                <c:pt idx="46">
                  <c:v>-3.8256410227719981E-3</c:v>
                </c:pt>
                <c:pt idx="47">
                  <c:v>3.1911645393387037E-3</c:v>
                </c:pt>
                <c:pt idx="48">
                  <c:v>1.3344395556236044E-2</c:v>
                </c:pt>
                <c:pt idx="49">
                  <c:v>8.8422533446164808E-3</c:v>
                </c:pt>
                <c:pt idx="50">
                  <c:v>1.7129634403097605E-2</c:v>
                </c:pt>
                <c:pt idx="51">
                  <c:v>5.6904388382434591E-2</c:v>
                </c:pt>
                <c:pt idx="52">
                  <c:v>5.1992882657622357E-2</c:v>
                </c:pt>
                <c:pt idx="53">
                  <c:v>5.5902162028716298E-2</c:v>
                </c:pt>
                <c:pt idx="54">
                  <c:v>4.7210993368629377E-2</c:v>
                </c:pt>
                <c:pt idx="55">
                  <c:v>7.3002130539266208E-3</c:v>
                </c:pt>
                <c:pt idx="56">
                  <c:v>-1.0613294994458082E-2</c:v>
                </c:pt>
                <c:pt idx="57">
                  <c:v>-4.9446905264984534E-2</c:v>
                </c:pt>
                <c:pt idx="58">
                  <c:v>-1.8574067366814728E-2</c:v>
                </c:pt>
                <c:pt idx="59">
                  <c:v>-7.0825025750626533E-2</c:v>
                </c:pt>
                <c:pt idx="60">
                  <c:v>-2.7973172943068295E-3</c:v>
                </c:pt>
                <c:pt idx="61">
                  <c:v>8.6583563529984531E-2</c:v>
                </c:pt>
                <c:pt idx="62">
                  <c:v>0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567744"/>
        <c:axId val="169569664"/>
      </c:scatterChart>
      <c:valAx>
        <c:axId val="16956774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569664"/>
        <c:crosses val="autoZero"/>
        <c:crossBetween val="midCat"/>
      </c:valAx>
      <c:valAx>
        <c:axId val="169569664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56774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12:00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18:00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Summer!$C$31:$AZ$31</c:f>
                <c:numCache>
                  <c:formatCode>General</c:formatCode>
                  <c:ptCount val="50"/>
                  <c:pt idx="0">
                    <c:v>1.0529202661829912E-2</c:v>
                  </c:pt>
                  <c:pt idx="1">
                    <c:v>8.3490775383518907E-3</c:v>
                  </c:pt>
                  <c:pt idx="2">
                    <c:v>7.3134240037441532E-3</c:v>
                  </c:pt>
                  <c:pt idx="3">
                    <c:v>6.826562544588308E-3</c:v>
                  </c:pt>
                  <c:pt idx="4">
                    <c:v>6.9866069920230603E-3</c:v>
                  </c:pt>
                  <c:pt idx="5">
                    <c:v>6.9172865955109235E-3</c:v>
                  </c:pt>
                  <c:pt idx="6">
                    <c:v>7.0100118046034464E-3</c:v>
                  </c:pt>
                  <c:pt idx="7">
                    <c:v>7.1440031663513879E-3</c:v>
                  </c:pt>
                  <c:pt idx="8">
                    <c:v>6.8347287945570677E-3</c:v>
                  </c:pt>
                  <c:pt idx="9">
                    <c:v>6.8783460611547484E-3</c:v>
                  </c:pt>
                  <c:pt idx="10">
                    <c:v>7.2552636889494163E-3</c:v>
                  </c:pt>
                  <c:pt idx="11">
                    <c:v>7.5687850738081651E-3</c:v>
                  </c:pt>
                  <c:pt idx="12">
                    <c:v>7.6597152749456653E-3</c:v>
                  </c:pt>
                  <c:pt idx="13">
                    <c:v>7.7746766241338942E-3</c:v>
                  </c:pt>
                  <c:pt idx="14">
                    <c:v>8.20861782733966E-3</c:v>
                  </c:pt>
                  <c:pt idx="15">
                    <c:v>8.3270775265404089E-3</c:v>
                  </c:pt>
                  <c:pt idx="16">
                    <c:v>8.3520408790397696E-3</c:v>
                  </c:pt>
                  <c:pt idx="17">
                    <c:v>8.4145023597141377E-3</c:v>
                  </c:pt>
                  <c:pt idx="18">
                    <c:v>8.5037853835648256E-3</c:v>
                  </c:pt>
                  <c:pt idx="19">
                    <c:v>8.7149236620386403E-3</c:v>
                  </c:pt>
                  <c:pt idx="20">
                    <c:v>9.2980470790984399E-3</c:v>
                  </c:pt>
                  <c:pt idx="21">
                    <c:v>1.0334786761978675E-2</c:v>
                  </c:pt>
                  <c:pt idx="22">
                    <c:v>1.1462155229978881E-2</c:v>
                  </c:pt>
                  <c:pt idx="23">
                    <c:v>1.1907604725473099E-2</c:v>
                  </c:pt>
                  <c:pt idx="24">
                    <c:v>1.0697044523867496E-2</c:v>
                  </c:pt>
                  <c:pt idx="25">
                    <c:v>9.3091285700721907E-3</c:v>
                  </c:pt>
                  <c:pt idx="26">
                    <c:v>8.0561499118336315E-3</c:v>
                  </c:pt>
                  <c:pt idx="27">
                    <c:v>6.7939603854461541E-3</c:v>
                  </c:pt>
                  <c:pt idx="28">
                    <c:v>6.606730335172813E-3</c:v>
                  </c:pt>
                  <c:pt idx="29">
                    <c:v>6.5474478688003126E-3</c:v>
                  </c:pt>
                  <c:pt idx="30">
                    <c:v>6.4362610415827585E-3</c:v>
                  </c:pt>
                  <c:pt idx="31">
                    <c:v>5.8719516069245794E-3</c:v>
                  </c:pt>
                  <c:pt idx="32">
                    <c:v>5.8845455441075131E-3</c:v>
                  </c:pt>
                  <c:pt idx="33">
                    <c:v>6.0407939327817546E-3</c:v>
                  </c:pt>
                  <c:pt idx="34">
                    <c:v>5.7102822637210282E-3</c:v>
                  </c:pt>
                  <c:pt idx="35">
                    <c:v>5.8794358146058955E-3</c:v>
                  </c:pt>
                  <c:pt idx="36">
                    <c:v>5.749552872211636E-3</c:v>
                  </c:pt>
                  <c:pt idx="37">
                    <c:v>5.9422257416941035E-3</c:v>
                  </c:pt>
                  <c:pt idx="38">
                    <c:v>5.9091865964348697E-3</c:v>
                  </c:pt>
                  <c:pt idx="39">
                    <c:v>5.9819941057627848E-3</c:v>
                  </c:pt>
                  <c:pt idx="40">
                    <c:v>5.9402505566249261E-3</c:v>
                  </c:pt>
                  <c:pt idx="41">
                    <c:v>6.0514704472302509E-3</c:v>
                  </c:pt>
                  <c:pt idx="42">
                    <c:v>6.347233736921731E-3</c:v>
                  </c:pt>
                  <c:pt idx="43">
                    <c:v>6.3036083369950192E-3</c:v>
                  </c:pt>
                  <c:pt idx="44">
                    <c:v>6.2712441826473717E-3</c:v>
                  </c:pt>
                  <c:pt idx="45">
                    <c:v>6.6702304483453106E-3</c:v>
                  </c:pt>
                  <c:pt idx="46">
                    <c:v>6.9423638370449438E-3</c:v>
                  </c:pt>
                  <c:pt idx="47">
                    <c:v>6.8385656877295708E-3</c:v>
                  </c:pt>
                  <c:pt idx="48">
                    <c:v>6.9617853253276544E-3</c:v>
                  </c:pt>
                  <c:pt idx="49">
                    <c:v>7.3211516033442588E-3</c:v>
                  </c:pt>
                </c:numCache>
              </c:numRef>
            </c:plus>
            <c:minus>
              <c:numRef>
                <c:f>Summer!$C$31:$AZ$31</c:f>
                <c:numCache>
                  <c:formatCode>General</c:formatCode>
                  <c:ptCount val="50"/>
                  <c:pt idx="0">
                    <c:v>1.0529202661829912E-2</c:v>
                  </c:pt>
                  <c:pt idx="1">
                    <c:v>8.3490775383518907E-3</c:v>
                  </c:pt>
                  <c:pt idx="2">
                    <c:v>7.3134240037441532E-3</c:v>
                  </c:pt>
                  <c:pt idx="3">
                    <c:v>6.826562544588308E-3</c:v>
                  </c:pt>
                  <c:pt idx="4">
                    <c:v>6.9866069920230603E-3</c:v>
                  </c:pt>
                  <c:pt idx="5">
                    <c:v>6.9172865955109235E-3</c:v>
                  </c:pt>
                  <c:pt idx="6">
                    <c:v>7.0100118046034464E-3</c:v>
                  </c:pt>
                  <c:pt idx="7">
                    <c:v>7.1440031663513879E-3</c:v>
                  </c:pt>
                  <c:pt idx="8">
                    <c:v>6.8347287945570677E-3</c:v>
                  </c:pt>
                  <c:pt idx="9">
                    <c:v>6.8783460611547484E-3</c:v>
                  </c:pt>
                  <c:pt idx="10">
                    <c:v>7.2552636889494163E-3</c:v>
                  </c:pt>
                  <c:pt idx="11">
                    <c:v>7.5687850738081651E-3</c:v>
                  </c:pt>
                  <c:pt idx="12">
                    <c:v>7.6597152749456653E-3</c:v>
                  </c:pt>
                  <c:pt idx="13">
                    <c:v>7.7746766241338942E-3</c:v>
                  </c:pt>
                  <c:pt idx="14">
                    <c:v>8.20861782733966E-3</c:v>
                  </c:pt>
                  <c:pt idx="15">
                    <c:v>8.3270775265404089E-3</c:v>
                  </c:pt>
                  <c:pt idx="16">
                    <c:v>8.3520408790397696E-3</c:v>
                  </c:pt>
                  <c:pt idx="17">
                    <c:v>8.4145023597141377E-3</c:v>
                  </c:pt>
                  <c:pt idx="18">
                    <c:v>8.5037853835648256E-3</c:v>
                  </c:pt>
                  <c:pt idx="19">
                    <c:v>8.7149236620386403E-3</c:v>
                  </c:pt>
                  <c:pt idx="20">
                    <c:v>9.2980470790984399E-3</c:v>
                  </c:pt>
                  <c:pt idx="21">
                    <c:v>1.0334786761978675E-2</c:v>
                  </c:pt>
                  <c:pt idx="22">
                    <c:v>1.1462155229978881E-2</c:v>
                  </c:pt>
                  <c:pt idx="23">
                    <c:v>1.1907604725473099E-2</c:v>
                  </c:pt>
                  <c:pt idx="24">
                    <c:v>1.0697044523867496E-2</c:v>
                  </c:pt>
                  <c:pt idx="25">
                    <c:v>9.3091285700721907E-3</c:v>
                  </c:pt>
                  <c:pt idx="26">
                    <c:v>8.0561499118336315E-3</c:v>
                  </c:pt>
                  <c:pt idx="27">
                    <c:v>6.7939603854461541E-3</c:v>
                  </c:pt>
                  <c:pt idx="28">
                    <c:v>6.606730335172813E-3</c:v>
                  </c:pt>
                  <c:pt idx="29">
                    <c:v>6.5474478688003126E-3</c:v>
                  </c:pt>
                  <c:pt idx="30">
                    <c:v>6.4362610415827585E-3</c:v>
                  </c:pt>
                  <c:pt idx="31">
                    <c:v>5.8719516069245794E-3</c:v>
                  </c:pt>
                  <c:pt idx="32">
                    <c:v>5.8845455441075131E-3</c:v>
                  </c:pt>
                  <c:pt idx="33">
                    <c:v>6.0407939327817546E-3</c:v>
                  </c:pt>
                  <c:pt idx="34">
                    <c:v>5.7102822637210282E-3</c:v>
                  </c:pt>
                  <c:pt idx="35">
                    <c:v>5.8794358146058955E-3</c:v>
                  </c:pt>
                  <c:pt idx="36">
                    <c:v>5.749552872211636E-3</c:v>
                  </c:pt>
                  <c:pt idx="37">
                    <c:v>5.9422257416941035E-3</c:v>
                  </c:pt>
                  <c:pt idx="38">
                    <c:v>5.9091865964348697E-3</c:v>
                  </c:pt>
                  <c:pt idx="39">
                    <c:v>5.9819941057627848E-3</c:v>
                  </c:pt>
                  <c:pt idx="40">
                    <c:v>5.9402505566249261E-3</c:v>
                  </c:pt>
                  <c:pt idx="41">
                    <c:v>6.0514704472302509E-3</c:v>
                  </c:pt>
                  <c:pt idx="42">
                    <c:v>6.347233736921731E-3</c:v>
                  </c:pt>
                  <c:pt idx="43">
                    <c:v>6.3036083369950192E-3</c:v>
                  </c:pt>
                  <c:pt idx="44">
                    <c:v>6.2712441826473717E-3</c:v>
                  </c:pt>
                  <c:pt idx="45">
                    <c:v>6.6702304483453106E-3</c:v>
                  </c:pt>
                  <c:pt idx="46">
                    <c:v>6.9423638370449438E-3</c:v>
                  </c:pt>
                  <c:pt idx="47">
                    <c:v>6.8385656877295708E-3</c:v>
                  </c:pt>
                  <c:pt idx="48">
                    <c:v>6.9617853253276544E-3</c:v>
                  </c:pt>
                  <c:pt idx="49">
                    <c:v>7.3211516033442588E-3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Summer!$C$30:$BM$30</c:f>
              <c:numCache>
                <c:formatCode>General</c:formatCode>
                <c:ptCount val="63"/>
                <c:pt idx="0">
                  <c:v>0.18119178584525139</c:v>
                </c:pt>
                <c:pt idx="1">
                  <c:v>0.24487165383204981</c:v>
                </c:pt>
                <c:pt idx="2">
                  <c:v>0.1981387605427207</c:v>
                </c:pt>
                <c:pt idx="3">
                  <c:v>0.10982400073340669</c:v>
                </c:pt>
                <c:pt idx="4">
                  <c:v>5.4599614961496193E-2</c:v>
                </c:pt>
                <c:pt idx="5">
                  <c:v>3.1147958471150282E-2</c:v>
                </c:pt>
                <c:pt idx="6">
                  <c:v>2.4546021268793568E-2</c:v>
                </c:pt>
                <c:pt idx="7">
                  <c:v>2.7533956729006246E-2</c:v>
                </c:pt>
                <c:pt idx="8">
                  <c:v>2.8714961496149636E-2</c:v>
                </c:pt>
                <c:pt idx="9">
                  <c:v>3.9959112577924505E-2</c:v>
                </c:pt>
                <c:pt idx="10">
                  <c:v>4.0205353868720192E-2</c:v>
                </c:pt>
                <c:pt idx="11">
                  <c:v>4.3657865786578626E-2</c:v>
                </c:pt>
                <c:pt idx="12">
                  <c:v>4.3782544921158774E-2</c:v>
                </c:pt>
                <c:pt idx="13">
                  <c:v>4.436490455212927E-2</c:v>
                </c:pt>
                <c:pt idx="14">
                  <c:v>4.6108663729809068E-2</c:v>
                </c:pt>
                <c:pt idx="15">
                  <c:v>4.9963289280469891E-2</c:v>
                </c:pt>
                <c:pt idx="16">
                  <c:v>5.1249540610069859E-2</c:v>
                </c:pt>
                <c:pt idx="17">
                  <c:v>4.5860927152317918E-2</c:v>
                </c:pt>
                <c:pt idx="18">
                  <c:v>4.0231788079470247E-2</c:v>
                </c:pt>
                <c:pt idx="19">
                  <c:v>3.3628318584070872E-2</c:v>
                </c:pt>
                <c:pt idx="20">
                  <c:v>2.6622418879056028E-2</c:v>
                </c:pt>
                <c:pt idx="21">
                  <c:v>1.3008130081300811E-2</c:v>
                </c:pt>
                <c:pt idx="22">
                  <c:v>1.8148148148148374E-3</c:v>
                </c:pt>
                <c:pt idx="23">
                  <c:v>-1.2090773809523908E-3</c:v>
                </c:pt>
                <c:pt idx="24">
                  <c:v>-6.217228464419508E-3</c:v>
                </c:pt>
                <c:pt idx="25">
                  <c:v>-1.3923337091319066E-2</c:v>
                </c:pt>
                <c:pt idx="26">
                  <c:v>6.4783427495291911E-3</c:v>
                </c:pt>
                <c:pt idx="27">
                  <c:v>9.4375235938103504E-5</c:v>
                </c:pt>
                <c:pt idx="28">
                  <c:v>1.3212533031332662E-3</c:v>
                </c:pt>
                <c:pt idx="29">
                  <c:v>-1.5134317063942587E-4</c:v>
                </c:pt>
                <c:pt idx="30">
                  <c:v>-5.1704545454545258E-3</c:v>
                </c:pt>
                <c:pt idx="31">
                  <c:v>-8.9015151515151516E-3</c:v>
                </c:pt>
                <c:pt idx="32">
                  <c:v>-6.5299924069855851E-3</c:v>
                </c:pt>
                <c:pt idx="33">
                  <c:v>-9.341704718417037E-3</c:v>
                </c:pt>
                <c:pt idx="34">
                  <c:v>-7.827415043909963E-4</c:v>
                </c:pt>
                <c:pt idx="35">
                  <c:v>-3.306574923547394E-3</c:v>
                </c:pt>
                <c:pt idx="36">
                  <c:v>7.1756601607348052E-3</c:v>
                </c:pt>
                <c:pt idx="37">
                  <c:v>-2.9535864978902562E-3</c:v>
                </c:pt>
                <c:pt idx="38">
                  <c:v>-1.3981588032220915E-2</c:v>
                </c:pt>
                <c:pt idx="39">
                  <c:v>-2.5663206459054223E-2</c:v>
                </c:pt>
                <c:pt idx="40">
                  <c:v>-3.2813702848344901E-2</c:v>
                </c:pt>
                <c:pt idx="41">
                  <c:v>-3.5472061657032726E-2</c:v>
                </c:pt>
                <c:pt idx="42">
                  <c:v>-3.9055876685934528E-2</c:v>
                </c:pt>
                <c:pt idx="43">
                  <c:v>-5.4282407407407363E-2</c:v>
                </c:pt>
                <c:pt idx="44">
                  <c:v>-6.7188103514870617E-2</c:v>
                </c:pt>
                <c:pt idx="45">
                  <c:v>-7.1827706635622879E-2</c:v>
                </c:pt>
                <c:pt idx="46">
                  <c:v>-7.5844004656577341E-2</c:v>
                </c:pt>
                <c:pt idx="47">
                  <c:v>-7.6207165109034372E-2</c:v>
                </c:pt>
                <c:pt idx="48">
                  <c:v>-6.8808411214953236E-2</c:v>
                </c:pt>
                <c:pt idx="49">
                  <c:v>-6.8462138953942209E-2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Summer!$C$34:$BM$34</c:f>
                <c:numCache>
                  <c:formatCode>General</c:formatCode>
                  <c:ptCount val="63"/>
                  <c:pt idx="0">
                    <c:v>2.1515076459704012E-2</c:v>
                  </c:pt>
                  <c:pt idx="1">
                    <c:v>1.6449420876439691E-2</c:v>
                  </c:pt>
                  <c:pt idx="2">
                    <c:v>1.5559013331783172E-2</c:v>
                  </c:pt>
                  <c:pt idx="3">
                    <c:v>1.5143040621964862E-2</c:v>
                  </c:pt>
                  <c:pt idx="4">
                    <c:v>1.5040752431347245E-2</c:v>
                  </c:pt>
                  <c:pt idx="5">
                    <c:v>1.4225321623292075E-2</c:v>
                  </c:pt>
                  <c:pt idx="6">
                    <c:v>1.5325079515481106E-2</c:v>
                  </c:pt>
                  <c:pt idx="7">
                    <c:v>1.4502622309421714E-2</c:v>
                  </c:pt>
                  <c:pt idx="8">
                    <c:v>1.4006356901120781E-2</c:v>
                  </c:pt>
                  <c:pt idx="9">
                    <c:v>1.4334023142466307E-2</c:v>
                  </c:pt>
                  <c:pt idx="10">
                    <c:v>1.6310051830782695E-2</c:v>
                  </c:pt>
                  <c:pt idx="11">
                    <c:v>1.6941505135497779E-2</c:v>
                  </c:pt>
                  <c:pt idx="12">
                    <c:v>1.7546319302155951E-2</c:v>
                  </c:pt>
                  <c:pt idx="13">
                    <c:v>1.8510677339024988E-2</c:v>
                  </c:pt>
                  <c:pt idx="14">
                    <c:v>1.9987333922880306E-2</c:v>
                  </c:pt>
                  <c:pt idx="15">
                    <c:v>1.9127548885218108E-2</c:v>
                  </c:pt>
                  <c:pt idx="16">
                    <c:v>1.8381639079337337E-2</c:v>
                  </c:pt>
                  <c:pt idx="17">
                    <c:v>1.789079528349059E-2</c:v>
                  </c:pt>
                  <c:pt idx="18">
                    <c:v>1.7188777288775839E-2</c:v>
                  </c:pt>
                  <c:pt idx="19">
                    <c:v>1.6451105783689468E-2</c:v>
                  </c:pt>
                  <c:pt idx="20">
                    <c:v>1.8385609877312671E-2</c:v>
                  </c:pt>
                  <c:pt idx="21">
                    <c:v>2.0669163960918779E-2</c:v>
                  </c:pt>
                  <c:pt idx="22">
                    <c:v>2.5373812344610568E-2</c:v>
                  </c:pt>
                  <c:pt idx="23">
                    <c:v>2.5359790508816458E-2</c:v>
                  </c:pt>
                  <c:pt idx="24">
                    <c:v>2.6181844854245642E-2</c:v>
                  </c:pt>
                  <c:pt idx="25">
                    <c:v>2.1283771122158623E-2</c:v>
                  </c:pt>
                  <c:pt idx="26">
                    <c:v>1.7651664857976111E-2</c:v>
                  </c:pt>
                  <c:pt idx="27">
                    <c:v>1.6142704253527665E-2</c:v>
                  </c:pt>
                  <c:pt idx="28">
                    <c:v>1.4923532423212975E-2</c:v>
                  </c:pt>
                  <c:pt idx="29">
                    <c:v>1.3265767239408132E-2</c:v>
                  </c:pt>
                  <c:pt idx="30">
                    <c:v>1.3031844627063449E-2</c:v>
                  </c:pt>
                  <c:pt idx="31">
                    <c:v>1.39030459051521E-2</c:v>
                  </c:pt>
                  <c:pt idx="32">
                    <c:v>1.2999004447901771E-2</c:v>
                  </c:pt>
                  <c:pt idx="33">
                    <c:v>1.1969119147436985E-2</c:v>
                  </c:pt>
                  <c:pt idx="34">
                    <c:v>1.2617899849256129E-2</c:v>
                  </c:pt>
                  <c:pt idx="35">
                    <c:v>1.2582978992578184E-2</c:v>
                  </c:pt>
                  <c:pt idx="36">
                    <c:v>1.1629347001765019E-2</c:v>
                  </c:pt>
                  <c:pt idx="37">
                    <c:v>1.0969942780830787E-2</c:v>
                  </c:pt>
                  <c:pt idx="38">
                    <c:v>1.1857638269878283E-2</c:v>
                  </c:pt>
                  <c:pt idx="39">
                    <c:v>1.097126317494841E-2</c:v>
                  </c:pt>
                  <c:pt idx="40">
                    <c:v>1.2103414688290449E-2</c:v>
                  </c:pt>
                  <c:pt idx="41">
                    <c:v>1.0876017999107342E-2</c:v>
                  </c:pt>
                  <c:pt idx="42">
                    <c:v>1.149292579253002E-2</c:v>
                  </c:pt>
                  <c:pt idx="43">
                    <c:v>1.1127812439500557E-2</c:v>
                  </c:pt>
                  <c:pt idx="44">
                    <c:v>1.1562586176805507E-2</c:v>
                  </c:pt>
                  <c:pt idx="45">
                    <c:v>1.2196150255573602E-2</c:v>
                  </c:pt>
                  <c:pt idx="46">
                    <c:v>1.0866705409552238E-2</c:v>
                  </c:pt>
                  <c:pt idx="47">
                    <c:v>1.1249881539592898E-2</c:v>
                  </c:pt>
                  <c:pt idx="48">
                    <c:v>1.3657842635421797E-2</c:v>
                  </c:pt>
                  <c:pt idx="49">
                    <c:v>1.3681328849970234E-2</c:v>
                  </c:pt>
                  <c:pt idx="50">
                    <c:v>1.2850657934289385E-2</c:v>
                  </c:pt>
                  <c:pt idx="51">
                    <c:v>1.4396142917735328E-2</c:v>
                  </c:pt>
                  <c:pt idx="52">
                    <c:v>1.5258416080541506E-2</c:v>
                  </c:pt>
                  <c:pt idx="53">
                    <c:v>1.475025958995501E-2</c:v>
                  </c:pt>
                  <c:pt idx="54">
                    <c:v>1.6643950295111069E-2</c:v>
                  </c:pt>
                  <c:pt idx="55">
                    <c:v>1.6295826370949919E-2</c:v>
                  </c:pt>
                  <c:pt idx="56">
                    <c:v>1.613251786392262E-2</c:v>
                  </c:pt>
                  <c:pt idx="57">
                    <c:v>1.603756449348049E-2</c:v>
                  </c:pt>
                  <c:pt idx="58">
                    <c:v>1.7590028301707181E-2</c:v>
                  </c:pt>
                  <c:pt idx="59">
                    <c:v>1.6930317133530163E-2</c:v>
                  </c:pt>
                  <c:pt idx="60">
                    <c:v>1.708213843676094E-2</c:v>
                  </c:pt>
                  <c:pt idx="61">
                    <c:v>1.7561555649417224E-2</c:v>
                  </c:pt>
                  <c:pt idx="62">
                    <c:v>1.8979122066193621E-2</c:v>
                  </c:pt>
                </c:numCache>
              </c:numRef>
            </c:plus>
            <c:minus>
              <c:numRef>
                <c:f>Summer!$C$34:$BM$34</c:f>
                <c:numCache>
                  <c:formatCode>General</c:formatCode>
                  <c:ptCount val="63"/>
                  <c:pt idx="0">
                    <c:v>2.1515076459704012E-2</c:v>
                  </c:pt>
                  <c:pt idx="1">
                    <c:v>1.6449420876439691E-2</c:v>
                  </c:pt>
                  <c:pt idx="2">
                    <c:v>1.5559013331783172E-2</c:v>
                  </c:pt>
                  <c:pt idx="3">
                    <c:v>1.5143040621964862E-2</c:v>
                  </c:pt>
                  <c:pt idx="4">
                    <c:v>1.5040752431347245E-2</c:v>
                  </c:pt>
                  <c:pt idx="5">
                    <c:v>1.4225321623292075E-2</c:v>
                  </c:pt>
                  <c:pt idx="6">
                    <c:v>1.5325079515481106E-2</c:v>
                  </c:pt>
                  <c:pt idx="7">
                    <c:v>1.4502622309421714E-2</c:v>
                  </c:pt>
                  <c:pt idx="8">
                    <c:v>1.4006356901120781E-2</c:v>
                  </c:pt>
                  <c:pt idx="9">
                    <c:v>1.4334023142466307E-2</c:v>
                  </c:pt>
                  <c:pt idx="10">
                    <c:v>1.6310051830782695E-2</c:v>
                  </c:pt>
                  <c:pt idx="11">
                    <c:v>1.6941505135497779E-2</c:v>
                  </c:pt>
                  <c:pt idx="12">
                    <c:v>1.7546319302155951E-2</c:v>
                  </c:pt>
                  <c:pt idx="13">
                    <c:v>1.8510677339024988E-2</c:v>
                  </c:pt>
                  <c:pt idx="14">
                    <c:v>1.9987333922880306E-2</c:v>
                  </c:pt>
                  <c:pt idx="15">
                    <c:v>1.9127548885218108E-2</c:v>
                  </c:pt>
                  <c:pt idx="16">
                    <c:v>1.8381639079337337E-2</c:v>
                  </c:pt>
                  <c:pt idx="17">
                    <c:v>1.789079528349059E-2</c:v>
                  </c:pt>
                  <c:pt idx="18">
                    <c:v>1.7188777288775839E-2</c:v>
                  </c:pt>
                  <c:pt idx="19">
                    <c:v>1.6451105783689468E-2</c:v>
                  </c:pt>
                  <c:pt idx="20">
                    <c:v>1.8385609877312671E-2</c:v>
                  </c:pt>
                  <c:pt idx="21">
                    <c:v>2.0669163960918779E-2</c:v>
                  </c:pt>
                  <c:pt idx="22">
                    <c:v>2.5373812344610568E-2</c:v>
                  </c:pt>
                  <c:pt idx="23">
                    <c:v>2.5359790508816458E-2</c:v>
                  </c:pt>
                  <c:pt idx="24">
                    <c:v>2.6181844854245642E-2</c:v>
                  </c:pt>
                  <c:pt idx="25">
                    <c:v>2.1283771122158623E-2</c:v>
                  </c:pt>
                  <c:pt idx="26">
                    <c:v>1.7651664857976111E-2</c:v>
                  </c:pt>
                  <c:pt idx="27">
                    <c:v>1.6142704253527665E-2</c:v>
                  </c:pt>
                  <c:pt idx="28">
                    <c:v>1.4923532423212975E-2</c:v>
                  </c:pt>
                  <c:pt idx="29">
                    <c:v>1.3265767239408132E-2</c:v>
                  </c:pt>
                  <c:pt idx="30">
                    <c:v>1.3031844627063449E-2</c:v>
                  </c:pt>
                  <c:pt idx="31">
                    <c:v>1.39030459051521E-2</c:v>
                  </c:pt>
                  <c:pt idx="32">
                    <c:v>1.2999004447901771E-2</c:v>
                  </c:pt>
                  <c:pt idx="33">
                    <c:v>1.1969119147436985E-2</c:v>
                  </c:pt>
                  <c:pt idx="34">
                    <c:v>1.2617899849256129E-2</c:v>
                  </c:pt>
                  <c:pt idx="35">
                    <c:v>1.2582978992578184E-2</c:v>
                  </c:pt>
                  <c:pt idx="36">
                    <c:v>1.1629347001765019E-2</c:v>
                  </c:pt>
                  <c:pt idx="37">
                    <c:v>1.0969942780830787E-2</c:v>
                  </c:pt>
                  <c:pt idx="38">
                    <c:v>1.1857638269878283E-2</c:v>
                  </c:pt>
                  <c:pt idx="39">
                    <c:v>1.097126317494841E-2</c:v>
                  </c:pt>
                  <c:pt idx="40">
                    <c:v>1.2103414688290449E-2</c:v>
                  </c:pt>
                  <c:pt idx="41">
                    <c:v>1.0876017999107342E-2</c:v>
                  </c:pt>
                  <c:pt idx="42">
                    <c:v>1.149292579253002E-2</c:v>
                  </c:pt>
                  <c:pt idx="43">
                    <c:v>1.1127812439500557E-2</c:v>
                  </c:pt>
                  <c:pt idx="44">
                    <c:v>1.1562586176805507E-2</c:v>
                  </c:pt>
                  <c:pt idx="45">
                    <c:v>1.2196150255573602E-2</c:v>
                  </c:pt>
                  <c:pt idx="46">
                    <c:v>1.0866705409552238E-2</c:v>
                  </c:pt>
                  <c:pt idx="47">
                    <c:v>1.1249881539592898E-2</c:v>
                  </c:pt>
                  <c:pt idx="48">
                    <c:v>1.3657842635421797E-2</c:v>
                  </c:pt>
                  <c:pt idx="49">
                    <c:v>1.3681328849970234E-2</c:v>
                  </c:pt>
                  <c:pt idx="50">
                    <c:v>1.2850657934289385E-2</c:v>
                  </c:pt>
                  <c:pt idx="51">
                    <c:v>1.4396142917735328E-2</c:v>
                  </c:pt>
                  <c:pt idx="52">
                    <c:v>1.5258416080541506E-2</c:v>
                  </c:pt>
                  <c:pt idx="53">
                    <c:v>1.475025958995501E-2</c:v>
                  </c:pt>
                  <c:pt idx="54">
                    <c:v>1.6643950295111069E-2</c:v>
                  </c:pt>
                  <c:pt idx="55">
                    <c:v>1.6295826370949919E-2</c:v>
                  </c:pt>
                  <c:pt idx="56">
                    <c:v>1.613251786392262E-2</c:v>
                  </c:pt>
                  <c:pt idx="57">
                    <c:v>1.603756449348049E-2</c:v>
                  </c:pt>
                  <c:pt idx="58">
                    <c:v>1.7590028301707181E-2</c:v>
                  </c:pt>
                  <c:pt idx="59">
                    <c:v>1.6930317133530163E-2</c:v>
                  </c:pt>
                  <c:pt idx="60">
                    <c:v>1.708213843676094E-2</c:v>
                  </c:pt>
                  <c:pt idx="61">
                    <c:v>1.7561555649417224E-2</c:v>
                  </c:pt>
                  <c:pt idx="62">
                    <c:v>1.8979122066193621E-2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Summer!$C$33:$BM$33</c:f>
              <c:numCache>
                <c:formatCode>General</c:formatCode>
                <c:ptCount val="63"/>
                <c:pt idx="0">
                  <c:v>0.18077570306488652</c:v>
                </c:pt>
                <c:pt idx="1">
                  <c:v>0.22988245213265376</c:v>
                </c:pt>
                <c:pt idx="2">
                  <c:v>0.18478592212448261</c:v>
                </c:pt>
                <c:pt idx="3">
                  <c:v>0.11807722642724887</c:v>
                </c:pt>
                <c:pt idx="4">
                  <c:v>6.6213632836668826E-2</c:v>
                </c:pt>
                <c:pt idx="5">
                  <c:v>2.3822238021776982E-2</c:v>
                </c:pt>
                <c:pt idx="6">
                  <c:v>1.9900701746254718E-2</c:v>
                </c:pt>
                <c:pt idx="7">
                  <c:v>3.5100725771873502E-2</c:v>
                </c:pt>
                <c:pt idx="8">
                  <c:v>6.569595812380849E-2</c:v>
                </c:pt>
                <c:pt idx="9">
                  <c:v>7.3752948334106574E-2</c:v>
                </c:pt>
                <c:pt idx="10">
                  <c:v>8.7908526124521311E-2</c:v>
                </c:pt>
                <c:pt idx="11">
                  <c:v>8.1250238869600672E-2</c:v>
                </c:pt>
                <c:pt idx="12">
                  <c:v>7.4150931210799798E-2</c:v>
                </c:pt>
                <c:pt idx="13">
                  <c:v>6.6592966679233825E-2</c:v>
                </c:pt>
                <c:pt idx="14">
                  <c:v>5.416395327195269E-2</c:v>
                </c:pt>
                <c:pt idx="15">
                  <c:v>6.1313651537566571E-2</c:v>
                </c:pt>
                <c:pt idx="16">
                  <c:v>5.7310636722353182E-2</c:v>
                </c:pt>
                <c:pt idx="17">
                  <c:v>5.626233671783621E-2</c:v>
                </c:pt>
                <c:pt idx="18">
                  <c:v>7.6023063517179232E-2</c:v>
                </c:pt>
                <c:pt idx="19">
                  <c:v>8.6358699607648789E-2</c:v>
                </c:pt>
                <c:pt idx="20">
                  <c:v>7.2850137988547739E-2</c:v>
                </c:pt>
                <c:pt idx="21">
                  <c:v>5.1296144004626419E-2</c:v>
                </c:pt>
                <c:pt idx="22">
                  <c:v>-7.8876586261395558E-5</c:v>
                </c:pt>
                <c:pt idx="23">
                  <c:v>-1.164156504726243E-2</c:v>
                </c:pt>
                <c:pt idx="24">
                  <c:v>-3.8902483477595471E-4</c:v>
                </c:pt>
                <c:pt idx="25">
                  <c:v>2.4904624343433279E-2</c:v>
                </c:pt>
                <c:pt idx="26">
                  <c:v>4.6203366280080944E-3</c:v>
                </c:pt>
                <c:pt idx="27">
                  <c:v>2.6217631287107543E-3</c:v>
                </c:pt>
                <c:pt idx="28">
                  <c:v>7.7678642920932725E-3</c:v>
                </c:pt>
                <c:pt idx="29">
                  <c:v>9.2967650976469775E-3</c:v>
                </c:pt>
                <c:pt idx="30">
                  <c:v>3.5488553646223261E-2</c:v>
                </c:pt>
                <c:pt idx="31">
                  <c:v>2.7607309204179902E-2</c:v>
                </c:pt>
                <c:pt idx="32">
                  <c:v>-3.2058410700446195E-3</c:v>
                </c:pt>
                <c:pt idx="33">
                  <c:v>7.4549135722426409E-3</c:v>
                </c:pt>
                <c:pt idx="34">
                  <c:v>2.357143846590434E-2</c:v>
                </c:pt>
                <c:pt idx="35">
                  <c:v>1.8578820969936422E-2</c:v>
                </c:pt>
                <c:pt idx="36">
                  <c:v>1.7946370065115916E-2</c:v>
                </c:pt>
                <c:pt idx="37">
                  <c:v>8.181794259158371E-3</c:v>
                </c:pt>
                <c:pt idx="38">
                  <c:v>-3.7106413847676082E-3</c:v>
                </c:pt>
                <c:pt idx="39">
                  <c:v>5.9586333973490717E-4</c:v>
                </c:pt>
                <c:pt idx="40">
                  <c:v>2.329354601947126E-2</c:v>
                </c:pt>
                <c:pt idx="41">
                  <c:v>3.4851647206305008E-3</c:v>
                </c:pt>
                <c:pt idx="42">
                  <c:v>2.6576735760006219E-3</c:v>
                </c:pt>
                <c:pt idx="43">
                  <c:v>-8.0676231133332624E-3</c:v>
                </c:pt>
                <c:pt idx="44">
                  <c:v>-2.1845900889438757E-2</c:v>
                </c:pt>
                <c:pt idx="45">
                  <c:v>-4.8152884424516207E-2</c:v>
                </c:pt>
                <c:pt idx="46">
                  <c:v>-4.033468969452747E-2</c:v>
                </c:pt>
                <c:pt idx="47">
                  <c:v>-4.6046765209404365E-2</c:v>
                </c:pt>
                <c:pt idx="48">
                  <c:v>-4.5463225041953416E-2</c:v>
                </c:pt>
                <c:pt idx="49">
                  <c:v>-6.0482638472917134E-2</c:v>
                </c:pt>
                <c:pt idx="50">
                  <c:v>-5.3387224908944847E-2</c:v>
                </c:pt>
                <c:pt idx="51">
                  <c:v>-1.1834399324116526E-2</c:v>
                </c:pt>
                <c:pt idx="52">
                  <c:v>8.3429709701646204E-3</c:v>
                </c:pt>
                <c:pt idx="53">
                  <c:v>4.5928932998968212E-2</c:v>
                </c:pt>
                <c:pt idx="54">
                  <c:v>6.6710815452149505E-2</c:v>
                </c:pt>
                <c:pt idx="55">
                  <c:v>7.2122815647404775E-2</c:v>
                </c:pt>
                <c:pt idx="56">
                  <c:v>9.8785795940801252E-2</c:v>
                </c:pt>
                <c:pt idx="57">
                  <c:v>0.10479868464642947</c:v>
                </c:pt>
                <c:pt idx="58">
                  <c:v>0.11585677319098885</c:v>
                </c:pt>
                <c:pt idx="59">
                  <c:v>0.11425124272070594</c:v>
                </c:pt>
                <c:pt idx="60">
                  <c:v>9.1576921617700896E-2</c:v>
                </c:pt>
                <c:pt idx="61">
                  <c:v>4.4232641413238509E-2</c:v>
                </c:pt>
                <c:pt idx="62">
                  <c:v>5.2229283092524205E-2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Summer!$C$37:$BM$37</c:f>
                <c:numCache>
                  <c:formatCode>General</c:formatCode>
                  <c:ptCount val="63"/>
                  <c:pt idx="0">
                    <c:v>1.8750565632596344E-2</c:v>
                  </c:pt>
                  <c:pt idx="1">
                    <c:v>1.754565403654354E-2</c:v>
                  </c:pt>
                  <c:pt idx="2">
                    <c:v>1.5258038399555701E-2</c:v>
                  </c:pt>
                  <c:pt idx="3">
                    <c:v>1.515274607142641E-2</c:v>
                  </c:pt>
                  <c:pt idx="4">
                    <c:v>1.5182935678333712E-2</c:v>
                  </c:pt>
                  <c:pt idx="5">
                    <c:v>1.4864035709801399E-2</c:v>
                  </c:pt>
                  <c:pt idx="6">
                    <c:v>1.4307336864559017E-2</c:v>
                  </c:pt>
                  <c:pt idx="7">
                    <c:v>1.4126940495046621E-2</c:v>
                  </c:pt>
                  <c:pt idx="8">
                    <c:v>1.3760401204961992E-2</c:v>
                  </c:pt>
                  <c:pt idx="9">
                    <c:v>1.3488562356948472E-2</c:v>
                  </c:pt>
                  <c:pt idx="10">
                    <c:v>1.3371961475992171E-2</c:v>
                  </c:pt>
                  <c:pt idx="11">
                    <c:v>1.358485432598886E-2</c:v>
                  </c:pt>
                  <c:pt idx="12">
                    <c:v>1.3656137115990114E-2</c:v>
                  </c:pt>
                  <c:pt idx="13">
                    <c:v>1.3636429850970081E-2</c:v>
                  </c:pt>
                  <c:pt idx="14">
                    <c:v>1.3374596452075992E-2</c:v>
                  </c:pt>
                  <c:pt idx="15">
                    <c:v>1.3038726994568105E-2</c:v>
                  </c:pt>
                  <c:pt idx="16">
                    <c:v>1.2785176650155298E-2</c:v>
                  </c:pt>
                  <c:pt idx="17">
                    <c:v>1.2961403800212337E-2</c:v>
                  </c:pt>
                  <c:pt idx="18">
                    <c:v>1.3280544834170752E-2</c:v>
                  </c:pt>
                  <c:pt idx="19">
                    <c:v>1.3318326398840461E-2</c:v>
                  </c:pt>
                  <c:pt idx="20">
                    <c:v>1.326762256769618E-2</c:v>
                  </c:pt>
                  <c:pt idx="21">
                    <c:v>1.3215211631398134E-2</c:v>
                  </c:pt>
                  <c:pt idx="22">
                    <c:v>1.3210612713308322E-2</c:v>
                  </c:pt>
                  <c:pt idx="23">
                    <c:v>1.3091377953993054E-2</c:v>
                  </c:pt>
                  <c:pt idx="24">
                    <c:v>1.2750969804568392E-2</c:v>
                  </c:pt>
                  <c:pt idx="25">
                    <c:v>1.2913298562940559E-2</c:v>
                  </c:pt>
                  <c:pt idx="26">
                    <c:v>1.31343438973365E-2</c:v>
                  </c:pt>
                  <c:pt idx="27">
                    <c:v>1.335345790099924E-2</c:v>
                  </c:pt>
                  <c:pt idx="28">
                    <c:v>1.3677012027831127E-2</c:v>
                  </c:pt>
                  <c:pt idx="29">
                    <c:v>1.4160352675894059E-2</c:v>
                  </c:pt>
                  <c:pt idx="30">
                    <c:v>1.3726372377266158E-2</c:v>
                  </c:pt>
                  <c:pt idx="31">
                    <c:v>1.3121938955697049E-2</c:v>
                  </c:pt>
                  <c:pt idx="32">
                    <c:v>1.3396524943114382E-2</c:v>
                  </c:pt>
                  <c:pt idx="33">
                    <c:v>1.322949474989321E-2</c:v>
                  </c:pt>
                  <c:pt idx="34">
                    <c:v>1.3597910740483455E-2</c:v>
                  </c:pt>
                  <c:pt idx="35">
                    <c:v>1.3371979957603907E-2</c:v>
                  </c:pt>
                  <c:pt idx="36">
                    <c:v>1.3176337712868316E-2</c:v>
                  </c:pt>
                  <c:pt idx="37">
                    <c:v>1.2681818031852268E-2</c:v>
                  </c:pt>
                  <c:pt idx="38">
                    <c:v>1.2449296161553009E-2</c:v>
                  </c:pt>
                  <c:pt idx="39">
                    <c:v>1.2475410276208437E-2</c:v>
                  </c:pt>
                  <c:pt idx="40">
                    <c:v>1.2340509188227908E-2</c:v>
                  </c:pt>
                  <c:pt idx="41">
                    <c:v>1.2538869100794327E-2</c:v>
                  </c:pt>
                  <c:pt idx="42">
                    <c:v>1.3111240908240484E-2</c:v>
                  </c:pt>
                  <c:pt idx="43">
                    <c:v>1.2724069825036708E-2</c:v>
                  </c:pt>
                  <c:pt idx="44">
                    <c:v>1.3131213784823783E-2</c:v>
                  </c:pt>
                  <c:pt idx="45">
                    <c:v>1.4020689315185153E-2</c:v>
                  </c:pt>
                  <c:pt idx="46">
                    <c:v>1.3854745402997769E-2</c:v>
                  </c:pt>
                  <c:pt idx="47">
                    <c:v>1.4104292934118041E-2</c:v>
                  </c:pt>
                  <c:pt idx="48">
                    <c:v>1.5353868454532052E-2</c:v>
                  </c:pt>
                  <c:pt idx="49">
                    <c:v>1.6304126345120438E-2</c:v>
                  </c:pt>
                  <c:pt idx="50">
                    <c:v>1.757256583870738E-2</c:v>
                  </c:pt>
                  <c:pt idx="51">
                    <c:v>1.521081644694673E-2</c:v>
                  </c:pt>
                  <c:pt idx="52">
                    <c:v>1.743061051670966E-2</c:v>
                  </c:pt>
                  <c:pt idx="53">
                    <c:v>1.8600698001205198E-2</c:v>
                  </c:pt>
                  <c:pt idx="54">
                    <c:v>2.2063488430648964E-2</c:v>
                  </c:pt>
                  <c:pt idx="55">
                    <c:v>2.9142646488902611E-2</c:v>
                  </c:pt>
                  <c:pt idx="56">
                    <c:v>3.6673906692597999E-2</c:v>
                  </c:pt>
                  <c:pt idx="57">
                    <c:v>4.7693957568096523E-2</c:v>
                  </c:pt>
                  <c:pt idx="58">
                    <c:v>8.5195500979841049E-2</c:v>
                  </c:pt>
                  <c:pt idx="59">
                    <c:v>9.129727126554299E-2</c:v>
                  </c:pt>
                  <c:pt idx="60">
                    <c:v>6.7082860985341025E-2</c:v>
                  </c:pt>
                  <c:pt idx="61">
                    <c:v>4.6351914306228528E-3</c:v>
                  </c:pt>
                  <c:pt idx="62">
                    <c:v>0</c:v>
                  </c:pt>
                </c:numCache>
              </c:numRef>
            </c:plus>
            <c:minus>
              <c:numRef>
                <c:f>Summer!$C$37:$BM$37</c:f>
                <c:numCache>
                  <c:formatCode>General</c:formatCode>
                  <c:ptCount val="63"/>
                  <c:pt idx="0">
                    <c:v>1.8750565632596344E-2</c:v>
                  </c:pt>
                  <c:pt idx="1">
                    <c:v>1.754565403654354E-2</c:v>
                  </c:pt>
                  <c:pt idx="2">
                    <c:v>1.5258038399555701E-2</c:v>
                  </c:pt>
                  <c:pt idx="3">
                    <c:v>1.515274607142641E-2</c:v>
                  </c:pt>
                  <c:pt idx="4">
                    <c:v>1.5182935678333712E-2</c:v>
                  </c:pt>
                  <c:pt idx="5">
                    <c:v>1.4864035709801399E-2</c:v>
                  </c:pt>
                  <c:pt idx="6">
                    <c:v>1.4307336864559017E-2</c:v>
                  </c:pt>
                  <c:pt idx="7">
                    <c:v>1.4126940495046621E-2</c:v>
                  </c:pt>
                  <c:pt idx="8">
                    <c:v>1.3760401204961992E-2</c:v>
                  </c:pt>
                  <c:pt idx="9">
                    <c:v>1.3488562356948472E-2</c:v>
                  </c:pt>
                  <c:pt idx="10">
                    <c:v>1.3371961475992171E-2</c:v>
                  </c:pt>
                  <c:pt idx="11">
                    <c:v>1.358485432598886E-2</c:v>
                  </c:pt>
                  <c:pt idx="12">
                    <c:v>1.3656137115990114E-2</c:v>
                  </c:pt>
                  <c:pt idx="13">
                    <c:v>1.3636429850970081E-2</c:v>
                  </c:pt>
                  <c:pt idx="14">
                    <c:v>1.3374596452075992E-2</c:v>
                  </c:pt>
                  <c:pt idx="15">
                    <c:v>1.3038726994568105E-2</c:v>
                  </c:pt>
                  <c:pt idx="16">
                    <c:v>1.2785176650155298E-2</c:v>
                  </c:pt>
                  <c:pt idx="17">
                    <c:v>1.2961403800212337E-2</c:v>
                  </c:pt>
                  <c:pt idx="18">
                    <c:v>1.3280544834170752E-2</c:v>
                  </c:pt>
                  <c:pt idx="19">
                    <c:v>1.3318326398840461E-2</c:v>
                  </c:pt>
                  <c:pt idx="20">
                    <c:v>1.326762256769618E-2</c:v>
                  </c:pt>
                  <c:pt idx="21">
                    <c:v>1.3215211631398134E-2</c:v>
                  </c:pt>
                  <c:pt idx="22">
                    <c:v>1.3210612713308322E-2</c:v>
                  </c:pt>
                  <c:pt idx="23">
                    <c:v>1.3091377953993054E-2</c:v>
                  </c:pt>
                  <c:pt idx="24">
                    <c:v>1.2750969804568392E-2</c:v>
                  </c:pt>
                  <c:pt idx="25">
                    <c:v>1.2913298562940559E-2</c:v>
                  </c:pt>
                  <c:pt idx="26">
                    <c:v>1.31343438973365E-2</c:v>
                  </c:pt>
                  <c:pt idx="27">
                    <c:v>1.335345790099924E-2</c:v>
                  </c:pt>
                  <c:pt idx="28">
                    <c:v>1.3677012027831127E-2</c:v>
                  </c:pt>
                  <c:pt idx="29">
                    <c:v>1.4160352675894059E-2</c:v>
                  </c:pt>
                  <c:pt idx="30">
                    <c:v>1.3726372377266158E-2</c:v>
                  </c:pt>
                  <c:pt idx="31">
                    <c:v>1.3121938955697049E-2</c:v>
                  </c:pt>
                  <c:pt idx="32">
                    <c:v>1.3396524943114382E-2</c:v>
                  </c:pt>
                  <c:pt idx="33">
                    <c:v>1.322949474989321E-2</c:v>
                  </c:pt>
                  <c:pt idx="34">
                    <c:v>1.3597910740483455E-2</c:v>
                  </c:pt>
                  <c:pt idx="35">
                    <c:v>1.3371979957603907E-2</c:v>
                  </c:pt>
                  <c:pt idx="36">
                    <c:v>1.3176337712868316E-2</c:v>
                  </c:pt>
                  <c:pt idx="37">
                    <c:v>1.2681818031852268E-2</c:v>
                  </c:pt>
                  <c:pt idx="38">
                    <c:v>1.2449296161553009E-2</c:v>
                  </c:pt>
                  <c:pt idx="39">
                    <c:v>1.2475410276208437E-2</c:v>
                  </c:pt>
                  <c:pt idx="40">
                    <c:v>1.2340509188227908E-2</c:v>
                  </c:pt>
                  <c:pt idx="41">
                    <c:v>1.2538869100794327E-2</c:v>
                  </c:pt>
                  <c:pt idx="42">
                    <c:v>1.3111240908240484E-2</c:v>
                  </c:pt>
                  <c:pt idx="43">
                    <c:v>1.2724069825036708E-2</c:v>
                  </c:pt>
                  <c:pt idx="44">
                    <c:v>1.3131213784823783E-2</c:v>
                  </c:pt>
                  <c:pt idx="45">
                    <c:v>1.4020689315185153E-2</c:v>
                  </c:pt>
                  <c:pt idx="46">
                    <c:v>1.3854745402997769E-2</c:v>
                  </c:pt>
                  <c:pt idx="47">
                    <c:v>1.4104292934118041E-2</c:v>
                  </c:pt>
                  <c:pt idx="48">
                    <c:v>1.5353868454532052E-2</c:v>
                  </c:pt>
                  <c:pt idx="49">
                    <c:v>1.6304126345120438E-2</c:v>
                  </c:pt>
                  <c:pt idx="50">
                    <c:v>1.757256583870738E-2</c:v>
                  </c:pt>
                  <c:pt idx="51">
                    <c:v>1.521081644694673E-2</c:v>
                  </c:pt>
                  <c:pt idx="52">
                    <c:v>1.743061051670966E-2</c:v>
                  </c:pt>
                  <c:pt idx="53">
                    <c:v>1.8600698001205198E-2</c:v>
                  </c:pt>
                  <c:pt idx="54">
                    <c:v>2.2063488430648964E-2</c:v>
                  </c:pt>
                  <c:pt idx="55">
                    <c:v>2.9142646488902611E-2</c:v>
                  </c:pt>
                  <c:pt idx="56">
                    <c:v>3.6673906692597999E-2</c:v>
                  </c:pt>
                  <c:pt idx="57">
                    <c:v>4.7693957568096523E-2</c:v>
                  </c:pt>
                  <c:pt idx="58">
                    <c:v>8.5195500979841049E-2</c:v>
                  </c:pt>
                  <c:pt idx="59">
                    <c:v>9.129727126554299E-2</c:v>
                  </c:pt>
                  <c:pt idx="60">
                    <c:v>6.7082860985341025E-2</c:v>
                  </c:pt>
                  <c:pt idx="61">
                    <c:v>4.6351914306228528E-3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Summer!$C$36:$BM$36</c:f>
              <c:numCache>
                <c:formatCode>General</c:formatCode>
                <c:ptCount val="63"/>
                <c:pt idx="0">
                  <c:v>0.38896767408448712</c:v>
                </c:pt>
                <c:pt idx="1">
                  <c:v>0.41138723553786871</c:v>
                </c:pt>
                <c:pt idx="2">
                  <c:v>0.32183557404474256</c:v>
                </c:pt>
                <c:pt idx="3">
                  <c:v>0.17813759278613159</c:v>
                </c:pt>
                <c:pt idx="4">
                  <c:v>0.11176032315563965</c:v>
                </c:pt>
                <c:pt idx="5">
                  <c:v>0.10751596651595206</c:v>
                </c:pt>
                <c:pt idx="6">
                  <c:v>0.12104847472030139</c:v>
                </c:pt>
                <c:pt idx="7">
                  <c:v>0.12130920480478347</c:v>
                </c:pt>
                <c:pt idx="8">
                  <c:v>0.12037896757234529</c:v>
                </c:pt>
                <c:pt idx="9">
                  <c:v>0.10455707744843834</c:v>
                </c:pt>
                <c:pt idx="10">
                  <c:v>9.3295297053972062E-2</c:v>
                </c:pt>
                <c:pt idx="11">
                  <c:v>9.5435580502552173E-2</c:v>
                </c:pt>
                <c:pt idx="12">
                  <c:v>9.4266727216938628E-2</c:v>
                </c:pt>
                <c:pt idx="13">
                  <c:v>9.6389675992833698E-2</c:v>
                </c:pt>
                <c:pt idx="14">
                  <c:v>7.9672283604357144E-2</c:v>
                </c:pt>
                <c:pt idx="15">
                  <c:v>7.6321403400116325E-2</c:v>
                </c:pt>
                <c:pt idx="16">
                  <c:v>7.5463354219789502E-2</c:v>
                </c:pt>
                <c:pt idx="17">
                  <c:v>7.7581425492323206E-2</c:v>
                </c:pt>
                <c:pt idx="18">
                  <c:v>7.7047780211725717E-2</c:v>
                </c:pt>
                <c:pt idx="19">
                  <c:v>7.667774620900443E-2</c:v>
                </c:pt>
                <c:pt idx="20">
                  <c:v>7.2928560248461297E-2</c:v>
                </c:pt>
                <c:pt idx="21">
                  <c:v>8.0188348291802464E-2</c:v>
                </c:pt>
                <c:pt idx="22">
                  <c:v>8.7815442487281639E-2</c:v>
                </c:pt>
                <c:pt idx="23">
                  <c:v>9.665505841773131E-2</c:v>
                </c:pt>
                <c:pt idx="24">
                  <c:v>9.2884674648293086E-2</c:v>
                </c:pt>
                <c:pt idx="25">
                  <c:v>9.1080384694411168E-2</c:v>
                </c:pt>
                <c:pt idx="26">
                  <c:v>7.4885156671623751E-2</c:v>
                </c:pt>
                <c:pt idx="27">
                  <c:v>5.6291091018713359E-2</c:v>
                </c:pt>
                <c:pt idx="28">
                  <c:v>3.0727399435870398E-2</c:v>
                </c:pt>
                <c:pt idx="29">
                  <c:v>5.0748281997580694E-3</c:v>
                </c:pt>
                <c:pt idx="30">
                  <c:v>7.0645087057073232E-4</c:v>
                </c:pt>
                <c:pt idx="31">
                  <c:v>-5.0030149160916124E-3</c:v>
                </c:pt>
                <c:pt idx="32">
                  <c:v>2.3077456973726444E-3</c:v>
                </c:pt>
                <c:pt idx="33">
                  <c:v>-4.2533144316815128E-3</c:v>
                </c:pt>
                <c:pt idx="34">
                  <c:v>-8.13870964958501E-3</c:v>
                </c:pt>
                <c:pt idx="35">
                  <c:v>-4.3559348610355498E-3</c:v>
                </c:pt>
                <c:pt idx="36">
                  <c:v>-2.7048328044672297E-2</c:v>
                </c:pt>
                <c:pt idx="37">
                  <c:v>-4.3663975773891542E-2</c:v>
                </c:pt>
                <c:pt idx="38">
                  <c:v>-2.9758388266641966E-2</c:v>
                </c:pt>
                <c:pt idx="39">
                  <c:v>-3.4615653279053221E-2</c:v>
                </c:pt>
                <c:pt idx="40">
                  <c:v>-4.682055359588233E-2</c:v>
                </c:pt>
                <c:pt idx="41">
                  <c:v>-5.5459506126991145E-2</c:v>
                </c:pt>
                <c:pt idx="42">
                  <c:v>-4.9968833007593305E-2</c:v>
                </c:pt>
                <c:pt idx="43">
                  <c:v>-7.2454951774889059E-2</c:v>
                </c:pt>
                <c:pt idx="44">
                  <c:v>-2.9043324420326921E-2</c:v>
                </c:pt>
                <c:pt idx="45">
                  <c:v>1.6371697936959097E-3</c:v>
                </c:pt>
                <c:pt idx="46">
                  <c:v>1.9588382186750818E-2</c:v>
                </c:pt>
                <c:pt idx="47">
                  <c:v>3.7360000945427831E-2</c:v>
                </c:pt>
                <c:pt idx="48">
                  <c:v>3.1242498287170024E-2</c:v>
                </c:pt>
                <c:pt idx="49">
                  <c:v>4.3008772829949207E-2</c:v>
                </c:pt>
                <c:pt idx="50">
                  <c:v>7.3010829021028054E-2</c:v>
                </c:pt>
                <c:pt idx="51">
                  <c:v>5.4132963949012555E-2</c:v>
                </c:pt>
                <c:pt idx="52">
                  <c:v>6.6435992184882525E-2</c:v>
                </c:pt>
                <c:pt idx="53">
                  <c:v>4.5015226665255516E-2</c:v>
                </c:pt>
                <c:pt idx="54">
                  <c:v>4.328236509042771E-2</c:v>
                </c:pt>
                <c:pt idx="55">
                  <c:v>4.9465085865287431E-2</c:v>
                </c:pt>
                <c:pt idx="56">
                  <c:v>3.8492290907144115E-2</c:v>
                </c:pt>
                <c:pt idx="57">
                  <c:v>2.66388717058244E-2</c:v>
                </c:pt>
                <c:pt idx="58">
                  <c:v>-3.7378307127896124E-2</c:v>
                </c:pt>
                <c:pt idx="59">
                  <c:v>-0.21532188601573626</c:v>
                </c:pt>
                <c:pt idx="60">
                  <c:v>7.8101580910132237E-2</c:v>
                </c:pt>
                <c:pt idx="61">
                  <c:v>8.9827461446958523E-2</c:v>
                </c:pt>
                <c:pt idx="62">
                  <c:v>0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634432"/>
        <c:axId val="169652992"/>
      </c:scatterChart>
      <c:valAx>
        <c:axId val="16963443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652992"/>
        <c:crosses val="autoZero"/>
        <c:crossBetween val="midCat"/>
      </c:valAx>
      <c:valAx>
        <c:axId val="169652992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63443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18:00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00:00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Summer!$C$42:$AZ$42</c:f>
                <c:numCache>
                  <c:formatCode>General</c:formatCode>
                  <c:ptCount val="50"/>
                  <c:pt idx="0">
                    <c:v>1.0250937807507734E-2</c:v>
                  </c:pt>
                  <c:pt idx="1">
                    <c:v>9.0300992298841896E-3</c:v>
                  </c:pt>
                  <c:pt idx="2">
                    <c:v>7.4255916522152146E-3</c:v>
                  </c:pt>
                  <c:pt idx="3">
                    <c:v>7.1080255472076624E-3</c:v>
                  </c:pt>
                  <c:pt idx="4">
                    <c:v>7.1695081094990086E-3</c:v>
                  </c:pt>
                  <c:pt idx="5">
                    <c:v>7.1188065718470282E-3</c:v>
                  </c:pt>
                  <c:pt idx="6">
                    <c:v>7.1298436753403117E-3</c:v>
                  </c:pt>
                  <c:pt idx="7">
                    <c:v>6.7629336355954674E-3</c:v>
                  </c:pt>
                  <c:pt idx="8">
                    <c:v>6.597429071391007E-3</c:v>
                  </c:pt>
                  <c:pt idx="9">
                    <c:v>6.5524870100962937E-3</c:v>
                  </c:pt>
                  <c:pt idx="10">
                    <c:v>6.6800922044025299E-3</c:v>
                  </c:pt>
                  <c:pt idx="11">
                    <c:v>6.8150291532114073E-3</c:v>
                  </c:pt>
                  <c:pt idx="12">
                    <c:v>7.5621180878077858E-3</c:v>
                  </c:pt>
                  <c:pt idx="13">
                    <c:v>7.9791374336270898E-3</c:v>
                  </c:pt>
                  <c:pt idx="14">
                    <c:v>8.2383745464534499E-3</c:v>
                  </c:pt>
                  <c:pt idx="15">
                    <c:v>8.5352905290495169E-3</c:v>
                  </c:pt>
                  <c:pt idx="16">
                    <c:v>8.4934391619302645E-3</c:v>
                  </c:pt>
                  <c:pt idx="17">
                    <c:v>8.2170733372832153E-3</c:v>
                  </c:pt>
                  <c:pt idx="18">
                    <c:v>7.8123136106004465E-3</c:v>
                  </c:pt>
                  <c:pt idx="19">
                    <c:v>8.4063592637711737E-3</c:v>
                  </c:pt>
                  <c:pt idx="20">
                    <c:v>9.133382189214119E-3</c:v>
                  </c:pt>
                  <c:pt idx="21">
                    <c:v>1.0307982613396586E-2</c:v>
                  </c:pt>
                  <c:pt idx="22">
                    <c:v>1.1626538643506599E-2</c:v>
                  </c:pt>
                  <c:pt idx="23">
                    <c:v>1.2280022456669822E-2</c:v>
                  </c:pt>
                  <c:pt idx="24">
                    <c:v>1.2311042021923268E-2</c:v>
                  </c:pt>
                  <c:pt idx="25">
                    <c:v>1.0576696817831341E-2</c:v>
                  </c:pt>
                  <c:pt idx="26">
                    <c:v>9.0443977502117079E-3</c:v>
                  </c:pt>
                  <c:pt idx="27">
                    <c:v>7.5217293125523273E-3</c:v>
                  </c:pt>
                  <c:pt idx="28">
                    <c:v>6.8125522566473739E-3</c:v>
                  </c:pt>
                  <c:pt idx="29">
                    <c:v>6.4037163500261975E-3</c:v>
                  </c:pt>
                  <c:pt idx="30">
                    <c:v>6.439246458162168E-3</c:v>
                  </c:pt>
                  <c:pt idx="31">
                    <c:v>6.1583238879427283E-3</c:v>
                  </c:pt>
                  <c:pt idx="32">
                    <c:v>5.9328548733179262E-3</c:v>
                  </c:pt>
                  <c:pt idx="33">
                    <c:v>5.6085734723375592E-3</c:v>
                  </c:pt>
                  <c:pt idx="34">
                    <c:v>5.8799587227325329E-3</c:v>
                  </c:pt>
                  <c:pt idx="35">
                    <c:v>5.6943645502682827E-3</c:v>
                  </c:pt>
                  <c:pt idx="36">
                    <c:v>5.4651882415850412E-3</c:v>
                  </c:pt>
                  <c:pt idx="37">
                    <c:v>5.7923635077385439E-3</c:v>
                  </c:pt>
                  <c:pt idx="38">
                    <c:v>6.1613226832030032E-3</c:v>
                  </c:pt>
                  <c:pt idx="39">
                    <c:v>5.7647671166096218E-3</c:v>
                  </c:pt>
                  <c:pt idx="40">
                    <c:v>6.0912662018813048E-3</c:v>
                  </c:pt>
                  <c:pt idx="41">
                    <c:v>5.9152313540227885E-3</c:v>
                  </c:pt>
                  <c:pt idx="42">
                    <c:v>5.9999360662298567E-3</c:v>
                  </c:pt>
                  <c:pt idx="43">
                    <c:v>6.1120824910419341E-3</c:v>
                  </c:pt>
                  <c:pt idx="44">
                    <c:v>6.3791579265546159E-3</c:v>
                  </c:pt>
                  <c:pt idx="45">
                    <c:v>6.3844084155583979E-3</c:v>
                  </c:pt>
                  <c:pt idx="46">
                    <c:v>6.4737246582843716E-3</c:v>
                  </c:pt>
                  <c:pt idx="47">
                    <c:v>6.7629360049921861E-3</c:v>
                  </c:pt>
                  <c:pt idx="48">
                    <c:v>6.9294463833467108E-3</c:v>
                  </c:pt>
                  <c:pt idx="49">
                    <c:v>6.9895941137514909E-3</c:v>
                  </c:pt>
                </c:numCache>
              </c:numRef>
            </c:plus>
            <c:minus>
              <c:numRef>
                <c:f>Summer!$C$42:$AZ$42</c:f>
                <c:numCache>
                  <c:formatCode>General</c:formatCode>
                  <c:ptCount val="50"/>
                  <c:pt idx="0">
                    <c:v>1.0250937807507734E-2</c:v>
                  </c:pt>
                  <c:pt idx="1">
                    <c:v>9.0300992298841896E-3</c:v>
                  </c:pt>
                  <c:pt idx="2">
                    <c:v>7.4255916522152146E-3</c:v>
                  </c:pt>
                  <c:pt idx="3">
                    <c:v>7.1080255472076624E-3</c:v>
                  </c:pt>
                  <c:pt idx="4">
                    <c:v>7.1695081094990086E-3</c:v>
                  </c:pt>
                  <c:pt idx="5">
                    <c:v>7.1188065718470282E-3</c:v>
                  </c:pt>
                  <c:pt idx="6">
                    <c:v>7.1298436753403117E-3</c:v>
                  </c:pt>
                  <c:pt idx="7">
                    <c:v>6.7629336355954674E-3</c:v>
                  </c:pt>
                  <c:pt idx="8">
                    <c:v>6.597429071391007E-3</c:v>
                  </c:pt>
                  <c:pt idx="9">
                    <c:v>6.5524870100962937E-3</c:v>
                  </c:pt>
                  <c:pt idx="10">
                    <c:v>6.6800922044025299E-3</c:v>
                  </c:pt>
                  <c:pt idx="11">
                    <c:v>6.8150291532114073E-3</c:v>
                  </c:pt>
                  <c:pt idx="12">
                    <c:v>7.5621180878077858E-3</c:v>
                  </c:pt>
                  <c:pt idx="13">
                    <c:v>7.9791374336270898E-3</c:v>
                  </c:pt>
                  <c:pt idx="14">
                    <c:v>8.2383745464534499E-3</c:v>
                  </c:pt>
                  <c:pt idx="15">
                    <c:v>8.5352905290495169E-3</c:v>
                  </c:pt>
                  <c:pt idx="16">
                    <c:v>8.4934391619302645E-3</c:v>
                  </c:pt>
                  <c:pt idx="17">
                    <c:v>8.2170733372832153E-3</c:v>
                  </c:pt>
                  <c:pt idx="18">
                    <c:v>7.8123136106004465E-3</c:v>
                  </c:pt>
                  <c:pt idx="19">
                    <c:v>8.4063592637711737E-3</c:v>
                  </c:pt>
                  <c:pt idx="20">
                    <c:v>9.133382189214119E-3</c:v>
                  </c:pt>
                  <c:pt idx="21">
                    <c:v>1.0307982613396586E-2</c:v>
                  </c:pt>
                  <c:pt idx="22">
                    <c:v>1.1626538643506599E-2</c:v>
                  </c:pt>
                  <c:pt idx="23">
                    <c:v>1.2280022456669822E-2</c:v>
                  </c:pt>
                  <c:pt idx="24">
                    <c:v>1.2311042021923268E-2</c:v>
                  </c:pt>
                  <c:pt idx="25">
                    <c:v>1.0576696817831341E-2</c:v>
                  </c:pt>
                  <c:pt idx="26">
                    <c:v>9.0443977502117079E-3</c:v>
                  </c:pt>
                  <c:pt idx="27">
                    <c:v>7.5217293125523273E-3</c:v>
                  </c:pt>
                  <c:pt idx="28">
                    <c:v>6.8125522566473739E-3</c:v>
                  </c:pt>
                  <c:pt idx="29">
                    <c:v>6.4037163500261975E-3</c:v>
                  </c:pt>
                  <c:pt idx="30">
                    <c:v>6.439246458162168E-3</c:v>
                  </c:pt>
                  <c:pt idx="31">
                    <c:v>6.1583238879427283E-3</c:v>
                  </c:pt>
                  <c:pt idx="32">
                    <c:v>5.9328548733179262E-3</c:v>
                  </c:pt>
                  <c:pt idx="33">
                    <c:v>5.6085734723375592E-3</c:v>
                  </c:pt>
                  <c:pt idx="34">
                    <c:v>5.8799587227325329E-3</c:v>
                  </c:pt>
                  <c:pt idx="35">
                    <c:v>5.6943645502682827E-3</c:v>
                  </c:pt>
                  <c:pt idx="36">
                    <c:v>5.4651882415850412E-3</c:v>
                  </c:pt>
                  <c:pt idx="37">
                    <c:v>5.7923635077385439E-3</c:v>
                  </c:pt>
                  <c:pt idx="38">
                    <c:v>6.1613226832030032E-3</c:v>
                  </c:pt>
                  <c:pt idx="39">
                    <c:v>5.7647671166096218E-3</c:v>
                  </c:pt>
                  <c:pt idx="40">
                    <c:v>6.0912662018813048E-3</c:v>
                  </c:pt>
                  <c:pt idx="41">
                    <c:v>5.9152313540227885E-3</c:v>
                  </c:pt>
                  <c:pt idx="42">
                    <c:v>5.9999360662298567E-3</c:v>
                  </c:pt>
                  <c:pt idx="43">
                    <c:v>6.1120824910419341E-3</c:v>
                  </c:pt>
                  <c:pt idx="44">
                    <c:v>6.3791579265546159E-3</c:v>
                  </c:pt>
                  <c:pt idx="45">
                    <c:v>6.3844084155583979E-3</c:v>
                  </c:pt>
                  <c:pt idx="46">
                    <c:v>6.4737246582843716E-3</c:v>
                  </c:pt>
                  <c:pt idx="47">
                    <c:v>6.7629360049921861E-3</c:v>
                  </c:pt>
                  <c:pt idx="48">
                    <c:v>6.9294463833467108E-3</c:v>
                  </c:pt>
                  <c:pt idx="49">
                    <c:v>6.9895941137514909E-3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Summer!$C$41:$BM$41</c:f>
              <c:numCache>
                <c:formatCode>General</c:formatCode>
                <c:ptCount val="63"/>
                <c:pt idx="0">
                  <c:v>-0.44197421731123387</c:v>
                </c:pt>
                <c:pt idx="1">
                  <c:v>-0.18811602209944753</c:v>
                </c:pt>
                <c:pt idx="2">
                  <c:v>-8.8391215469613135E-2</c:v>
                </c:pt>
                <c:pt idx="3">
                  <c:v>-3.1519815837937407E-2</c:v>
                </c:pt>
                <c:pt idx="4">
                  <c:v>-1.3833664825046053E-2</c:v>
                </c:pt>
                <c:pt idx="5">
                  <c:v>-2.1166858832224682E-2</c:v>
                </c:pt>
                <c:pt idx="6">
                  <c:v>-1.8621216814159298E-2</c:v>
                </c:pt>
                <c:pt idx="7">
                  <c:v>-2.0689944751381195E-2</c:v>
                </c:pt>
                <c:pt idx="8">
                  <c:v>-1.4040405156537736E-2</c:v>
                </c:pt>
                <c:pt idx="9">
                  <c:v>-2.4144935543278043E-2</c:v>
                </c:pt>
                <c:pt idx="10">
                  <c:v>-2.3922651933701647E-2</c:v>
                </c:pt>
                <c:pt idx="11">
                  <c:v>-1.3000000000000012E-2</c:v>
                </c:pt>
                <c:pt idx="12">
                  <c:v>-1.0860988200590001E-2</c:v>
                </c:pt>
                <c:pt idx="13">
                  <c:v>-1.1424880029531209E-2</c:v>
                </c:pt>
                <c:pt idx="14">
                  <c:v>-9.9039172209904065E-3</c:v>
                </c:pt>
                <c:pt idx="15">
                  <c:v>-8.8322246858832214E-3</c:v>
                </c:pt>
                <c:pt idx="16">
                  <c:v>-1.4039955604883435E-2</c:v>
                </c:pt>
                <c:pt idx="17">
                  <c:v>-9.7592592592592783E-3</c:v>
                </c:pt>
                <c:pt idx="18">
                  <c:v>-6.3518518518518568E-3</c:v>
                </c:pt>
                <c:pt idx="19">
                  <c:v>-4.7565960609438941E-3</c:v>
                </c:pt>
                <c:pt idx="20">
                  <c:v>2.0438498699368278E-3</c:v>
                </c:pt>
                <c:pt idx="21">
                  <c:v>5.8603956700261414E-3</c:v>
                </c:pt>
                <c:pt idx="22">
                  <c:v>-3.0337078651685558E-3</c:v>
                </c:pt>
                <c:pt idx="23">
                  <c:v>-7.8254326561324472E-3</c:v>
                </c:pt>
                <c:pt idx="24">
                  <c:v>-5.5681818181817855E-3</c:v>
                </c:pt>
                <c:pt idx="25">
                  <c:v>1.7103264996203495E-2</c:v>
                </c:pt>
                <c:pt idx="26">
                  <c:v>1.721841704718417E-2</c:v>
                </c:pt>
                <c:pt idx="27">
                  <c:v>1.7067124332570537E-2</c:v>
                </c:pt>
                <c:pt idx="28">
                  <c:v>1.303516819571863E-2</c:v>
                </c:pt>
                <c:pt idx="29">
                  <c:v>5.1282051282051213E-3</c:v>
                </c:pt>
                <c:pt idx="30">
                  <c:v>4.8794489092996527E-3</c:v>
                </c:pt>
                <c:pt idx="31">
                  <c:v>1.0344827586207101E-3</c:v>
                </c:pt>
                <c:pt idx="32">
                  <c:v>6.4825469888761004E-3</c:v>
                </c:pt>
                <c:pt idx="33">
                  <c:v>1.7281105990784866E-4</c:v>
                </c:pt>
                <c:pt idx="34">
                  <c:v>-1.3615295480880652E-2</c:v>
                </c:pt>
                <c:pt idx="35">
                  <c:v>-1.1072396438250124E-2</c:v>
                </c:pt>
                <c:pt idx="36">
                  <c:v>-1.4437984496124021E-2</c:v>
                </c:pt>
                <c:pt idx="37">
                  <c:v>-1.9774669774669799E-2</c:v>
                </c:pt>
                <c:pt idx="38">
                  <c:v>-1.4121989121989129E-2</c:v>
                </c:pt>
                <c:pt idx="39">
                  <c:v>-3.777258566978226E-3</c:v>
                </c:pt>
                <c:pt idx="40">
                  <c:v>-2.3364485981308396E-3</c:v>
                </c:pt>
                <c:pt idx="41">
                  <c:v>-7.992202729044883E-4</c:v>
                </c:pt>
                <c:pt idx="42">
                  <c:v>6.3063063063062835E-3</c:v>
                </c:pt>
                <c:pt idx="43">
                  <c:v>1.4330585001963072E-2</c:v>
                </c:pt>
                <c:pt idx="44">
                  <c:v>1.8439716312056719E-2</c:v>
                </c:pt>
                <c:pt idx="45">
                  <c:v>2.5346809353943709E-2</c:v>
                </c:pt>
                <c:pt idx="46">
                  <c:v>3.1381919553962544E-2</c:v>
                </c:pt>
                <c:pt idx="47">
                  <c:v>3.0015987210231795E-2</c:v>
                </c:pt>
                <c:pt idx="48">
                  <c:v>1.9244604316546742E-2</c:v>
                </c:pt>
                <c:pt idx="49">
                  <c:v>1.5560916767189409E-2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Summer!$C$45:$BM$45</c:f>
                <c:numCache>
                  <c:formatCode>General</c:formatCode>
                  <c:ptCount val="63"/>
                  <c:pt idx="0">
                    <c:v>1.9636742580862364E-2</c:v>
                  </c:pt>
                  <c:pt idx="1">
                    <c:v>1.9966233187899786E-2</c:v>
                  </c:pt>
                  <c:pt idx="2">
                    <c:v>1.72081298437275E-2</c:v>
                  </c:pt>
                  <c:pt idx="3">
                    <c:v>1.4667684704198221E-2</c:v>
                  </c:pt>
                  <c:pt idx="4">
                    <c:v>1.4361354085203306E-2</c:v>
                  </c:pt>
                  <c:pt idx="5">
                    <c:v>1.5636657925987368E-2</c:v>
                  </c:pt>
                  <c:pt idx="6">
                    <c:v>1.5350722088383485E-2</c:v>
                  </c:pt>
                  <c:pt idx="7">
                    <c:v>1.6503708051021151E-2</c:v>
                  </c:pt>
                  <c:pt idx="8">
                    <c:v>1.660498824247161E-2</c:v>
                  </c:pt>
                  <c:pt idx="9">
                    <c:v>1.7791793059844102E-2</c:v>
                  </c:pt>
                  <c:pt idx="10">
                    <c:v>1.6973923370071139E-2</c:v>
                  </c:pt>
                  <c:pt idx="11">
                    <c:v>1.7699828649690389E-2</c:v>
                  </c:pt>
                  <c:pt idx="12">
                    <c:v>1.8767254115487835E-2</c:v>
                  </c:pt>
                  <c:pt idx="13">
                    <c:v>1.8480689106623125E-2</c:v>
                  </c:pt>
                  <c:pt idx="14">
                    <c:v>1.7992672094551968E-2</c:v>
                  </c:pt>
                  <c:pt idx="15">
                    <c:v>1.6440259292550618E-2</c:v>
                  </c:pt>
                  <c:pt idx="16">
                    <c:v>1.5567802805472769E-2</c:v>
                  </c:pt>
                  <c:pt idx="17">
                    <c:v>1.522534242774139E-2</c:v>
                  </c:pt>
                  <c:pt idx="18">
                    <c:v>1.6388381150158129E-2</c:v>
                  </c:pt>
                  <c:pt idx="19">
                    <c:v>1.8550488947683217E-2</c:v>
                  </c:pt>
                  <c:pt idx="20">
                    <c:v>1.959116086794524E-2</c:v>
                  </c:pt>
                  <c:pt idx="21">
                    <c:v>2.2814718888463443E-2</c:v>
                  </c:pt>
                  <c:pt idx="22">
                    <c:v>2.6129474408490259E-2</c:v>
                  </c:pt>
                  <c:pt idx="23">
                    <c:v>2.6985150338590849E-2</c:v>
                  </c:pt>
                  <c:pt idx="24">
                    <c:v>2.5465054881494056E-2</c:v>
                  </c:pt>
                  <c:pt idx="25">
                    <c:v>2.1954635972289863E-2</c:v>
                  </c:pt>
                  <c:pt idx="26">
                    <c:v>1.9053201380295186E-2</c:v>
                  </c:pt>
                  <c:pt idx="27">
                    <c:v>1.5305917273841035E-2</c:v>
                  </c:pt>
                  <c:pt idx="28">
                    <c:v>1.4595659398555382E-2</c:v>
                  </c:pt>
                  <c:pt idx="29">
                    <c:v>1.3614771070684021E-2</c:v>
                  </c:pt>
                  <c:pt idx="30">
                    <c:v>1.32775078208398E-2</c:v>
                  </c:pt>
                  <c:pt idx="31">
                    <c:v>1.3288214232601313E-2</c:v>
                  </c:pt>
                  <c:pt idx="32">
                    <c:v>1.119779874700331E-2</c:v>
                  </c:pt>
                  <c:pt idx="33">
                    <c:v>1.2619903797587994E-2</c:v>
                  </c:pt>
                  <c:pt idx="34">
                    <c:v>1.2289249228129366E-2</c:v>
                  </c:pt>
                  <c:pt idx="35">
                    <c:v>1.1760613839324774E-2</c:v>
                  </c:pt>
                  <c:pt idx="36">
                    <c:v>1.1719932117363583E-2</c:v>
                  </c:pt>
                  <c:pt idx="37">
                    <c:v>1.2366623200029616E-2</c:v>
                  </c:pt>
                  <c:pt idx="38">
                    <c:v>1.1214258517472686E-2</c:v>
                  </c:pt>
                  <c:pt idx="39">
                    <c:v>1.1686676643695028E-2</c:v>
                  </c:pt>
                  <c:pt idx="40">
                    <c:v>1.2740621056718728E-2</c:v>
                  </c:pt>
                  <c:pt idx="41">
                    <c:v>1.1858468103643285E-2</c:v>
                  </c:pt>
                  <c:pt idx="42">
                    <c:v>1.1861207711001838E-2</c:v>
                  </c:pt>
                  <c:pt idx="43">
                    <c:v>1.2025427923150011E-2</c:v>
                  </c:pt>
                  <c:pt idx="44">
                    <c:v>1.1831348498660434E-2</c:v>
                  </c:pt>
                  <c:pt idx="45">
                    <c:v>1.2055611560096586E-2</c:v>
                  </c:pt>
                  <c:pt idx="46">
                    <c:v>1.2783944898314883E-2</c:v>
                  </c:pt>
                  <c:pt idx="47">
                    <c:v>1.196498701956045E-2</c:v>
                  </c:pt>
                  <c:pt idx="48">
                    <c:v>1.2578290301077358E-2</c:v>
                  </c:pt>
                  <c:pt idx="49">
                    <c:v>1.3615660702429821E-2</c:v>
                  </c:pt>
                  <c:pt idx="50">
                    <c:v>1.3307418186744198E-2</c:v>
                  </c:pt>
                  <c:pt idx="51">
                    <c:v>1.4849472168247087E-2</c:v>
                  </c:pt>
                  <c:pt idx="52">
                    <c:v>1.5120386641436527E-2</c:v>
                  </c:pt>
                  <c:pt idx="53">
                    <c:v>1.5376935643289251E-2</c:v>
                  </c:pt>
                  <c:pt idx="54">
                    <c:v>1.6602864065614904E-2</c:v>
                  </c:pt>
                  <c:pt idx="55">
                    <c:v>1.6458283839503672E-2</c:v>
                  </c:pt>
                  <c:pt idx="56">
                    <c:v>1.645497427883456E-2</c:v>
                  </c:pt>
                  <c:pt idx="57">
                    <c:v>1.6362784675497809E-2</c:v>
                  </c:pt>
                  <c:pt idx="58">
                    <c:v>1.7179364488311692E-2</c:v>
                  </c:pt>
                  <c:pt idx="59">
                    <c:v>1.6822557186292809E-2</c:v>
                  </c:pt>
                  <c:pt idx="60">
                    <c:v>1.9056262856655456E-2</c:v>
                  </c:pt>
                  <c:pt idx="61">
                    <c:v>2.1019736051157475E-2</c:v>
                  </c:pt>
                  <c:pt idx="62">
                    <c:v>2.0893222430491871E-2</c:v>
                  </c:pt>
                </c:numCache>
              </c:numRef>
            </c:plus>
            <c:minus>
              <c:numRef>
                <c:f>Summer!$C$45:$BM$45</c:f>
                <c:numCache>
                  <c:formatCode>General</c:formatCode>
                  <c:ptCount val="63"/>
                  <c:pt idx="0">
                    <c:v>1.9636742580862364E-2</c:v>
                  </c:pt>
                  <c:pt idx="1">
                    <c:v>1.9966233187899786E-2</c:v>
                  </c:pt>
                  <c:pt idx="2">
                    <c:v>1.72081298437275E-2</c:v>
                  </c:pt>
                  <c:pt idx="3">
                    <c:v>1.4667684704198221E-2</c:v>
                  </c:pt>
                  <c:pt idx="4">
                    <c:v>1.4361354085203306E-2</c:v>
                  </c:pt>
                  <c:pt idx="5">
                    <c:v>1.5636657925987368E-2</c:v>
                  </c:pt>
                  <c:pt idx="6">
                    <c:v>1.5350722088383485E-2</c:v>
                  </c:pt>
                  <c:pt idx="7">
                    <c:v>1.6503708051021151E-2</c:v>
                  </c:pt>
                  <c:pt idx="8">
                    <c:v>1.660498824247161E-2</c:v>
                  </c:pt>
                  <c:pt idx="9">
                    <c:v>1.7791793059844102E-2</c:v>
                  </c:pt>
                  <c:pt idx="10">
                    <c:v>1.6973923370071139E-2</c:v>
                  </c:pt>
                  <c:pt idx="11">
                    <c:v>1.7699828649690389E-2</c:v>
                  </c:pt>
                  <c:pt idx="12">
                    <c:v>1.8767254115487835E-2</c:v>
                  </c:pt>
                  <c:pt idx="13">
                    <c:v>1.8480689106623125E-2</c:v>
                  </c:pt>
                  <c:pt idx="14">
                    <c:v>1.7992672094551968E-2</c:v>
                  </c:pt>
                  <c:pt idx="15">
                    <c:v>1.6440259292550618E-2</c:v>
                  </c:pt>
                  <c:pt idx="16">
                    <c:v>1.5567802805472769E-2</c:v>
                  </c:pt>
                  <c:pt idx="17">
                    <c:v>1.522534242774139E-2</c:v>
                  </c:pt>
                  <c:pt idx="18">
                    <c:v>1.6388381150158129E-2</c:v>
                  </c:pt>
                  <c:pt idx="19">
                    <c:v>1.8550488947683217E-2</c:v>
                  </c:pt>
                  <c:pt idx="20">
                    <c:v>1.959116086794524E-2</c:v>
                  </c:pt>
                  <c:pt idx="21">
                    <c:v>2.2814718888463443E-2</c:v>
                  </c:pt>
                  <c:pt idx="22">
                    <c:v>2.6129474408490259E-2</c:v>
                  </c:pt>
                  <c:pt idx="23">
                    <c:v>2.6985150338590849E-2</c:v>
                  </c:pt>
                  <c:pt idx="24">
                    <c:v>2.5465054881494056E-2</c:v>
                  </c:pt>
                  <c:pt idx="25">
                    <c:v>2.1954635972289863E-2</c:v>
                  </c:pt>
                  <c:pt idx="26">
                    <c:v>1.9053201380295186E-2</c:v>
                  </c:pt>
                  <c:pt idx="27">
                    <c:v>1.5305917273841035E-2</c:v>
                  </c:pt>
                  <c:pt idx="28">
                    <c:v>1.4595659398555382E-2</c:v>
                  </c:pt>
                  <c:pt idx="29">
                    <c:v>1.3614771070684021E-2</c:v>
                  </c:pt>
                  <c:pt idx="30">
                    <c:v>1.32775078208398E-2</c:v>
                  </c:pt>
                  <c:pt idx="31">
                    <c:v>1.3288214232601313E-2</c:v>
                  </c:pt>
                  <c:pt idx="32">
                    <c:v>1.119779874700331E-2</c:v>
                  </c:pt>
                  <c:pt idx="33">
                    <c:v>1.2619903797587994E-2</c:v>
                  </c:pt>
                  <c:pt idx="34">
                    <c:v>1.2289249228129366E-2</c:v>
                  </c:pt>
                  <c:pt idx="35">
                    <c:v>1.1760613839324774E-2</c:v>
                  </c:pt>
                  <c:pt idx="36">
                    <c:v>1.1719932117363583E-2</c:v>
                  </c:pt>
                  <c:pt idx="37">
                    <c:v>1.2366623200029616E-2</c:v>
                  </c:pt>
                  <c:pt idx="38">
                    <c:v>1.1214258517472686E-2</c:v>
                  </c:pt>
                  <c:pt idx="39">
                    <c:v>1.1686676643695028E-2</c:v>
                  </c:pt>
                  <c:pt idx="40">
                    <c:v>1.2740621056718728E-2</c:v>
                  </c:pt>
                  <c:pt idx="41">
                    <c:v>1.1858468103643285E-2</c:v>
                  </c:pt>
                  <c:pt idx="42">
                    <c:v>1.1861207711001838E-2</c:v>
                  </c:pt>
                  <c:pt idx="43">
                    <c:v>1.2025427923150011E-2</c:v>
                  </c:pt>
                  <c:pt idx="44">
                    <c:v>1.1831348498660434E-2</c:v>
                  </c:pt>
                  <c:pt idx="45">
                    <c:v>1.2055611560096586E-2</c:v>
                  </c:pt>
                  <c:pt idx="46">
                    <c:v>1.2783944898314883E-2</c:v>
                  </c:pt>
                  <c:pt idx="47">
                    <c:v>1.196498701956045E-2</c:v>
                  </c:pt>
                  <c:pt idx="48">
                    <c:v>1.2578290301077358E-2</c:v>
                  </c:pt>
                  <c:pt idx="49">
                    <c:v>1.3615660702429821E-2</c:v>
                  </c:pt>
                  <c:pt idx="50">
                    <c:v>1.3307418186744198E-2</c:v>
                  </c:pt>
                  <c:pt idx="51">
                    <c:v>1.4849472168247087E-2</c:v>
                  </c:pt>
                  <c:pt idx="52">
                    <c:v>1.5120386641436527E-2</c:v>
                  </c:pt>
                  <c:pt idx="53">
                    <c:v>1.5376935643289251E-2</c:v>
                  </c:pt>
                  <c:pt idx="54">
                    <c:v>1.6602864065614904E-2</c:v>
                  </c:pt>
                  <c:pt idx="55">
                    <c:v>1.6458283839503672E-2</c:v>
                  </c:pt>
                  <c:pt idx="56">
                    <c:v>1.645497427883456E-2</c:v>
                  </c:pt>
                  <c:pt idx="57">
                    <c:v>1.6362784675497809E-2</c:v>
                  </c:pt>
                  <c:pt idx="58">
                    <c:v>1.7179364488311692E-2</c:v>
                  </c:pt>
                  <c:pt idx="59">
                    <c:v>1.6822557186292809E-2</c:v>
                  </c:pt>
                  <c:pt idx="60">
                    <c:v>1.9056262856655456E-2</c:v>
                  </c:pt>
                  <c:pt idx="61">
                    <c:v>2.1019736051157475E-2</c:v>
                  </c:pt>
                  <c:pt idx="62">
                    <c:v>2.0893222430491871E-2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Summer!$C$44:$BM$44</c:f>
              <c:numCache>
                <c:formatCode>General</c:formatCode>
                <c:ptCount val="63"/>
                <c:pt idx="0">
                  <c:v>-0.39514393675840592</c:v>
                </c:pt>
                <c:pt idx="1">
                  <c:v>-0.17095947359542119</c:v>
                </c:pt>
                <c:pt idx="2">
                  <c:v>-7.4651860348490959E-2</c:v>
                </c:pt>
                <c:pt idx="3">
                  <c:v>-4.05557123483948E-2</c:v>
                </c:pt>
                <c:pt idx="4">
                  <c:v>-4.8592639391049804E-2</c:v>
                </c:pt>
                <c:pt idx="5">
                  <c:v>-2.6358621928513352E-2</c:v>
                </c:pt>
                <c:pt idx="6">
                  <c:v>-1.4239367446476925E-3</c:v>
                </c:pt>
                <c:pt idx="7">
                  <c:v>1.1875035209233943E-2</c:v>
                </c:pt>
                <c:pt idx="8">
                  <c:v>-1.4958130047989701E-2</c:v>
                </c:pt>
                <c:pt idx="9">
                  <c:v>-2.0213140734764833E-2</c:v>
                </c:pt>
                <c:pt idx="10">
                  <c:v>-3.7849076415196047E-2</c:v>
                </c:pt>
                <c:pt idx="11">
                  <c:v>-4.4900853231698581E-2</c:v>
                </c:pt>
                <c:pt idx="12">
                  <c:v>-4.6896801143172129E-2</c:v>
                </c:pt>
                <c:pt idx="13">
                  <c:v>-4.7343029662530477E-2</c:v>
                </c:pt>
                <c:pt idx="14">
                  <c:v>-3.7127841145911965E-2</c:v>
                </c:pt>
                <c:pt idx="15">
                  <c:v>-3.1551038585134937E-2</c:v>
                </c:pt>
                <c:pt idx="16">
                  <c:v>-3.1235363528043968E-2</c:v>
                </c:pt>
                <c:pt idx="17">
                  <c:v>-4.1069659179232679E-2</c:v>
                </c:pt>
                <c:pt idx="18">
                  <c:v>-6.2576203650572232E-2</c:v>
                </c:pt>
                <c:pt idx="19">
                  <c:v>-6.2832049742092486E-2</c:v>
                </c:pt>
                <c:pt idx="20">
                  <c:v>-5.4963481528579904E-2</c:v>
                </c:pt>
                <c:pt idx="21">
                  <c:v>-4.971074808231566E-2</c:v>
                </c:pt>
                <c:pt idx="22">
                  <c:v>-2.2800257329163746E-2</c:v>
                </c:pt>
                <c:pt idx="23">
                  <c:v>5.0428812264618813E-3</c:v>
                </c:pt>
                <c:pt idx="24">
                  <c:v>8.8409509377574864E-3</c:v>
                </c:pt>
                <c:pt idx="25">
                  <c:v>-1.8523885898234001E-3</c:v>
                </c:pt>
                <c:pt idx="26">
                  <c:v>-1.0448433887880179E-2</c:v>
                </c:pt>
                <c:pt idx="27">
                  <c:v>-8.5561635738759471E-3</c:v>
                </c:pt>
                <c:pt idx="28">
                  <c:v>-8.9770170232679573E-3</c:v>
                </c:pt>
                <c:pt idx="29">
                  <c:v>-2.4002222716355274E-2</c:v>
                </c:pt>
                <c:pt idx="30">
                  <c:v>-2.7540525596479039E-2</c:v>
                </c:pt>
                <c:pt idx="31">
                  <c:v>-2.8954369210138869E-2</c:v>
                </c:pt>
                <c:pt idx="32">
                  <c:v>-2.4175710145336874E-2</c:v>
                </c:pt>
                <c:pt idx="33">
                  <c:v>-1.9311574687996512E-2</c:v>
                </c:pt>
                <c:pt idx="34">
                  <c:v>-1.4681702509912397E-2</c:v>
                </c:pt>
                <c:pt idx="35">
                  <c:v>-2.5178498308393971E-2</c:v>
                </c:pt>
                <c:pt idx="36">
                  <c:v>-3.3022739538732977E-2</c:v>
                </c:pt>
                <c:pt idx="37">
                  <c:v>-5.4428854239275258E-2</c:v>
                </c:pt>
                <c:pt idx="38">
                  <c:v>-4.9849561642346933E-2</c:v>
                </c:pt>
                <c:pt idx="39">
                  <c:v>-4.1164784221191228E-2</c:v>
                </c:pt>
                <c:pt idx="40">
                  <c:v>-6.1771502577624079E-2</c:v>
                </c:pt>
                <c:pt idx="41">
                  <c:v>-5.4932911822495024E-2</c:v>
                </c:pt>
                <c:pt idx="42">
                  <c:v>-4.1688310550092991E-2</c:v>
                </c:pt>
                <c:pt idx="43">
                  <c:v>-2.8410852142929158E-2</c:v>
                </c:pt>
                <c:pt idx="44">
                  <c:v>-2.5791578642443337E-2</c:v>
                </c:pt>
                <c:pt idx="45">
                  <c:v>1.6477077737157191E-3</c:v>
                </c:pt>
                <c:pt idx="46">
                  <c:v>-1.9821928356940121E-3</c:v>
                </c:pt>
                <c:pt idx="47">
                  <c:v>-8.0397614494116323E-3</c:v>
                </c:pt>
                <c:pt idx="48">
                  <c:v>-1.6144232499942058E-2</c:v>
                </c:pt>
                <c:pt idx="49">
                  <c:v>-6.7890438717225863E-3</c:v>
                </c:pt>
                <c:pt idx="50">
                  <c:v>-1.5721215379286411E-2</c:v>
                </c:pt>
                <c:pt idx="51">
                  <c:v>-2.6559449009105101E-2</c:v>
                </c:pt>
                <c:pt idx="52">
                  <c:v>-5.7573397758854977E-2</c:v>
                </c:pt>
                <c:pt idx="53">
                  <c:v>-0.10738347910596978</c:v>
                </c:pt>
                <c:pt idx="54">
                  <c:v>-0.13807506882979956</c:v>
                </c:pt>
                <c:pt idx="55">
                  <c:v>-0.13997758122953766</c:v>
                </c:pt>
                <c:pt idx="56">
                  <c:v>-0.16550237324223016</c:v>
                </c:pt>
                <c:pt idx="57">
                  <c:v>-0.20475626341377079</c:v>
                </c:pt>
                <c:pt idx="58">
                  <c:v>-0.21389909200471688</c:v>
                </c:pt>
                <c:pt idx="59">
                  <c:v>-0.21225572417648747</c:v>
                </c:pt>
                <c:pt idx="60">
                  <c:v>-0.17914032593193835</c:v>
                </c:pt>
                <c:pt idx="61">
                  <c:v>-0.14523618299352137</c:v>
                </c:pt>
                <c:pt idx="62">
                  <c:v>-0.13997503061076144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Summer!$C$48:$BM$48</c:f>
                <c:numCache>
                  <c:formatCode>General</c:formatCode>
                  <c:ptCount val="63"/>
                  <c:pt idx="0">
                    <c:v>1.8112413706294503E-2</c:v>
                  </c:pt>
                  <c:pt idx="1">
                    <c:v>1.7454717430403527E-2</c:v>
                  </c:pt>
                  <c:pt idx="2">
                    <c:v>1.5673996758712522E-2</c:v>
                  </c:pt>
                  <c:pt idx="3">
                    <c:v>1.5641558815657985E-2</c:v>
                  </c:pt>
                  <c:pt idx="4">
                    <c:v>1.5357403708656677E-2</c:v>
                  </c:pt>
                  <c:pt idx="5">
                    <c:v>1.4785743789420257E-2</c:v>
                  </c:pt>
                  <c:pt idx="6">
                    <c:v>1.4732705564017182E-2</c:v>
                  </c:pt>
                  <c:pt idx="7">
                    <c:v>1.4794358195054737E-2</c:v>
                  </c:pt>
                  <c:pt idx="8">
                    <c:v>1.4344378654937205E-2</c:v>
                  </c:pt>
                  <c:pt idx="9">
                    <c:v>1.4052050382980777E-2</c:v>
                  </c:pt>
                  <c:pt idx="10">
                    <c:v>1.401333947827116E-2</c:v>
                  </c:pt>
                  <c:pt idx="11">
                    <c:v>1.3881346871323029E-2</c:v>
                  </c:pt>
                  <c:pt idx="12">
                    <c:v>1.3755150946935078E-2</c:v>
                  </c:pt>
                  <c:pt idx="13">
                    <c:v>1.36178013484828E-2</c:v>
                  </c:pt>
                  <c:pt idx="14">
                    <c:v>1.3491328973759906E-2</c:v>
                  </c:pt>
                  <c:pt idx="15">
                    <c:v>1.3478366456675618E-2</c:v>
                  </c:pt>
                  <c:pt idx="16">
                    <c:v>1.3785606458605323E-2</c:v>
                  </c:pt>
                  <c:pt idx="17">
                    <c:v>1.3851544237604268E-2</c:v>
                  </c:pt>
                  <c:pt idx="18">
                    <c:v>1.4249789333482206E-2</c:v>
                  </c:pt>
                  <c:pt idx="19">
                    <c:v>1.4154745591812151E-2</c:v>
                  </c:pt>
                  <c:pt idx="20">
                    <c:v>1.3608740852827544E-2</c:v>
                  </c:pt>
                  <c:pt idx="21">
                    <c:v>1.3639416235216492E-2</c:v>
                  </c:pt>
                  <c:pt idx="22">
                    <c:v>1.3542011854878317E-2</c:v>
                  </c:pt>
                  <c:pt idx="23">
                    <c:v>1.3388599406142168E-2</c:v>
                  </c:pt>
                  <c:pt idx="24">
                    <c:v>1.3413238154399803E-2</c:v>
                  </c:pt>
                  <c:pt idx="25">
                    <c:v>1.3994270667758947E-2</c:v>
                  </c:pt>
                  <c:pt idx="26">
                    <c:v>1.4341624612747501E-2</c:v>
                  </c:pt>
                  <c:pt idx="27">
                    <c:v>1.4225710674550576E-2</c:v>
                  </c:pt>
                  <c:pt idx="28">
                    <c:v>1.41191261368326E-2</c:v>
                  </c:pt>
                  <c:pt idx="29">
                    <c:v>1.4301156160727359E-2</c:v>
                  </c:pt>
                  <c:pt idx="30">
                    <c:v>1.4117760594948649E-2</c:v>
                  </c:pt>
                  <c:pt idx="31">
                    <c:v>1.4298866322713454E-2</c:v>
                  </c:pt>
                  <c:pt idx="32">
                    <c:v>1.4525156060460242E-2</c:v>
                  </c:pt>
                  <c:pt idx="33">
                    <c:v>1.3846127713738965E-2</c:v>
                  </c:pt>
                  <c:pt idx="34">
                    <c:v>1.3333744613723716E-2</c:v>
                  </c:pt>
                  <c:pt idx="35">
                    <c:v>1.3726672843738151E-2</c:v>
                  </c:pt>
                  <c:pt idx="36">
                    <c:v>1.3397904898299149E-2</c:v>
                  </c:pt>
                  <c:pt idx="37">
                    <c:v>1.3654513608231054E-2</c:v>
                  </c:pt>
                  <c:pt idx="38">
                    <c:v>1.3520945920790312E-2</c:v>
                  </c:pt>
                  <c:pt idx="39">
                    <c:v>1.4398904976928369E-2</c:v>
                  </c:pt>
                  <c:pt idx="40">
                    <c:v>1.3538437866362295E-2</c:v>
                  </c:pt>
                  <c:pt idx="41">
                    <c:v>1.3663466028026499E-2</c:v>
                  </c:pt>
                  <c:pt idx="42">
                    <c:v>1.4146143199854706E-2</c:v>
                  </c:pt>
                  <c:pt idx="43">
                    <c:v>1.4007791680447019E-2</c:v>
                  </c:pt>
                  <c:pt idx="44">
                    <c:v>1.3579248983361023E-2</c:v>
                  </c:pt>
                  <c:pt idx="45">
                    <c:v>1.4321291418787485E-2</c:v>
                  </c:pt>
                  <c:pt idx="46">
                    <c:v>1.4331242839486523E-2</c:v>
                  </c:pt>
                  <c:pt idx="47">
                    <c:v>1.4935990788684773E-2</c:v>
                  </c:pt>
                  <c:pt idx="48">
                    <c:v>1.599700310280493E-2</c:v>
                  </c:pt>
                  <c:pt idx="49">
                    <c:v>1.7265204871319138E-2</c:v>
                  </c:pt>
                  <c:pt idx="50">
                    <c:v>1.8092532023161658E-2</c:v>
                  </c:pt>
                  <c:pt idx="51">
                    <c:v>1.9505183218979399E-2</c:v>
                  </c:pt>
                  <c:pt idx="52">
                    <c:v>2.206164459249043E-2</c:v>
                  </c:pt>
                  <c:pt idx="53">
                    <c:v>2.4124872828410183E-2</c:v>
                  </c:pt>
                  <c:pt idx="54">
                    <c:v>2.7976852576899261E-2</c:v>
                  </c:pt>
                  <c:pt idx="55">
                    <c:v>2.6243685575786362E-2</c:v>
                  </c:pt>
                  <c:pt idx="56">
                    <c:v>3.5759707700529962E-2</c:v>
                  </c:pt>
                  <c:pt idx="57">
                    <c:v>4.470209604359697E-2</c:v>
                  </c:pt>
                  <c:pt idx="58">
                    <c:v>5.0636751495555354E-2</c:v>
                  </c:pt>
                  <c:pt idx="59">
                    <c:v>7.2720759184845302E-2</c:v>
                  </c:pt>
                  <c:pt idx="60">
                    <c:v>0.10783520774492507</c:v>
                  </c:pt>
                  <c:pt idx="61">
                    <c:v>0.23872617664799506</c:v>
                  </c:pt>
                  <c:pt idx="62">
                    <c:v>3.8982799596605368E-2</c:v>
                  </c:pt>
                </c:numCache>
              </c:numRef>
            </c:plus>
            <c:minus>
              <c:numRef>
                <c:f>Summer!$C$48:$BM$48</c:f>
                <c:numCache>
                  <c:formatCode>General</c:formatCode>
                  <c:ptCount val="63"/>
                  <c:pt idx="0">
                    <c:v>1.8112413706294503E-2</c:v>
                  </c:pt>
                  <c:pt idx="1">
                    <c:v>1.7454717430403527E-2</c:v>
                  </c:pt>
                  <c:pt idx="2">
                    <c:v>1.5673996758712522E-2</c:v>
                  </c:pt>
                  <c:pt idx="3">
                    <c:v>1.5641558815657985E-2</c:v>
                  </c:pt>
                  <c:pt idx="4">
                    <c:v>1.5357403708656677E-2</c:v>
                  </c:pt>
                  <c:pt idx="5">
                    <c:v>1.4785743789420257E-2</c:v>
                  </c:pt>
                  <c:pt idx="6">
                    <c:v>1.4732705564017182E-2</c:v>
                  </c:pt>
                  <c:pt idx="7">
                    <c:v>1.4794358195054737E-2</c:v>
                  </c:pt>
                  <c:pt idx="8">
                    <c:v>1.4344378654937205E-2</c:v>
                  </c:pt>
                  <c:pt idx="9">
                    <c:v>1.4052050382980777E-2</c:v>
                  </c:pt>
                  <c:pt idx="10">
                    <c:v>1.401333947827116E-2</c:v>
                  </c:pt>
                  <c:pt idx="11">
                    <c:v>1.3881346871323029E-2</c:v>
                  </c:pt>
                  <c:pt idx="12">
                    <c:v>1.3755150946935078E-2</c:v>
                  </c:pt>
                  <c:pt idx="13">
                    <c:v>1.36178013484828E-2</c:v>
                  </c:pt>
                  <c:pt idx="14">
                    <c:v>1.3491328973759906E-2</c:v>
                  </c:pt>
                  <c:pt idx="15">
                    <c:v>1.3478366456675618E-2</c:v>
                  </c:pt>
                  <c:pt idx="16">
                    <c:v>1.3785606458605323E-2</c:v>
                  </c:pt>
                  <c:pt idx="17">
                    <c:v>1.3851544237604268E-2</c:v>
                  </c:pt>
                  <c:pt idx="18">
                    <c:v>1.4249789333482206E-2</c:v>
                  </c:pt>
                  <c:pt idx="19">
                    <c:v>1.4154745591812151E-2</c:v>
                  </c:pt>
                  <c:pt idx="20">
                    <c:v>1.3608740852827544E-2</c:v>
                  </c:pt>
                  <c:pt idx="21">
                    <c:v>1.3639416235216492E-2</c:v>
                  </c:pt>
                  <c:pt idx="22">
                    <c:v>1.3542011854878317E-2</c:v>
                  </c:pt>
                  <c:pt idx="23">
                    <c:v>1.3388599406142168E-2</c:v>
                  </c:pt>
                  <c:pt idx="24">
                    <c:v>1.3413238154399803E-2</c:v>
                  </c:pt>
                  <c:pt idx="25">
                    <c:v>1.3994270667758947E-2</c:v>
                  </c:pt>
                  <c:pt idx="26">
                    <c:v>1.4341624612747501E-2</c:v>
                  </c:pt>
                  <c:pt idx="27">
                    <c:v>1.4225710674550576E-2</c:v>
                  </c:pt>
                  <c:pt idx="28">
                    <c:v>1.41191261368326E-2</c:v>
                  </c:pt>
                  <c:pt idx="29">
                    <c:v>1.4301156160727359E-2</c:v>
                  </c:pt>
                  <c:pt idx="30">
                    <c:v>1.4117760594948649E-2</c:v>
                  </c:pt>
                  <c:pt idx="31">
                    <c:v>1.4298866322713454E-2</c:v>
                  </c:pt>
                  <c:pt idx="32">
                    <c:v>1.4525156060460242E-2</c:v>
                  </c:pt>
                  <c:pt idx="33">
                    <c:v>1.3846127713738965E-2</c:v>
                  </c:pt>
                  <c:pt idx="34">
                    <c:v>1.3333744613723716E-2</c:v>
                  </c:pt>
                  <c:pt idx="35">
                    <c:v>1.3726672843738151E-2</c:v>
                  </c:pt>
                  <c:pt idx="36">
                    <c:v>1.3397904898299149E-2</c:v>
                  </c:pt>
                  <c:pt idx="37">
                    <c:v>1.3654513608231054E-2</c:v>
                  </c:pt>
                  <c:pt idx="38">
                    <c:v>1.3520945920790312E-2</c:v>
                  </c:pt>
                  <c:pt idx="39">
                    <c:v>1.4398904976928369E-2</c:v>
                  </c:pt>
                  <c:pt idx="40">
                    <c:v>1.3538437866362295E-2</c:v>
                  </c:pt>
                  <c:pt idx="41">
                    <c:v>1.3663466028026499E-2</c:v>
                  </c:pt>
                  <c:pt idx="42">
                    <c:v>1.4146143199854706E-2</c:v>
                  </c:pt>
                  <c:pt idx="43">
                    <c:v>1.4007791680447019E-2</c:v>
                  </c:pt>
                  <c:pt idx="44">
                    <c:v>1.3579248983361023E-2</c:v>
                  </c:pt>
                  <c:pt idx="45">
                    <c:v>1.4321291418787485E-2</c:v>
                  </c:pt>
                  <c:pt idx="46">
                    <c:v>1.4331242839486523E-2</c:v>
                  </c:pt>
                  <c:pt idx="47">
                    <c:v>1.4935990788684773E-2</c:v>
                  </c:pt>
                  <c:pt idx="48">
                    <c:v>1.599700310280493E-2</c:v>
                  </c:pt>
                  <c:pt idx="49">
                    <c:v>1.7265204871319138E-2</c:v>
                  </c:pt>
                  <c:pt idx="50">
                    <c:v>1.8092532023161658E-2</c:v>
                  </c:pt>
                  <c:pt idx="51">
                    <c:v>1.9505183218979399E-2</c:v>
                  </c:pt>
                  <c:pt idx="52">
                    <c:v>2.206164459249043E-2</c:v>
                  </c:pt>
                  <c:pt idx="53">
                    <c:v>2.4124872828410183E-2</c:v>
                  </c:pt>
                  <c:pt idx="54">
                    <c:v>2.7976852576899261E-2</c:v>
                  </c:pt>
                  <c:pt idx="55">
                    <c:v>2.6243685575786362E-2</c:v>
                  </c:pt>
                  <c:pt idx="56">
                    <c:v>3.5759707700529962E-2</c:v>
                  </c:pt>
                  <c:pt idx="57">
                    <c:v>4.470209604359697E-2</c:v>
                  </c:pt>
                  <c:pt idx="58">
                    <c:v>5.0636751495555354E-2</c:v>
                  </c:pt>
                  <c:pt idx="59">
                    <c:v>7.2720759184845302E-2</c:v>
                  </c:pt>
                  <c:pt idx="60">
                    <c:v>0.10783520774492507</c:v>
                  </c:pt>
                  <c:pt idx="61">
                    <c:v>0.23872617664799506</c:v>
                  </c:pt>
                  <c:pt idx="62">
                    <c:v>3.8982799596605368E-2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Summer!$C$47:$BM$47</c:f>
              <c:numCache>
                <c:formatCode>General</c:formatCode>
                <c:ptCount val="63"/>
                <c:pt idx="0">
                  <c:v>-0.85310517950150422</c:v>
                </c:pt>
                <c:pt idx="1">
                  <c:v>-0.37847027611198125</c:v>
                </c:pt>
                <c:pt idx="2">
                  <c:v>-0.14311770137907356</c:v>
                </c:pt>
                <c:pt idx="3">
                  <c:v>-3.7155342712109338E-2</c:v>
                </c:pt>
                <c:pt idx="4">
                  <c:v>-4.2938458099858225E-3</c:v>
                </c:pt>
                <c:pt idx="5">
                  <c:v>-1.5711831740132735E-2</c:v>
                </c:pt>
                <c:pt idx="6">
                  <c:v>-4.5467278656108862E-2</c:v>
                </c:pt>
                <c:pt idx="7">
                  <c:v>-5.5389294025463422E-2</c:v>
                </c:pt>
                <c:pt idx="8">
                  <c:v>-5.9733282842857033E-2</c:v>
                </c:pt>
                <c:pt idx="9">
                  <c:v>-5.9777691809563119E-2</c:v>
                </c:pt>
                <c:pt idx="10">
                  <c:v>-5.7922445706709083E-2</c:v>
                </c:pt>
                <c:pt idx="11">
                  <c:v>-5.9819236695004642E-2</c:v>
                </c:pt>
                <c:pt idx="12">
                  <c:v>-6.6834679101337724E-2</c:v>
                </c:pt>
                <c:pt idx="13">
                  <c:v>-6.3696256609467081E-2</c:v>
                </c:pt>
                <c:pt idx="14">
                  <c:v>-4.7462082162498968E-2</c:v>
                </c:pt>
                <c:pt idx="15">
                  <c:v>-3.9198827862045975E-2</c:v>
                </c:pt>
                <c:pt idx="16">
                  <c:v>-2.9280495089568249E-2</c:v>
                </c:pt>
                <c:pt idx="17">
                  <c:v>-2.008605996212361E-2</c:v>
                </c:pt>
                <c:pt idx="18">
                  <c:v>-1.2828075288686668E-2</c:v>
                </c:pt>
                <c:pt idx="19">
                  <c:v>-7.8499092861115793E-3</c:v>
                </c:pt>
                <c:pt idx="20">
                  <c:v>-3.5800848012645125E-3</c:v>
                </c:pt>
                <c:pt idx="21">
                  <c:v>-3.4761474140092051E-3</c:v>
                </c:pt>
                <c:pt idx="22">
                  <c:v>-1.7630000753275553E-2</c:v>
                </c:pt>
                <c:pt idx="23">
                  <c:v>-2.8899169246288794E-2</c:v>
                </c:pt>
                <c:pt idx="24">
                  <c:v>-3.1165017591478796E-2</c:v>
                </c:pt>
                <c:pt idx="25">
                  <c:v>-4.5552402776680233E-2</c:v>
                </c:pt>
                <c:pt idx="26">
                  <c:v>-5.8396309255226923E-2</c:v>
                </c:pt>
                <c:pt idx="27">
                  <c:v>-6.1082141390806276E-2</c:v>
                </c:pt>
                <c:pt idx="28">
                  <c:v>-5.7151691874120711E-2</c:v>
                </c:pt>
                <c:pt idx="29">
                  <c:v>-5.3199622202002236E-2</c:v>
                </c:pt>
                <c:pt idx="30">
                  <c:v>-4.1127852306410147E-2</c:v>
                </c:pt>
                <c:pt idx="31">
                  <c:v>-1.8075446173972543E-2</c:v>
                </c:pt>
                <c:pt idx="32">
                  <c:v>-2.3471265126870484E-2</c:v>
                </c:pt>
                <c:pt idx="33">
                  <c:v>-2.7118363867500574E-2</c:v>
                </c:pt>
                <c:pt idx="34">
                  <c:v>-2.7048195262861473E-2</c:v>
                </c:pt>
                <c:pt idx="35">
                  <c:v>-3.8908841966237943E-2</c:v>
                </c:pt>
                <c:pt idx="36">
                  <c:v>-4.7547796499210954E-2</c:v>
                </c:pt>
                <c:pt idx="37">
                  <c:v>-1.7752279877782041E-2</c:v>
                </c:pt>
                <c:pt idx="38">
                  <c:v>-3.3133669092752192E-2</c:v>
                </c:pt>
                <c:pt idx="39">
                  <c:v>-3.6075466671897163E-2</c:v>
                </c:pt>
                <c:pt idx="40">
                  <c:v>-2.9190787613481303E-2</c:v>
                </c:pt>
                <c:pt idx="41">
                  <c:v>-1.8747581020016783E-2</c:v>
                </c:pt>
                <c:pt idx="42">
                  <c:v>-1.5354295943251525E-3</c:v>
                </c:pt>
                <c:pt idx="43">
                  <c:v>2.0481399876572725E-2</c:v>
                </c:pt>
                <c:pt idx="44">
                  <c:v>9.9310708470482581E-3</c:v>
                </c:pt>
                <c:pt idx="45">
                  <c:v>-1.0773920426821028E-2</c:v>
                </c:pt>
                <c:pt idx="46">
                  <c:v>-1.3558933859346561E-2</c:v>
                </c:pt>
                <c:pt idx="47">
                  <c:v>-2.2030700569564684E-2</c:v>
                </c:pt>
                <c:pt idx="48">
                  <c:v>-3.7272137999795965E-2</c:v>
                </c:pt>
                <c:pt idx="49">
                  <c:v>-4.9749275979557771E-2</c:v>
                </c:pt>
                <c:pt idx="50">
                  <c:v>-7.2912294729599259E-2</c:v>
                </c:pt>
                <c:pt idx="51">
                  <c:v>-8.7428747686375624E-2</c:v>
                </c:pt>
                <c:pt idx="52">
                  <c:v>-9.6017978333819129E-2</c:v>
                </c:pt>
                <c:pt idx="53">
                  <c:v>-0.10445627977870245</c:v>
                </c:pt>
                <c:pt idx="54">
                  <c:v>-0.12592018014756542</c:v>
                </c:pt>
                <c:pt idx="55">
                  <c:v>-0.12170233384679444</c:v>
                </c:pt>
                <c:pt idx="56">
                  <c:v>-0.12616367854653565</c:v>
                </c:pt>
                <c:pt idx="57">
                  <c:v>-0.11347683488234367</c:v>
                </c:pt>
                <c:pt idx="58">
                  <c:v>-9.5363699996900711E-2</c:v>
                </c:pt>
                <c:pt idx="59">
                  <c:v>-7.1964465781521478E-2</c:v>
                </c:pt>
                <c:pt idx="60">
                  <c:v>0.12705611206858561</c:v>
                </c:pt>
                <c:pt idx="61">
                  <c:v>0.21931411582665414</c:v>
                </c:pt>
                <c:pt idx="62">
                  <c:v>-3.3279169651848406E-2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786752"/>
        <c:axId val="170227200"/>
      </c:scatterChart>
      <c:valAx>
        <c:axId val="16978675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227200"/>
        <c:crosses val="autoZero"/>
        <c:crossBetween val="midCat"/>
      </c:valAx>
      <c:valAx>
        <c:axId val="17022720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78675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00:00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06:00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Autumn!$C$8:$AZ$8</c:f>
                <c:numCache>
                  <c:formatCode>General</c:formatCode>
                  <c:ptCount val="50"/>
                  <c:pt idx="0">
                    <c:v>6.3372771876845559E-3</c:v>
                  </c:pt>
                  <c:pt idx="1">
                    <c:v>7.7489846156135727E-3</c:v>
                  </c:pt>
                  <c:pt idx="2">
                    <c:v>8.4541236114237788E-3</c:v>
                  </c:pt>
                  <c:pt idx="3">
                    <c:v>9.0658613794350178E-3</c:v>
                  </c:pt>
                  <c:pt idx="4">
                    <c:v>9.2104061002124885E-3</c:v>
                  </c:pt>
                  <c:pt idx="5">
                    <c:v>9.4150690984268742E-3</c:v>
                  </c:pt>
                  <c:pt idx="6">
                    <c:v>9.387167527063164E-3</c:v>
                  </c:pt>
                  <c:pt idx="7">
                    <c:v>9.3289841453213333E-3</c:v>
                  </c:pt>
                  <c:pt idx="8">
                    <c:v>9.5845832048808404E-3</c:v>
                  </c:pt>
                  <c:pt idx="9">
                    <c:v>9.6635432907975754E-3</c:v>
                  </c:pt>
                  <c:pt idx="10">
                    <c:v>9.8233982451384049E-3</c:v>
                  </c:pt>
                  <c:pt idx="11">
                    <c:v>1.0029062919127286E-2</c:v>
                  </c:pt>
                  <c:pt idx="12">
                    <c:v>1.0221085755240783E-2</c:v>
                  </c:pt>
                  <c:pt idx="13">
                    <c:v>1.0443796661056817E-2</c:v>
                  </c:pt>
                  <c:pt idx="14">
                    <c:v>1.0561820179785915E-2</c:v>
                  </c:pt>
                  <c:pt idx="15">
                    <c:v>1.0675740238265131E-2</c:v>
                  </c:pt>
                  <c:pt idx="16">
                    <c:v>1.0042913898361245E-2</c:v>
                  </c:pt>
                  <c:pt idx="17">
                    <c:v>9.4578265314969809E-3</c:v>
                  </c:pt>
                  <c:pt idx="18">
                    <c:v>9.416297142819538E-3</c:v>
                  </c:pt>
                  <c:pt idx="19">
                    <c:v>9.6981504376708674E-3</c:v>
                  </c:pt>
                  <c:pt idx="20">
                    <c:v>1.0599611680491961E-2</c:v>
                  </c:pt>
                  <c:pt idx="21">
                    <c:v>1.1872219239289347E-2</c:v>
                  </c:pt>
                  <c:pt idx="22">
                    <c:v>1.2653078817744426E-2</c:v>
                  </c:pt>
                  <c:pt idx="23">
                    <c:v>1.2510575261226217E-2</c:v>
                  </c:pt>
                  <c:pt idx="24">
                    <c:v>1.2131362511245074E-2</c:v>
                  </c:pt>
                  <c:pt idx="25">
                    <c:v>1.0660666651606275E-2</c:v>
                  </c:pt>
                  <c:pt idx="26">
                    <c:v>9.7289350782079793E-3</c:v>
                  </c:pt>
                  <c:pt idx="27">
                    <c:v>8.7845423701876559E-3</c:v>
                  </c:pt>
                  <c:pt idx="28">
                    <c:v>8.5246686937900419E-3</c:v>
                  </c:pt>
                  <c:pt idx="29">
                    <c:v>7.7289986245208117E-3</c:v>
                  </c:pt>
                  <c:pt idx="30">
                    <c:v>7.5182913976624037E-3</c:v>
                  </c:pt>
                  <c:pt idx="31">
                    <c:v>6.8978477030863647E-3</c:v>
                  </c:pt>
                  <c:pt idx="32">
                    <c:v>6.9133156371187646E-3</c:v>
                  </c:pt>
                  <c:pt idx="33">
                    <c:v>6.9253517263526514E-3</c:v>
                  </c:pt>
                  <c:pt idx="34">
                    <c:v>6.7569253862582541E-3</c:v>
                  </c:pt>
                  <c:pt idx="35">
                    <c:v>6.4110343262772894E-3</c:v>
                  </c:pt>
                  <c:pt idx="36">
                    <c:v>6.6855338349234208E-3</c:v>
                  </c:pt>
                  <c:pt idx="37">
                    <c:v>6.8158543671100053E-3</c:v>
                  </c:pt>
                  <c:pt idx="38">
                    <c:v>6.4474258394918047E-3</c:v>
                  </c:pt>
                  <c:pt idx="39">
                    <c:v>6.8955545230976554E-3</c:v>
                  </c:pt>
                  <c:pt idx="40">
                    <c:v>7.025514181022801E-3</c:v>
                  </c:pt>
                  <c:pt idx="41">
                    <c:v>6.9789881427484999E-3</c:v>
                  </c:pt>
                  <c:pt idx="42">
                    <c:v>7.0779436522072281E-3</c:v>
                  </c:pt>
                  <c:pt idx="43">
                    <c:v>7.3494751181790762E-3</c:v>
                  </c:pt>
                  <c:pt idx="44">
                    <c:v>7.5041758169475167E-3</c:v>
                  </c:pt>
                  <c:pt idx="45">
                    <c:v>7.6831672033159269E-3</c:v>
                  </c:pt>
                  <c:pt idx="46">
                    <c:v>8.3041944844035494E-3</c:v>
                  </c:pt>
                  <c:pt idx="47">
                    <c:v>8.5472213461305225E-3</c:v>
                  </c:pt>
                  <c:pt idx="48">
                    <c:v>8.5492912731044389E-3</c:v>
                  </c:pt>
                  <c:pt idx="49">
                    <c:v>8.8599373676726718E-3</c:v>
                  </c:pt>
                </c:numCache>
              </c:numRef>
            </c:plus>
            <c:minus>
              <c:numRef>
                <c:f>Autumn!$C$8:$AZ$8</c:f>
                <c:numCache>
                  <c:formatCode>General</c:formatCode>
                  <c:ptCount val="50"/>
                  <c:pt idx="0">
                    <c:v>6.3372771876845559E-3</c:v>
                  </c:pt>
                  <c:pt idx="1">
                    <c:v>7.7489846156135727E-3</c:v>
                  </c:pt>
                  <c:pt idx="2">
                    <c:v>8.4541236114237788E-3</c:v>
                  </c:pt>
                  <c:pt idx="3">
                    <c:v>9.0658613794350178E-3</c:v>
                  </c:pt>
                  <c:pt idx="4">
                    <c:v>9.2104061002124885E-3</c:v>
                  </c:pt>
                  <c:pt idx="5">
                    <c:v>9.4150690984268742E-3</c:v>
                  </c:pt>
                  <c:pt idx="6">
                    <c:v>9.387167527063164E-3</c:v>
                  </c:pt>
                  <c:pt idx="7">
                    <c:v>9.3289841453213333E-3</c:v>
                  </c:pt>
                  <c:pt idx="8">
                    <c:v>9.5845832048808404E-3</c:v>
                  </c:pt>
                  <c:pt idx="9">
                    <c:v>9.6635432907975754E-3</c:v>
                  </c:pt>
                  <c:pt idx="10">
                    <c:v>9.8233982451384049E-3</c:v>
                  </c:pt>
                  <c:pt idx="11">
                    <c:v>1.0029062919127286E-2</c:v>
                  </c:pt>
                  <c:pt idx="12">
                    <c:v>1.0221085755240783E-2</c:v>
                  </c:pt>
                  <c:pt idx="13">
                    <c:v>1.0443796661056817E-2</c:v>
                  </c:pt>
                  <c:pt idx="14">
                    <c:v>1.0561820179785915E-2</c:v>
                  </c:pt>
                  <c:pt idx="15">
                    <c:v>1.0675740238265131E-2</c:v>
                  </c:pt>
                  <c:pt idx="16">
                    <c:v>1.0042913898361245E-2</c:v>
                  </c:pt>
                  <c:pt idx="17">
                    <c:v>9.4578265314969809E-3</c:v>
                  </c:pt>
                  <c:pt idx="18">
                    <c:v>9.416297142819538E-3</c:v>
                  </c:pt>
                  <c:pt idx="19">
                    <c:v>9.6981504376708674E-3</c:v>
                  </c:pt>
                  <c:pt idx="20">
                    <c:v>1.0599611680491961E-2</c:v>
                  </c:pt>
                  <c:pt idx="21">
                    <c:v>1.1872219239289347E-2</c:v>
                  </c:pt>
                  <c:pt idx="22">
                    <c:v>1.2653078817744426E-2</c:v>
                  </c:pt>
                  <c:pt idx="23">
                    <c:v>1.2510575261226217E-2</c:v>
                  </c:pt>
                  <c:pt idx="24">
                    <c:v>1.2131362511245074E-2</c:v>
                  </c:pt>
                  <c:pt idx="25">
                    <c:v>1.0660666651606275E-2</c:v>
                  </c:pt>
                  <c:pt idx="26">
                    <c:v>9.7289350782079793E-3</c:v>
                  </c:pt>
                  <c:pt idx="27">
                    <c:v>8.7845423701876559E-3</c:v>
                  </c:pt>
                  <c:pt idx="28">
                    <c:v>8.5246686937900419E-3</c:v>
                  </c:pt>
                  <c:pt idx="29">
                    <c:v>7.7289986245208117E-3</c:v>
                  </c:pt>
                  <c:pt idx="30">
                    <c:v>7.5182913976624037E-3</c:v>
                  </c:pt>
                  <c:pt idx="31">
                    <c:v>6.8978477030863647E-3</c:v>
                  </c:pt>
                  <c:pt idx="32">
                    <c:v>6.9133156371187646E-3</c:v>
                  </c:pt>
                  <c:pt idx="33">
                    <c:v>6.9253517263526514E-3</c:v>
                  </c:pt>
                  <c:pt idx="34">
                    <c:v>6.7569253862582541E-3</c:v>
                  </c:pt>
                  <c:pt idx="35">
                    <c:v>6.4110343262772894E-3</c:v>
                  </c:pt>
                  <c:pt idx="36">
                    <c:v>6.6855338349234208E-3</c:v>
                  </c:pt>
                  <c:pt idx="37">
                    <c:v>6.8158543671100053E-3</c:v>
                  </c:pt>
                  <c:pt idx="38">
                    <c:v>6.4474258394918047E-3</c:v>
                  </c:pt>
                  <c:pt idx="39">
                    <c:v>6.8955545230976554E-3</c:v>
                  </c:pt>
                  <c:pt idx="40">
                    <c:v>7.025514181022801E-3</c:v>
                  </c:pt>
                  <c:pt idx="41">
                    <c:v>6.9789881427484999E-3</c:v>
                  </c:pt>
                  <c:pt idx="42">
                    <c:v>7.0779436522072281E-3</c:v>
                  </c:pt>
                  <c:pt idx="43">
                    <c:v>7.3494751181790762E-3</c:v>
                  </c:pt>
                  <c:pt idx="44">
                    <c:v>7.5041758169475167E-3</c:v>
                  </c:pt>
                  <c:pt idx="45">
                    <c:v>7.6831672033159269E-3</c:v>
                  </c:pt>
                  <c:pt idx="46">
                    <c:v>8.3041944844035494E-3</c:v>
                  </c:pt>
                  <c:pt idx="47">
                    <c:v>8.5472213461305225E-3</c:v>
                  </c:pt>
                  <c:pt idx="48">
                    <c:v>8.5492912731044389E-3</c:v>
                  </c:pt>
                  <c:pt idx="49">
                    <c:v>8.8599373676726718E-3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Autumn!$C$7:$BM$7</c:f>
              <c:numCache>
                <c:formatCode>General</c:formatCode>
                <c:ptCount val="63"/>
                <c:pt idx="0">
                  <c:v>-0.14962495334079873</c:v>
                </c:pt>
                <c:pt idx="1">
                  <c:v>-8.2700933184023759E-2</c:v>
                </c:pt>
                <c:pt idx="2">
                  <c:v>-5.1415057857409498E-2</c:v>
                </c:pt>
                <c:pt idx="3">
                  <c:v>-3.4680401269130259E-2</c:v>
                </c:pt>
                <c:pt idx="4">
                  <c:v>-3.8060664427024965E-2</c:v>
                </c:pt>
                <c:pt idx="5">
                  <c:v>-3.0407932064203058E-2</c:v>
                </c:pt>
                <c:pt idx="6">
                  <c:v>-2.558719111608812E-2</c:v>
                </c:pt>
                <c:pt idx="7">
                  <c:v>-2.4276295259425144E-2</c:v>
                </c:pt>
                <c:pt idx="8">
                  <c:v>-3.1253714072415055E-2</c:v>
                </c:pt>
                <c:pt idx="9">
                  <c:v>-3.8266144083613299E-2</c:v>
                </c:pt>
                <c:pt idx="10">
                  <c:v>-4.2808883911907479E-2</c:v>
                </c:pt>
                <c:pt idx="11">
                  <c:v>-4.9988801791713416E-2</c:v>
                </c:pt>
                <c:pt idx="12">
                  <c:v>-4.4680851063829741E-2</c:v>
                </c:pt>
                <c:pt idx="13">
                  <c:v>-3.9193729003359483E-2</c:v>
                </c:pt>
                <c:pt idx="14">
                  <c:v>-4.203060843598358E-2</c:v>
                </c:pt>
                <c:pt idx="15">
                  <c:v>-4.8040313549831994E-2</c:v>
                </c:pt>
                <c:pt idx="16">
                  <c:v>-4.4219977553310898E-2</c:v>
                </c:pt>
                <c:pt idx="17">
                  <c:v>-4.5524344569288326E-2</c:v>
                </c:pt>
                <c:pt idx="18">
                  <c:v>-4.6610486891385743E-2</c:v>
                </c:pt>
                <c:pt idx="19">
                  <c:v>-3.4194756554307093E-2</c:v>
                </c:pt>
                <c:pt idx="20">
                  <c:v>-2.8140232470941082E-2</c:v>
                </c:pt>
                <c:pt idx="21">
                  <c:v>-3.6519607843137278E-2</c:v>
                </c:pt>
                <c:pt idx="22">
                  <c:v>-2.2555681389203452E-2</c:v>
                </c:pt>
                <c:pt idx="23">
                  <c:v>-1.8484848484848517E-2</c:v>
                </c:pt>
                <c:pt idx="24">
                  <c:v>-1.936526035727858E-2</c:v>
                </c:pt>
                <c:pt idx="25">
                  <c:v>-2.460862924780452E-2</c:v>
                </c:pt>
                <c:pt idx="26">
                  <c:v>-1.9954128440366991E-2</c:v>
                </c:pt>
                <c:pt idx="27">
                  <c:v>-1.557471264367819E-2</c:v>
                </c:pt>
                <c:pt idx="28">
                  <c:v>-1.2389719984656709E-2</c:v>
                </c:pt>
                <c:pt idx="29">
                  <c:v>-1.1923963133640546E-2</c:v>
                </c:pt>
                <c:pt idx="30">
                  <c:v>-1.429946112394148E-2</c:v>
                </c:pt>
                <c:pt idx="31">
                  <c:v>-3.3255993812838103E-3</c:v>
                </c:pt>
                <c:pt idx="32">
                  <c:v>2.0881670533642697E-3</c:v>
                </c:pt>
                <c:pt idx="33">
                  <c:v>-1.3837209302325584E-2</c:v>
                </c:pt>
                <c:pt idx="34">
                  <c:v>-2.1386946386946375E-2</c:v>
                </c:pt>
                <c:pt idx="35">
                  <c:v>-2.7693504472967659E-2</c:v>
                </c:pt>
                <c:pt idx="36">
                  <c:v>-1.6102683780630095E-2</c:v>
                </c:pt>
                <c:pt idx="37">
                  <c:v>-2.7185792349726783E-2</c:v>
                </c:pt>
                <c:pt idx="38">
                  <c:v>-2.0165094339622686E-2</c:v>
                </c:pt>
                <c:pt idx="39">
                  <c:v>-1.7180703835508099E-2</c:v>
                </c:pt>
                <c:pt idx="40">
                  <c:v>-1.241557409614623E-2</c:v>
                </c:pt>
                <c:pt idx="41">
                  <c:v>-1.7787114845938395E-2</c:v>
                </c:pt>
                <c:pt idx="42">
                  <c:v>-1.7734784361144725E-2</c:v>
                </c:pt>
                <c:pt idx="43">
                  <c:v>-1.4498977505112476E-2</c:v>
                </c:pt>
                <c:pt idx="44">
                  <c:v>-2.7564102564102539E-2</c:v>
                </c:pt>
                <c:pt idx="45">
                  <c:v>-3.3208176887776351E-2</c:v>
                </c:pt>
                <c:pt idx="46">
                  <c:v>-2.0235096557514657E-2</c:v>
                </c:pt>
                <c:pt idx="47">
                  <c:v>-3.255274261603374E-2</c:v>
                </c:pt>
                <c:pt idx="48">
                  <c:v>-4.5646606914212538E-2</c:v>
                </c:pt>
                <c:pt idx="49">
                  <c:v>-5.438144329896915E-2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Autumn!$C$11:$BM$11</c:f>
                <c:numCache>
                  <c:formatCode>General</c:formatCode>
                  <c:ptCount val="63"/>
                  <c:pt idx="0">
                    <c:v>1.2325361245066436E-2</c:v>
                  </c:pt>
                  <c:pt idx="1">
                    <c:v>1.5041827260133554E-2</c:v>
                  </c:pt>
                  <c:pt idx="2">
                    <c:v>1.5854794956975636E-2</c:v>
                  </c:pt>
                  <c:pt idx="3">
                    <c:v>1.6611124564657822E-2</c:v>
                  </c:pt>
                  <c:pt idx="4">
                    <c:v>1.712144283713506E-2</c:v>
                  </c:pt>
                  <c:pt idx="5">
                    <c:v>1.6124152164128543E-2</c:v>
                  </c:pt>
                  <c:pt idx="6">
                    <c:v>1.5356914856748585E-2</c:v>
                  </c:pt>
                  <c:pt idx="7">
                    <c:v>1.435817368940258E-2</c:v>
                  </c:pt>
                  <c:pt idx="8">
                    <c:v>1.6182149624948738E-2</c:v>
                  </c:pt>
                  <c:pt idx="9">
                    <c:v>1.6459971525241365E-2</c:v>
                  </c:pt>
                  <c:pt idx="10">
                    <c:v>1.6369614306457916E-2</c:v>
                  </c:pt>
                  <c:pt idx="11">
                    <c:v>1.6680418598559361E-2</c:v>
                  </c:pt>
                  <c:pt idx="12">
                    <c:v>1.7326385434667517E-2</c:v>
                  </c:pt>
                  <c:pt idx="13">
                    <c:v>1.7947696091084028E-2</c:v>
                  </c:pt>
                  <c:pt idx="14">
                    <c:v>1.8477268321030051E-2</c:v>
                  </c:pt>
                  <c:pt idx="15">
                    <c:v>1.9297100149029529E-2</c:v>
                  </c:pt>
                  <c:pt idx="16">
                    <c:v>1.918598495113151E-2</c:v>
                  </c:pt>
                  <c:pt idx="17">
                    <c:v>1.746946848380557E-2</c:v>
                  </c:pt>
                  <c:pt idx="18">
                    <c:v>1.6418825179861915E-2</c:v>
                  </c:pt>
                  <c:pt idx="19">
                    <c:v>1.5980819552848365E-2</c:v>
                  </c:pt>
                  <c:pt idx="20">
                    <c:v>1.7902561416885138E-2</c:v>
                  </c:pt>
                  <c:pt idx="21">
                    <c:v>2.0032527699530654E-2</c:v>
                  </c:pt>
                  <c:pt idx="22">
                    <c:v>2.2556692702527095E-2</c:v>
                  </c:pt>
                  <c:pt idx="23">
                    <c:v>2.2661633334832201E-2</c:v>
                  </c:pt>
                  <c:pt idx="24">
                    <c:v>2.3304093841518197E-2</c:v>
                  </c:pt>
                  <c:pt idx="25">
                    <c:v>2.0082327151975124E-2</c:v>
                  </c:pt>
                  <c:pt idx="26">
                    <c:v>1.7570973094435373E-2</c:v>
                  </c:pt>
                  <c:pt idx="27">
                    <c:v>1.6137255254230553E-2</c:v>
                  </c:pt>
                  <c:pt idx="28">
                    <c:v>1.4990432587393271E-2</c:v>
                  </c:pt>
                  <c:pt idx="29">
                    <c:v>1.3541699503812435E-2</c:v>
                  </c:pt>
                  <c:pt idx="30">
                    <c:v>1.3047453873588246E-2</c:v>
                  </c:pt>
                  <c:pt idx="31">
                    <c:v>1.2925311704443259E-2</c:v>
                  </c:pt>
                  <c:pt idx="32">
                    <c:v>1.334472115808288E-2</c:v>
                  </c:pt>
                  <c:pt idx="33">
                    <c:v>1.2010582504692788E-2</c:v>
                  </c:pt>
                  <c:pt idx="34">
                    <c:v>1.1090961175868646E-2</c:v>
                  </c:pt>
                  <c:pt idx="35">
                    <c:v>1.086536634189194E-2</c:v>
                  </c:pt>
                  <c:pt idx="36">
                    <c:v>1.1462494625255022E-2</c:v>
                  </c:pt>
                  <c:pt idx="37">
                    <c:v>1.1991464060450506E-2</c:v>
                  </c:pt>
                  <c:pt idx="38">
                    <c:v>1.1397725884394186E-2</c:v>
                  </c:pt>
                  <c:pt idx="39">
                    <c:v>1.1798518182908446E-2</c:v>
                  </c:pt>
                  <c:pt idx="40">
                    <c:v>1.2778272207692421E-2</c:v>
                  </c:pt>
                  <c:pt idx="41">
                    <c:v>1.2391910121163778E-2</c:v>
                  </c:pt>
                  <c:pt idx="42">
                    <c:v>1.3168063626779398E-2</c:v>
                  </c:pt>
                  <c:pt idx="43">
                    <c:v>1.4228722627907036E-2</c:v>
                  </c:pt>
                  <c:pt idx="44">
                    <c:v>1.291236339073188E-2</c:v>
                  </c:pt>
                  <c:pt idx="45">
                    <c:v>1.4597698288814224E-2</c:v>
                  </c:pt>
                  <c:pt idx="46">
                    <c:v>1.4126402043802786E-2</c:v>
                  </c:pt>
                  <c:pt idx="47">
                    <c:v>1.5329378088928914E-2</c:v>
                  </c:pt>
                  <c:pt idx="48">
                    <c:v>1.4796194790610239E-2</c:v>
                  </c:pt>
                  <c:pt idx="49">
                    <c:v>1.5030429716816507E-2</c:v>
                  </c:pt>
                  <c:pt idx="50">
                    <c:v>1.5741904567447076E-2</c:v>
                  </c:pt>
                  <c:pt idx="51">
                    <c:v>1.6834925077572137E-2</c:v>
                  </c:pt>
                  <c:pt idx="52">
                    <c:v>1.676820155265478E-2</c:v>
                  </c:pt>
                  <c:pt idx="53">
                    <c:v>1.60885774072611E-2</c:v>
                  </c:pt>
                  <c:pt idx="54">
                    <c:v>1.8237840788273764E-2</c:v>
                  </c:pt>
                  <c:pt idx="55">
                    <c:v>1.971080194661802E-2</c:v>
                  </c:pt>
                  <c:pt idx="56">
                    <c:v>1.9447280527230739E-2</c:v>
                  </c:pt>
                  <c:pt idx="57">
                    <c:v>1.9516498129989231E-2</c:v>
                  </c:pt>
                  <c:pt idx="58">
                    <c:v>1.981351645682607E-2</c:v>
                  </c:pt>
                  <c:pt idx="59">
                    <c:v>2.1708521428389589E-2</c:v>
                  </c:pt>
                  <c:pt idx="60">
                    <c:v>2.1379093155211894E-2</c:v>
                  </c:pt>
                  <c:pt idx="61">
                    <c:v>2.2893572133920126E-2</c:v>
                  </c:pt>
                  <c:pt idx="62">
                    <c:v>2.3105311535495346E-2</c:v>
                  </c:pt>
                </c:numCache>
              </c:numRef>
            </c:plus>
            <c:minus>
              <c:numRef>
                <c:f>Autumn!$C$11:$BM$11</c:f>
                <c:numCache>
                  <c:formatCode>General</c:formatCode>
                  <c:ptCount val="63"/>
                  <c:pt idx="0">
                    <c:v>1.2325361245066436E-2</c:v>
                  </c:pt>
                  <c:pt idx="1">
                    <c:v>1.5041827260133554E-2</c:v>
                  </c:pt>
                  <c:pt idx="2">
                    <c:v>1.5854794956975636E-2</c:v>
                  </c:pt>
                  <c:pt idx="3">
                    <c:v>1.6611124564657822E-2</c:v>
                  </c:pt>
                  <c:pt idx="4">
                    <c:v>1.712144283713506E-2</c:v>
                  </c:pt>
                  <c:pt idx="5">
                    <c:v>1.6124152164128543E-2</c:v>
                  </c:pt>
                  <c:pt idx="6">
                    <c:v>1.5356914856748585E-2</c:v>
                  </c:pt>
                  <c:pt idx="7">
                    <c:v>1.435817368940258E-2</c:v>
                  </c:pt>
                  <c:pt idx="8">
                    <c:v>1.6182149624948738E-2</c:v>
                  </c:pt>
                  <c:pt idx="9">
                    <c:v>1.6459971525241365E-2</c:v>
                  </c:pt>
                  <c:pt idx="10">
                    <c:v>1.6369614306457916E-2</c:v>
                  </c:pt>
                  <c:pt idx="11">
                    <c:v>1.6680418598559361E-2</c:v>
                  </c:pt>
                  <c:pt idx="12">
                    <c:v>1.7326385434667517E-2</c:v>
                  </c:pt>
                  <c:pt idx="13">
                    <c:v>1.7947696091084028E-2</c:v>
                  </c:pt>
                  <c:pt idx="14">
                    <c:v>1.8477268321030051E-2</c:v>
                  </c:pt>
                  <c:pt idx="15">
                    <c:v>1.9297100149029529E-2</c:v>
                  </c:pt>
                  <c:pt idx="16">
                    <c:v>1.918598495113151E-2</c:v>
                  </c:pt>
                  <c:pt idx="17">
                    <c:v>1.746946848380557E-2</c:v>
                  </c:pt>
                  <c:pt idx="18">
                    <c:v>1.6418825179861915E-2</c:v>
                  </c:pt>
                  <c:pt idx="19">
                    <c:v>1.5980819552848365E-2</c:v>
                  </c:pt>
                  <c:pt idx="20">
                    <c:v>1.7902561416885138E-2</c:v>
                  </c:pt>
                  <c:pt idx="21">
                    <c:v>2.0032527699530654E-2</c:v>
                  </c:pt>
                  <c:pt idx="22">
                    <c:v>2.2556692702527095E-2</c:v>
                  </c:pt>
                  <c:pt idx="23">
                    <c:v>2.2661633334832201E-2</c:v>
                  </c:pt>
                  <c:pt idx="24">
                    <c:v>2.3304093841518197E-2</c:v>
                  </c:pt>
                  <c:pt idx="25">
                    <c:v>2.0082327151975124E-2</c:v>
                  </c:pt>
                  <c:pt idx="26">
                    <c:v>1.7570973094435373E-2</c:v>
                  </c:pt>
                  <c:pt idx="27">
                    <c:v>1.6137255254230553E-2</c:v>
                  </c:pt>
                  <c:pt idx="28">
                    <c:v>1.4990432587393271E-2</c:v>
                  </c:pt>
                  <c:pt idx="29">
                    <c:v>1.3541699503812435E-2</c:v>
                  </c:pt>
                  <c:pt idx="30">
                    <c:v>1.3047453873588246E-2</c:v>
                  </c:pt>
                  <c:pt idx="31">
                    <c:v>1.2925311704443259E-2</c:v>
                  </c:pt>
                  <c:pt idx="32">
                    <c:v>1.334472115808288E-2</c:v>
                  </c:pt>
                  <c:pt idx="33">
                    <c:v>1.2010582504692788E-2</c:v>
                  </c:pt>
                  <c:pt idx="34">
                    <c:v>1.1090961175868646E-2</c:v>
                  </c:pt>
                  <c:pt idx="35">
                    <c:v>1.086536634189194E-2</c:v>
                  </c:pt>
                  <c:pt idx="36">
                    <c:v>1.1462494625255022E-2</c:v>
                  </c:pt>
                  <c:pt idx="37">
                    <c:v>1.1991464060450506E-2</c:v>
                  </c:pt>
                  <c:pt idx="38">
                    <c:v>1.1397725884394186E-2</c:v>
                  </c:pt>
                  <c:pt idx="39">
                    <c:v>1.1798518182908446E-2</c:v>
                  </c:pt>
                  <c:pt idx="40">
                    <c:v>1.2778272207692421E-2</c:v>
                  </c:pt>
                  <c:pt idx="41">
                    <c:v>1.2391910121163778E-2</c:v>
                  </c:pt>
                  <c:pt idx="42">
                    <c:v>1.3168063626779398E-2</c:v>
                  </c:pt>
                  <c:pt idx="43">
                    <c:v>1.4228722627907036E-2</c:v>
                  </c:pt>
                  <c:pt idx="44">
                    <c:v>1.291236339073188E-2</c:v>
                  </c:pt>
                  <c:pt idx="45">
                    <c:v>1.4597698288814224E-2</c:v>
                  </c:pt>
                  <c:pt idx="46">
                    <c:v>1.4126402043802786E-2</c:v>
                  </c:pt>
                  <c:pt idx="47">
                    <c:v>1.5329378088928914E-2</c:v>
                  </c:pt>
                  <c:pt idx="48">
                    <c:v>1.4796194790610239E-2</c:v>
                  </c:pt>
                  <c:pt idx="49">
                    <c:v>1.5030429716816507E-2</c:v>
                  </c:pt>
                  <c:pt idx="50">
                    <c:v>1.5741904567447076E-2</c:v>
                  </c:pt>
                  <c:pt idx="51">
                    <c:v>1.6834925077572137E-2</c:v>
                  </c:pt>
                  <c:pt idx="52">
                    <c:v>1.676820155265478E-2</c:v>
                  </c:pt>
                  <c:pt idx="53">
                    <c:v>1.60885774072611E-2</c:v>
                  </c:pt>
                  <c:pt idx="54">
                    <c:v>1.8237840788273764E-2</c:v>
                  </c:pt>
                  <c:pt idx="55">
                    <c:v>1.971080194661802E-2</c:v>
                  </c:pt>
                  <c:pt idx="56">
                    <c:v>1.9447280527230739E-2</c:v>
                  </c:pt>
                  <c:pt idx="57">
                    <c:v>1.9516498129989231E-2</c:v>
                  </c:pt>
                  <c:pt idx="58">
                    <c:v>1.981351645682607E-2</c:v>
                  </c:pt>
                  <c:pt idx="59">
                    <c:v>2.1708521428389589E-2</c:v>
                  </c:pt>
                  <c:pt idx="60">
                    <c:v>2.1379093155211894E-2</c:v>
                  </c:pt>
                  <c:pt idx="61">
                    <c:v>2.2893572133920126E-2</c:v>
                  </c:pt>
                  <c:pt idx="62">
                    <c:v>2.3105311535495346E-2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Autumn!$C$10:$BM$10</c:f>
              <c:numCache>
                <c:formatCode>General</c:formatCode>
                <c:ptCount val="63"/>
                <c:pt idx="0">
                  <c:v>-0.1687035944334708</c:v>
                </c:pt>
                <c:pt idx="1">
                  <c:v>-9.5449491344907531E-2</c:v>
                </c:pt>
                <c:pt idx="2">
                  <c:v>-6.3839010197830309E-2</c:v>
                </c:pt>
                <c:pt idx="3">
                  <c:v>-4.4025531369524001E-2</c:v>
                </c:pt>
                <c:pt idx="4">
                  <c:v>-3.8006309411374409E-2</c:v>
                </c:pt>
                <c:pt idx="5">
                  <c:v>-4.0288407861162161E-2</c:v>
                </c:pt>
                <c:pt idx="6">
                  <c:v>-3.7787010491624383E-2</c:v>
                </c:pt>
                <c:pt idx="7">
                  <c:v>-3.0851770129183144E-2</c:v>
                </c:pt>
                <c:pt idx="8">
                  <c:v>-4.4897325538563231E-2</c:v>
                </c:pt>
                <c:pt idx="9">
                  <c:v>-4.475953764690508E-2</c:v>
                </c:pt>
                <c:pt idx="10">
                  <c:v>-3.0164877555385886E-2</c:v>
                </c:pt>
                <c:pt idx="11">
                  <c:v>-2.9582260186352415E-2</c:v>
                </c:pt>
                <c:pt idx="12">
                  <c:v>-2.0264362751206241E-2</c:v>
                </c:pt>
                <c:pt idx="13">
                  <c:v>-2.0952588614620689E-2</c:v>
                </c:pt>
                <c:pt idx="14">
                  <c:v>-3.3957565293318288E-2</c:v>
                </c:pt>
                <c:pt idx="15">
                  <c:v>-3.989205402542239E-2</c:v>
                </c:pt>
                <c:pt idx="16">
                  <c:v>-3.4366304095496583E-2</c:v>
                </c:pt>
                <c:pt idx="17">
                  <c:v>-3.7578084365461999E-2</c:v>
                </c:pt>
                <c:pt idx="18">
                  <c:v>-4.1817365412393497E-2</c:v>
                </c:pt>
                <c:pt idx="19">
                  <c:v>-5.3636454985295838E-2</c:v>
                </c:pt>
                <c:pt idx="20">
                  <c:v>-6.7531982310109179E-2</c:v>
                </c:pt>
                <c:pt idx="21">
                  <c:v>-6.5269318832797782E-2</c:v>
                </c:pt>
                <c:pt idx="22">
                  <c:v>-6.002266285889267E-2</c:v>
                </c:pt>
                <c:pt idx="23">
                  <c:v>-4.0483986841785891E-2</c:v>
                </c:pt>
                <c:pt idx="24">
                  <c:v>-7.1511641389441164E-3</c:v>
                </c:pt>
                <c:pt idx="25">
                  <c:v>-2.1859950419444534E-2</c:v>
                </c:pt>
                <c:pt idx="26">
                  <c:v>-2.3774097912773663E-2</c:v>
                </c:pt>
                <c:pt idx="27">
                  <c:v>-1.2571853567560324E-2</c:v>
                </c:pt>
                <c:pt idx="28">
                  <c:v>4.447473089711421E-3</c:v>
                </c:pt>
                <c:pt idx="29">
                  <c:v>-1.4035439689147713E-2</c:v>
                </c:pt>
                <c:pt idx="30">
                  <c:v>-3.367983373829795E-2</c:v>
                </c:pt>
                <c:pt idx="31">
                  <c:v>-3.5562586646175079E-2</c:v>
                </c:pt>
                <c:pt idx="32">
                  <c:v>-2.683720951598198E-2</c:v>
                </c:pt>
                <c:pt idx="33">
                  <c:v>-2.0622367614568458E-2</c:v>
                </c:pt>
                <c:pt idx="34">
                  <c:v>-4.5774680225228849E-3</c:v>
                </c:pt>
                <c:pt idx="35">
                  <c:v>-1.7250859130035687E-2</c:v>
                </c:pt>
                <c:pt idx="36">
                  <c:v>-2.182023240286015E-2</c:v>
                </c:pt>
                <c:pt idx="37">
                  <c:v>-1.3034936807502402E-2</c:v>
                </c:pt>
                <c:pt idx="38">
                  <c:v>-1.0525247545704922E-2</c:v>
                </c:pt>
                <c:pt idx="39">
                  <c:v>-5.8846776083776005E-3</c:v>
                </c:pt>
                <c:pt idx="40">
                  <c:v>-8.6323936270733884E-3</c:v>
                </c:pt>
                <c:pt idx="41">
                  <c:v>-1.5522918343168905E-2</c:v>
                </c:pt>
                <c:pt idx="42">
                  <c:v>3.9116460602911709E-3</c:v>
                </c:pt>
                <c:pt idx="43">
                  <c:v>4.0132645985350851E-3</c:v>
                </c:pt>
                <c:pt idx="44">
                  <c:v>-1.6041265237785037E-2</c:v>
                </c:pt>
                <c:pt idx="45">
                  <c:v>-4.4232514378685389E-2</c:v>
                </c:pt>
                <c:pt idx="46">
                  <c:v>-3.216033569716175E-2</c:v>
                </c:pt>
                <c:pt idx="47">
                  <c:v>-2.8403110288961878E-2</c:v>
                </c:pt>
                <c:pt idx="48">
                  <c:v>-2.9949929656593179E-2</c:v>
                </c:pt>
                <c:pt idx="49">
                  <c:v>-3.4931377955537364E-2</c:v>
                </c:pt>
                <c:pt idx="50">
                  <c:v>-4.3655628435530752E-2</c:v>
                </c:pt>
                <c:pt idx="51">
                  <c:v>-1.9843326845536864E-2</c:v>
                </c:pt>
                <c:pt idx="52">
                  <c:v>1.513869292611157E-3</c:v>
                </c:pt>
                <c:pt idx="53">
                  <c:v>-4.2612240106532709E-3</c:v>
                </c:pt>
                <c:pt idx="54">
                  <c:v>-2.5120728187613133E-3</c:v>
                </c:pt>
                <c:pt idx="55">
                  <c:v>6.7280399852409764E-4</c:v>
                </c:pt>
                <c:pt idx="56">
                  <c:v>-5.7266680603264963E-3</c:v>
                </c:pt>
                <c:pt idx="57">
                  <c:v>1.032177227403612E-2</c:v>
                </c:pt>
                <c:pt idx="58">
                  <c:v>3.8069357862129179E-2</c:v>
                </c:pt>
                <c:pt idx="59">
                  <c:v>2.616108386604063E-2</c:v>
                </c:pt>
                <c:pt idx="60">
                  <c:v>4.8214340231224902E-2</c:v>
                </c:pt>
                <c:pt idx="61">
                  <c:v>6.8419629127669426E-2</c:v>
                </c:pt>
                <c:pt idx="62">
                  <c:v>8.8427355431148782E-2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Autumn!$C$14:$BM$14</c:f>
                <c:numCache>
                  <c:formatCode>General</c:formatCode>
                  <c:ptCount val="63"/>
                  <c:pt idx="0">
                    <c:v>1.3702448684532586E-2</c:v>
                  </c:pt>
                  <c:pt idx="1">
                    <c:v>1.4513556944710003E-2</c:v>
                  </c:pt>
                  <c:pt idx="2">
                    <c:v>1.4086375208255385E-2</c:v>
                  </c:pt>
                  <c:pt idx="3">
                    <c:v>1.3293115850532788E-2</c:v>
                  </c:pt>
                  <c:pt idx="4">
                    <c:v>1.1464163582609412E-2</c:v>
                  </c:pt>
                  <c:pt idx="5">
                    <c:v>1.0454726065418403E-2</c:v>
                  </c:pt>
                  <c:pt idx="6">
                    <c:v>1.0273264277596708E-2</c:v>
                  </c:pt>
                  <c:pt idx="7">
                    <c:v>1.0857347544456337E-2</c:v>
                  </c:pt>
                  <c:pt idx="8">
                    <c:v>1.1685125033316719E-2</c:v>
                  </c:pt>
                  <c:pt idx="9">
                    <c:v>1.1898107527236031E-2</c:v>
                  </c:pt>
                  <c:pt idx="10">
                    <c:v>1.1769706619084106E-2</c:v>
                  </c:pt>
                  <c:pt idx="11">
                    <c:v>1.1653047899711633E-2</c:v>
                  </c:pt>
                  <c:pt idx="12">
                    <c:v>1.1638104246479746E-2</c:v>
                  </c:pt>
                  <c:pt idx="13">
                    <c:v>1.1496478969216932E-2</c:v>
                  </c:pt>
                  <c:pt idx="14">
                    <c:v>1.1171658174967769E-2</c:v>
                  </c:pt>
                  <c:pt idx="15">
                    <c:v>1.0682220446034348E-2</c:v>
                  </c:pt>
                  <c:pt idx="16">
                    <c:v>1.0746922268244457E-2</c:v>
                  </c:pt>
                  <c:pt idx="17">
                    <c:v>1.0758432146376246E-2</c:v>
                  </c:pt>
                  <c:pt idx="18">
                    <c:v>1.0796754564495621E-2</c:v>
                  </c:pt>
                  <c:pt idx="19">
                    <c:v>1.0921432054068649E-2</c:v>
                  </c:pt>
                  <c:pt idx="20">
                    <c:v>1.0477755186122732E-2</c:v>
                  </c:pt>
                  <c:pt idx="21">
                    <c:v>1.0870145674405769E-2</c:v>
                  </c:pt>
                  <c:pt idx="22">
                    <c:v>1.1665070702838478E-2</c:v>
                  </c:pt>
                  <c:pt idx="23">
                    <c:v>1.1940094347784454E-2</c:v>
                  </c:pt>
                  <c:pt idx="24">
                    <c:v>1.2225488228852433E-2</c:v>
                  </c:pt>
                  <c:pt idx="25">
                    <c:v>1.1918603622715639E-2</c:v>
                  </c:pt>
                  <c:pt idx="26">
                    <c:v>1.175417794284022E-2</c:v>
                  </c:pt>
                  <c:pt idx="27">
                    <c:v>1.167759957654501E-2</c:v>
                  </c:pt>
                  <c:pt idx="28">
                    <c:v>1.1568772313834796E-2</c:v>
                  </c:pt>
                  <c:pt idx="29">
                    <c:v>1.0753385838324442E-2</c:v>
                  </c:pt>
                  <c:pt idx="30">
                    <c:v>1.1281848479885694E-2</c:v>
                  </c:pt>
                  <c:pt idx="31">
                    <c:v>1.1283496124744032E-2</c:v>
                  </c:pt>
                  <c:pt idx="32">
                    <c:v>1.1553177312332174E-2</c:v>
                  </c:pt>
                  <c:pt idx="33">
                    <c:v>1.0063148163885274E-2</c:v>
                  </c:pt>
                  <c:pt idx="34">
                    <c:v>1.0848271669309968E-2</c:v>
                  </c:pt>
                  <c:pt idx="35">
                    <c:v>1.1072139381176868E-2</c:v>
                  </c:pt>
                  <c:pt idx="36">
                    <c:v>1.1878056676495679E-2</c:v>
                  </c:pt>
                  <c:pt idx="37">
                    <c:v>1.2039471588537326E-2</c:v>
                  </c:pt>
                  <c:pt idx="38">
                    <c:v>1.1104042065537114E-2</c:v>
                  </c:pt>
                  <c:pt idx="39">
                    <c:v>1.1158206746712163E-2</c:v>
                  </c:pt>
                  <c:pt idx="40">
                    <c:v>1.0632546601229051E-2</c:v>
                  </c:pt>
                  <c:pt idx="41">
                    <c:v>1.1190243319313519E-2</c:v>
                  </c:pt>
                  <c:pt idx="42">
                    <c:v>1.065935011208715E-2</c:v>
                  </c:pt>
                  <c:pt idx="43">
                    <c:v>1.1991044763919361E-2</c:v>
                  </c:pt>
                  <c:pt idx="44">
                    <c:v>1.1201928830071189E-2</c:v>
                  </c:pt>
                  <c:pt idx="45">
                    <c:v>1.1956298188989457E-2</c:v>
                  </c:pt>
                  <c:pt idx="46">
                    <c:v>1.1942846421294211E-2</c:v>
                  </c:pt>
                  <c:pt idx="47">
                    <c:v>1.2225068326932514E-2</c:v>
                  </c:pt>
                  <c:pt idx="48">
                    <c:v>1.2256951009468997E-2</c:v>
                  </c:pt>
                  <c:pt idx="49">
                    <c:v>1.2846160934583607E-2</c:v>
                  </c:pt>
                  <c:pt idx="50">
                    <c:v>1.4803997652419498E-2</c:v>
                  </c:pt>
                  <c:pt idx="51">
                    <c:v>1.6158151716179396E-2</c:v>
                  </c:pt>
                  <c:pt idx="52">
                    <c:v>1.6833949126202574E-2</c:v>
                  </c:pt>
                  <c:pt idx="53">
                    <c:v>1.9538910628005061E-2</c:v>
                  </c:pt>
                  <c:pt idx="54">
                    <c:v>2.3447872308136164E-2</c:v>
                  </c:pt>
                  <c:pt idx="55">
                    <c:v>2.699824686184012E-2</c:v>
                  </c:pt>
                  <c:pt idx="56">
                    <c:v>2.6909750375626984E-2</c:v>
                  </c:pt>
                  <c:pt idx="57">
                    <c:v>2.8266731019495898E-2</c:v>
                  </c:pt>
                  <c:pt idx="58">
                    <c:v>3.4726942874509843E-2</c:v>
                  </c:pt>
                  <c:pt idx="59">
                    <c:v>7.3037553454242968E-2</c:v>
                  </c:pt>
                  <c:pt idx="60">
                    <c:v>0.20206944839297108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Autumn!$C$14:$BM$14</c:f>
                <c:numCache>
                  <c:formatCode>General</c:formatCode>
                  <c:ptCount val="63"/>
                  <c:pt idx="0">
                    <c:v>1.3702448684532586E-2</c:v>
                  </c:pt>
                  <c:pt idx="1">
                    <c:v>1.4513556944710003E-2</c:v>
                  </c:pt>
                  <c:pt idx="2">
                    <c:v>1.4086375208255385E-2</c:v>
                  </c:pt>
                  <c:pt idx="3">
                    <c:v>1.3293115850532788E-2</c:v>
                  </c:pt>
                  <c:pt idx="4">
                    <c:v>1.1464163582609412E-2</c:v>
                  </c:pt>
                  <c:pt idx="5">
                    <c:v>1.0454726065418403E-2</c:v>
                  </c:pt>
                  <c:pt idx="6">
                    <c:v>1.0273264277596708E-2</c:v>
                  </c:pt>
                  <c:pt idx="7">
                    <c:v>1.0857347544456337E-2</c:v>
                  </c:pt>
                  <c:pt idx="8">
                    <c:v>1.1685125033316719E-2</c:v>
                  </c:pt>
                  <c:pt idx="9">
                    <c:v>1.1898107527236031E-2</c:v>
                  </c:pt>
                  <c:pt idx="10">
                    <c:v>1.1769706619084106E-2</c:v>
                  </c:pt>
                  <c:pt idx="11">
                    <c:v>1.1653047899711633E-2</c:v>
                  </c:pt>
                  <c:pt idx="12">
                    <c:v>1.1638104246479746E-2</c:v>
                  </c:pt>
                  <c:pt idx="13">
                    <c:v>1.1496478969216932E-2</c:v>
                  </c:pt>
                  <c:pt idx="14">
                    <c:v>1.1171658174967769E-2</c:v>
                  </c:pt>
                  <c:pt idx="15">
                    <c:v>1.0682220446034348E-2</c:v>
                  </c:pt>
                  <c:pt idx="16">
                    <c:v>1.0746922268244457E-2</c:v>
                  </c:pt>
                  <c:pt idx="17">
                    <c:v>1.0758432146376246E-2</c:v>
                  </c:pt>
                  <c:pt idx="18">
                    <c:v>1.0796754564495621E-2</c:v>
                  </c:pt>
                  <c:pt idx="19">
                    <c:v>1.0921432054068649E-2</c:v>
                  </c:pt>
                  <c:pt idx="20">
                    <c:v>1.0477755186122732E-2</c:v>
                  </c:pt>
                  <c:pt idx="21">
                    <c:v>1.0870145674405769E-2</c:v>
                  </c:pt>
                  <c:pt idx="22">
                    <c:v>1.1665070702838478E-2</c:v>
                  </c:pt>
                  <c:pt idx="23">
                    <c:v>1.1940094347784454E-2</c:v>
                  </c:pt>
                  <c:pt idx="24">
                    <c:v>1.2225488228852433E-2</c:v>
                  </c:pt>
                  <c:pt idx="25">
                    <c:v>1.1918603622715639E-2</c:v>
                  </c:pt>
                  <c:pt idx="26">
                    <c:v>1.175417794284022E-2</c:v>
                  </c:pt>
                  <c:pt idx="27">
                    <c:v>1.167759957654501E-2</c:v>
                  </c:pt>
                  <c:pt idx="28">
                    <c:v>1.1568772313834796E-2</c:v>
                  </c:pt>
                  <c:pt idx="29">
                    <c:v>1.0753385838324442E-2</c:v>
                  </c:pt>
                  <c:pt idx="30">
                    <c:v>1.1281848479885694E-2</c:v>
                  </c:pt>
                  <c:pt idx="31">
                    <c:v>1.1283496124744032E-2</c:v>
                  </c:pt>
                  <c:pt idx="32">
                    <c:v>1.1553177312332174E-2</c:v>
                  </c:pt>
                  <c:pt idx="33">
                    <c:v>1.0063148163885274E-2</c:v>
                  </c:pt>
                  <c:pt idx="34">
                    <c:v>1.0848271669309968E-2</c:v>
                  </c:pt>
                  <c:pt idx="35">
                    <c:v>1.1072139381176868E-2</c:v>
                  </c:pt>
                  <c:pt idx="36">
                    <c:v>1.1878056676495679E-2</c:v>
                  </c:pt>
                  <c:pt idx="37">
                    <c:v>1.2039471588537326E-2</c:v>
                  </c:pt>
                  <c:pt idx="38">
                    <c:v>1.1104042065537114E-2</c:v>
                  </c:pt>
                  <c:pt idx="39">
                    <c:v>1.1158206746712163E-2</c:v>
                  </c:pt>
                  <c:pt idx="40">
                    <c:v>1.0632546601229051E-2</c:v>
                  </c:pt>
                  <c:pt idx="41">
                    <c:v>1.1190243319313519E-2</c:v>
                  </c:pt>
                  <c:pt idx="42">
                    <c:v>1.065935011208715E-2</c:v>
                  </c:pt>
                  <c:pt idx="43">
                    <c:v>1.1991044763919361E-2</c:v>
                  </c:pt>
                  <c:pt idx="44">
                    <c:v>1.1201928830071189E-2</c:v>
                  </c:pt>
                  <c:pt idx="45">
                    <c:v>1.1956298188989457E-2</c:v>
                  </c:pt>
                  <c:pt idx="46">
                    <c:v>1.1942846421294211E-2</c:v>
                  </c:pt>
                  <c:pt idx="47">
                    <c:v>1.2225068326932514E-2</c:v>
                  </c:pt>
                  <c:pt idx="48">
                    <c:v>1.2256951009468997E-2</c:v>
                  </c:pt>
                  <c:pt idx="49">
                    <c:v>1.2846160934583607E-2</c:v>
                  </c:pt>
                  <c:pt idx="50">
                    <c:v>1.4803997652419498E-2</c:v>
                  </c:pt>
                  <c:pt idx="51">
                    <c:v>1.6158151716179396E-2</c:v>
                  </c:pt>
                  <c:pt idx="52">
                    <c:v>1.6833949126202574E-2</c:v>
                  </c:pt>
                  <c:pt idx="53">
                    <c:v>1.9538910628005061E-2</c:v>
                  </c:pt>
                  <c:pt idx="54">
                    <c:v>2.3447872308136164E-2</c:v>
                  </c:pt>
                  <c:pt idx="55">
                    <c:v>2.699824686184012E-2</c:v>
                  </c:pt>
                  <c:pt idx="56">
                    <c:v>2.6909750375626984E-2</c:v>
                  </c:pt>
                  <c:pt idx="57">
                    <c:v>2.8266731019495898E-2</c:v>
                  </c:pt>
                  <c:pt idx="58">
                    <c:v>3.4726942874509843E-2</c:v>
                  </c:pt>
                  <c:pt idx="59">
                    <c:v>7.3037553454242968E-2</c:v>
                  </c:pt>
                  <c:pt idx="60">
                    <c:v>0.20206944839297108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Autumn!$C$13:$BM$13</c:f>
              <c:numCache>
                <c:formatCode>General</c:formatCode>
                <c:ptCount val="63"/>
                <c:pt idx="0">
                  <c:v>-0.42169477531034466</c:v>
                </c:pt>
                <c:pt idx="1">
                  <c:v>-0.2087437846570715</c:v>
                </c:pt>
                <c:pt idx="2">
                  <c:v>-6.2787921608287681E-2</c:v>
                </c:pt>
                <c:pt idx="3">
                  <c:v>-4.3311534810430395E-2</c:v>
                </c:pt>
                <c:pt idx="4">
                  <c:v>-5.4556626942353116E-2</c:v>
                </c:pt>
                <c:pt idx="5">
                  <c:v>-5.9832033429181974E-2</c:v>
                </c:pt>
                <c:pt idx="6">
                  <c:v>-4.7207986633184408E-2</c:v>
                </c:pt>
                <c:pt idx="7">
                  <c:v>-3.7395647811173785E-2</c:v>
                </c:pt>
                <c:pt idx="8">
                  <c:v>-2.9084097502160039E-2</c:v>
                </c:pt>
                <c:pt idx="9">
                  <c:v>-2.8080561464502617E-2</c:v>
                </c:pt>
                <c:pt idx="10">
                  <c:v>-1.8873746390634771E-2</c:v>
                </c:pt>
                <c:pt idx="11">
                  <c:v>-2.3246551873887283E-2</c:v>
                </c:pt>
                <c:pt idx="12">
                  <c:v>-2.8157670741052892E-2</c:v>
                </c:pt>
                <c:pt idx="13">
                  <c:v>-2.1148056805576146E-2</c:v>
                </c:pt>
                <c:pt idx="14">
                  <c:v>-1.9583234589489601E-2</c:v>
                </c:pt>
                <c:pt idx="15">
                  <c:v>-2.0407539768589E-2</c:v>
                </c:pt>
                <c:pt idx="16">
                  <c:v>-2.3864659276478163E-2</c:v>
                </c:pt>
                <c:pt idx="17">
                  <c:v>-3.6559441140315771E-2</c:v>
                </c:pt>
                <c:pt idx="18">
                  <c:v>-3.8761906275985657E-2</c:v>
                </c:pt>
                <c:pt idx="19">
                  <c:v>-4.2979985806417827E-2</c:v>
                </c:pt>
                <c:pt idx="20">
                  <c:v>-4.7840521046729999E-2</c:v>
                </c:pt>
                <c:pt idx="21">
                  <c:v>-5.0637486173747387E-2</c:v>
                </c:pt>
                <c:pt idx="22">
                  <c:v>-4.6039462989726228E-2</c:v>
                </c:pt>
                <c:pt idx="23">
                  <c:v>-4.8574474089914201E-2</c:v>
                </c:pt>
                <c:pt idx="24">
                  <c:v>-5.1853500059926387E-2</c:v>
                </c:pt>
                <c:pt idx="25">
                  <c:v>-3.4529247594235563E-2</c:v>
                </c:pt>
                <c:pt idx="26">
                  <c:v>-2.3767385360646411E-2</c:v>
                </c:pt>
                <c:pt idx="27">
                  <c:v>-1.2543485862603161E-2</c:v>
                </c:pt>
                <c:pt idx="28">
                  <c:v>-1.1664630980290401E-3</c:v>
                </c:pt>
                <c:pt idx="29">
                  <c:v>-2.1783850683550912E-3</c:v>
                </c:pt>
                <c:pt idx="30">
                  <c:v>-3.6181139738408739E-3</c:v>
                </c:pt>
                <c:pt idx="31">
                  <c:v>-1.9762466804770843E-2</c:v>
                </c:pt>
                <c:pt idx="32">
                  <c:v>-1.5947662550501073E-2</c:v>
                </c:pt>
                <c:pt idx="33">
                  <c:v>-1.4537693923493406E-2</c:v>
                </c:pt>
                <c:pt idx="34">
                  <c:v>-1.1785790405592116E-2</c:v>
                </c:pt>
                <c:pt idx="35">
                  <c:v>-2.0334418745291152E-2</c:v>
                </c:pt>
                <c:pt idx="36">
                  <c:v>-1.5450319159625366E-2</c:v>
                </c:pt>
                <c:pt idx="37">
                  <c:v>1.5495283021105437E-2</c:v>
                </c:pt>
                <c:pt idx="38">
                  <c:v>4.1104104272789911E-2</c:v>
                </c:pt>
                <c:pt idx="39">
                  <c:v>3.8880810279396487E-2</c:v>
                </c:pt>
                <c:pt idx="40">
                  <c:v>2.2120436015186842E-2</c:v>
                </c:pt>
                <c:pt idx="41">
                  <c:v>1.1310925912278029E-2</c:v>
                </c:pt>
                <c:pt idx="42">
                  <c:v>1.080478419270251E-2</c:v>
                </c:pt>
                <c:pt idx="43">
                  <c:v>5.1108226381218419E-3</c:v>
                </c:pt>
                <c:pt idx="44">
                  <c:v>-1.1373934648174079E-2</c:v>
                </c:pt>
                <c:pt idx="45">
                  <c:v>-5.0212600346457139E-3</c:v>
                </c:pt>
                <c:pt idx="46">
                  <c:v>-1.4612231938654996E-2</c:v>
                </c:pt>
                <c:pt idx="47">
                  <c:v>-2.7540932215775023E-2</c:v>
                </c:pt>
                <c:pt idx="48">
                  <c:v>-4.5785562915150554E-2</c:v>
                </c:pt>
                <c:pt idx="49">
                  <c:v>-5.1567087171570533E-2</c:v>
                </c:pt>
                <c:pt idx="50">
                  <c:v>-5.3436527176997484E-2</c:v>
                </c:pt>
                <c:pt idx="51">
                  <c:v>-5.8086720985902812E-2</c:v>
                </c:pt>
                <c:pt idx="52">
                  <c:v>-4.4734512793810244E-2</c:v>
                </c:pt>
                <c:pt idx="53">
                  <c:v>-2.614191806063524E-2</c:v>
                </c:pt>
                <c:pt idx="54">
                  <c:v>-2.9395656755355243E-2</c:v>
                </c:pt>
                <c:pt idx="55">
                  <c:v>-5.5871929177689003E-2</c:v>
                </c:pt>
                <c:pt idx="56">
                  <c:v>-5.0534048150802681E-2</c:v>
                </c:pt>
                <c:pt idx="57">
                  <c:v>-4.3905909972705368E-2</c:v>
                </c:pt>
                <c:pt idx="58">
                  <c:v>-4.6398523305626787E-3</c:v>
                </c:pt>
                <c:pt idx="59">
                  <c:v>-1.1341821900359149E-2</c:v>
                </c:pt>
                <c:pt idx="60">
                  <c:v>-9.0531196933214732E-3</c:v>
                </c:pt>
                <c:pt idx="61">
                  <c:v>-0.11871049978637416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373120"/>
        <c:axId val="170375040"/>
      </c:scatterChart>
      <c:valAx>
        <c:axId val="170373120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375040"/>
        <c:crosses val="autoZero"/>
        <c:crossBetween val="midCat"/>
      </c:valAx>
      <c:valAx>
        <c:axId val="17037504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373120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06:00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12:00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Autumn!$C$19:$AZ$19</c:f>
                <c:numCache>
                  <c:formatCode>General</c:formatCode>
                  <c:ptCount val="50"/>
                  <c:pt idx="0">
                    <c:v>9.3681237228197527E-3</c:v>
                  </c:pt>
                  <c:pt idx="1">
                    <c:v>8.226573144654319E-3</c:v>
                  </c:pt>
                  <c:pt idx="2">
                    <c:v>8.8963725742896762E-3</c:v>
                  </c:pt>
                  <c:pt idx="3">
                    <c:v>8.9793083505937711E-3</c:v>
                  </c:pt>
                  <c:pt idx="4">
                    <c:v>8.7679029698690542E-3</c:v>
                  </c:pt>
                  <c:pt idx="5">
                    <c:v>8.4523089480256948E-3</c:v>
                  </c:pt>
                  <c:pt idx="6">
                    <c:v>8.6036210174633941E-3</c:v>
                  </c:pt>
                  <c:pt idx="7">
                    <c:v>9.2005587471959572E-3</c:v>
                  </c:pt>
                  <c:pt idx="8">
                    <c:v>1.0074949862219032E-2</c:v>
                  </c:pt>
                  <c:pt idx="9">
                    <c:v>1.0537595507433989E-2</c:v>
                  </c:pt>
                  <c:pt idx="10">
                    <c:v>1.0999403543256897E-2</c:v>
                  </c:pt>
                  <c:pt idx="11">
                    <c:v>1.1033407182783481E-2</c:v>
                  </c:pt>
                  <c:pt idx="12">
                    <c:v>1.0789905107525552E-2</c:v>
                  </c:pt>
                  <c:pt idx="13">
                    <c:v>1.0782969399746965E-2</c:v>
                  </c:pt>
                  <c:pt idx="14">
                    <c:v>1.0441594826011506E-2</c:v>
                  </c:pt>
                  <c:pt idx="15">
                    <c:v>9.7986521583335491E-3</c:v>
                  </c:pt>
                  <c:pt idx="16">
                    <c:v>9.2797858521286563E-3</c:v>
                  </c:pt>
                  <c:pt idx="17">
                    <c:v>9.1450836261887745E-3</c:v>
                  </c:pt>
                  <c:pt idx="18">
                    <c:v>9.4056090620667013E-3</c:v>
                  </c:pt>
                  <c:pt idx="19">
                    <c:v>9.9189141157389558E-3</c:v>
                  </c:pt>
                  <c:pt idx="20">
                    <c:v>1.0486741752828918E-2</c:v>
                  </c:pt>
                  <c:pt idx="21">
                    <c:v>1.1356468833678024E-2</c:v>
                  </c:pt>
                  <c:pt idx="22">
                    <c:v>1.2008921876687196E-2</c:v>
                  </c:pt>
                  <c:pt idx="23">
                    <c:v>1.1738389197751282E-2</c:v>
                  </c:pt>
                  <c:pt idx="24">
                    <c:v>1.147317486296103E-2</c:v>
                  </c:pt>
                  <c:pt idx="25">
                    <c:v>1.0569465927812291E-2</c:v>
                  </c:pt>
                  <c:pt idx="26">
                    <c:v>9.8938455502150541E-3</c:v>
                  </c:pt>
                  <c:pt idx="27">
                    <c:v>8.7641192124071829E-3</c:v>
                  </c:pt>
                  <c:pt idx="28">
                    <c:v>7.91007793200817E-3</c:v>
                  </c:pt>
                  <c:pt idx="29">
                    <c:v>7.1890481777486283E-3</c:v>
                  </c:pt>
                  <c:pt idx="30">
                    <c:v>7.5188144229843858E-3</c:v>
                  </c:pt>
                  <c:pt idx="31">
                    <c:v>7.3663568945424749E-3</c:v>
                  </c:pt>
                  <c:pt idx="32">
                    <c:v>7.3194313513295743E-3</c:v>
                  </c:pt>
                  <c:pt idx="33">
                    <c:v>6.8218707742054314E-3</c:v>
                  </c:pt>
                  <c:pt idx="34">
                    <c:v>6.6698196498335971E-3</c:v>
                  </c:pt>
                  <c:pt idx="35">
                    <c:v>6.4984083097202258E-3</c:v>
                  </c:pt>
                  <c:pt idx="36">
                    <c:v>6.6882468191955258E-3</c:v>
                  </c:pt>
                  <c:pt idx="37">
                    <c:v>6.6008119307640594E-3</c:v>
                  </c:pt>
                  <c:pt idx="38">
                    <c:v>6.6895319359515718E-3</c:v>
                  </c:pt>
                  <c:pt idx="39">
                    <c:v>7.292376279039163E-3</c:v>
                  </c:pt>
                  <c:pt idx="40">
                    <c:v>7.3225958642003722E-3</c:v>
                  </c:pt>
                  <c:pt idx="41">
                    <c:v>7.2854525145832263E-3</c:v>
                  </c:pt>
                  <c:pt idx="42">
                    <c:v>7.3560475968922423E-3</c:v>
                  </c:pt>
                  <c:pt idx="43">
                    <c:v>7.6171312852703872E-3</c:v>
                  </c:pt>
                  <c:pt idx="44">
                    <c:v>7.8193530867313454E-3</c:v>
                  </c:pt>
                  <c:pt idx="45">
                    <c:v>8.0651635730776966E-3</c:v>
                  </c:pt>
                  <c:pt idx="46">
                    <c:v>8.2670324422629681E-3</c:v>
                  </c:pt>
                  <c:pt idx="47">
                    <c:v>8.2750106063710516E-3</c:v>
                  </c:pt>
                  <c:pt idx="48">
                    <c:v>8.7764042742558453E-3</c:v>
                  </c:pt>
                  <c:pt idx="49">
                    <c:v>8.834871066170473E-3</c:v>
                  </c:pt>
                </c:numCache>
              </c:numRef>
            </c:plus>
            <c:minus>
              <c:numRef>
                <c:f>Autumn!$C$19:$AZ$19</c:f>
                <c:numCache>
                  <c:formatCode>General</c:formatCode>
                  <c:ptCount val="50"/>
                  <c:pt idx="0">
                    <c:v>9.3681237228197527E-3</c:v>
                  </c:pt>
                  <c:pt idx="1">
                    <c:v>8.226573144654319E-3</c:v>
                  </c:pt>
                  <c:pt idx="2">
                    <c:v>8.8963725742896762E-3</c:v>
                  </c:pt>
                  <c:pt idx="3">
                    <c:v>8.9793083505937711E-3</c:v>
                  </c:pt>
                  <c:pt idx="4">
                    <c:v>8.7679029698690542E-3</c:v>
                  </c:pt>
                  <c:pt idx="5">
                    <c:v>8.4523089480256948E-3</c:v>
                  </c:pt>
                  <c:pt idx="6">
                    <c:v>8.6036210174633941E-3</c:v>
                  </c:pt>
                  <c:pt idx="7">
                    <c:v>9.2005587471959572E-3</c:v>
                  </c:pt>
                  <c:pt idx="8">
                    <c:v>1.0074949862219032E-2</c:v>
                  </c:pt>
                  <c:pt idx="9">
                    <c:v>1.0537595507433989E-2</c:v>
                  </c:pt>
                  <c:pt idx="10">
                    <c:v>1.0999403543256897E-2</c:v>
                  </c:pt>
                  <c:pt idx="11">
                    <c:v>1.1033407182783481E-2</c:v>
                  </c:pt>
                  <c:pt idx="12">
                    <c:v>1.0789905107525552E-2</c:v>
                  </c:pt>
                  <c:pt idx="13">
                    <c:v>1.0782969399746965E-2</c:v>
                  </c:pt>
                  <c:pt idx="14">
                    <c:v>1.0441594826011506E-2</c:v>
                  </c:pt>
                  <c:pt idx="15">
                    <c:v>9.7986521583335491E-3</c:v>
                  </c:pt>
                  <c:pt idx="16">
                    <c:v>9.2797858521286563E-3</c:v>
                  </c:pt>
                  <c:pt idx="17">
                    <c:v>9.1450836261887745E-3</c:v>
                  </c:pt>
                  <c:pt idx="18">
                    <c:v>9.4056090620667013E-3</c:v>
                  </c:pt>
                  <c:pt idx="19">
                    <c:v>9.9189141157389558E-3</c:v>
                  </c:pt>
                  <c:pt idx="20">
                    <c:v>1.0486741752828918E-2</c:v>
                  </c:pt>
                  <c:pt idx="21">
                    <c:v>1.1356468833678024E-2</c:v>
                  </c:pt>
                  <c:pt idx="22">
                    <c:v>1.2008921876687196E-2</c:v>
                  </c:pt>
                  <c:pt idx="23">
                    <c:v>1.1738389197751282E-2</c:v>
                  </c:pt>
                  <c:pt idx="24">
                    <c:v>1.147317486296103E-2</c:v>
                  </c:pt>
                  <c:pt idx="25">
                    <c:v>1.0569465927812291E-2</c:v>
                  </c:pt>
                  <c:pt idx="26">
                    <c:v>9.8938455502150541E-3</c:v>
                  </c:pt>
                  <c:pt idx="27">
                    <c:v>8.7641192124071829E-3</c:v>
                  </c:pt>
                  <c:pt idx="28">
                    <c:v>7.91007793200817E-3</c:v>
                  </c:pt>
                  <c:pt idx="29">
                    <c:v>7.1890481777486283E-3</c:v>
                  </c:pt>
                  <c:pt idx="30">
                    <c:v>7.5188144229843858E-3</c:v>
                  </c:pt>
                  <c:pt idx="31">
                    <c:v>7.3663568945424749E-3</c:v>
                  </c:pt>
                  <c:pt idx="32">
                    <c:v>7.3194313513295743E-3</c:v>
                  </c:pt>
                  <c:pt idx="33">
                    <c:v>6.8218707742054314E-3</c:v>
                  </c:pt>
                  <c:pt idx="34">
                    <c:v>6.6698196498335971E-3</c:v>
                  </c:pt>
                  <c:pt idx="35">
                    <c:v>6.4984083097202258E-3</c:v>
                  </c:pt>
                  <c:pt idx="36">
                    <c:v>6.6882468191955258E-3</c:v>
                  </c:pt>
                  <c:pt idx="37">
                    <c:v>6.6008119307640594E-3</c:v>
                  </c:pt>
                  <c:pt idx="38">
                    <c:v>6.6895319359515718E-3</c:v>
                  </c:pt>
                  <c:pt idx="39">
                    <c:v>7.292376279039163E-3</c:v>
                  </c:pt>
                  <c:pt idx="40">
                    <c:v>7.3225958642003722E-3</c:v>
                  </c:pt>
                  <c:pt idx="41">
                    <c:v>7.2854525145832263E-3</c:v>
                  </c:pt>
                  <c:pt idx="42">
                    <c:v>7.3560475968922423E-3</c:v>
                  </c:pt>
                  <c:pt idx="43">
                    <c:v>7.6171312852703872E-3</c:v>
                  </c:pt>
                  <c:pt idx="44">
                    <c:v>7.8193530867313454E-3</c:v>
                  </c:pt>
                  <c:pt idx="45">
                    <c:v>8.0651635730776966E-3</c:v>
                  </c:pt>
                  <c:pt idx="46">
                    <c:v>8.2670324422629681E-3</c:v>
                  </c:pt>
                  <c:pt idx="47">
                    <c:v>8.2750106063710516E-3</c:v>
                  </c:pt>
                  <c:pt idx="48">
                    <c:v>8.7764042742558453E-3</c:v>
                  </c:pt>
                  <c:pt idx="49">
                    <c:v>8.834871066170473E-3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Autumn!$C$18:$BM$18</c:f>
              <c:numCache>
                <c:formatCode>General</c:formatCode>
                <c:ptCount val="63"/>
                <c:pt idx="0">
                  <c:v>0.26708901345291486</c:v>
                </c:pt>
                <c:pt idx="1">
                  <c:v>5.031393871449923E-3</c:v>
                </c:pt>
                <c:pt idx="2">
                  <c:v>1.3167897982062781E-2</c:v>
                </c:pt>
                <c:pt idx="3">
                  <c:v>2.5574829970104625E-2</c:v>
                </c:pt>
                <c:pt idx="4">
                  <c:v>3.8885846412556074E-2</c:v>
                </c:pt>
                <c:pt idx="5">
                  <c:v>2.3655627802690583E-2</c:v>
                </c:pt>
                <c:pt idx="6">
                  <c:v>1.4704732810164409E-2</c:v>
                </c:pt>
                <c:pt idx="7">
                  <c:v>1.2208277279521673E-2</c:v>
                </c:pt>
                <c:pt idx="8">
                  <c:v>1.515429745889387E-2</c:v>
                </c:pt>
                <c:pt idx="9">
                  <c:v>2.0454035874439492E-2</c:v>
                </c:pt>
                <c:pt idx="10">
                  <c:v>2.240284005979069E-2</c:v>
                </c:pt>
                <c:pt idx="11">
                  <c:v>2.8380044843049308E-2</c:v>
                </c:pt>
                <c:pt idx="12">
                  <c:v>2.5448430493273517E-2</c:v>
                </c:pt>
                <c:pt idx="13">
                  <c:v>2.0440956651718984E-2</c:v>
                </c:pt>
                <c:pt idx="14">
                  <c:v>1.9397680508791641E-2</c:v>
                </c:pt>
                <c:pt idx="15">
                  <c:v>2.1810699588477367E-2</c:v>
                </c:pt>
                <c:pt idx="16">
                  <c:v>1.7846441947565548E-2</c:v>
                </c:pt>
                <c:pt idx="17">
                  <c:v>1.8412162162162155E-2</c:v>
                </c:pt>
                <c:pt idx="18">
                  <c:v>1.9388138138138163E-2</c:v>
                </c:pt>
                <c:pt idx="19">
                  <c:v>9.665915915915901E-3</c:v>
                </c:pt>
                <c:pt idx="20">
                  <c:v>1.0860578729800814E-2</c:v>
                </c:pt>
                <c:pt idx="21">
                  <c:v>2.2260015117157934E-2</c:v>
                </c:pt>
                <c:pt idx="22">
                  <c:v>1.6685584562996573E-2</c:v>
                </c:pt>
                <c:pt idx="23">
                  <c:v>8.9129608513873314E-3</c:v>
                </c:pt>
                <c:pt idx="24">
                  <c:v>-3.7290715372907449E-3</c:v>
                </c:pt>
                <c:pt idx="25">
                  <c:v>-6.0259344012204147E-3</c:v>
                </c:pt>
                <c:pt idx="26">
                  <c:v>3.4251817833907657E-3</c:v>
                </c:pt>
                <c:pt idx="27">
                  <c:v>-4.3344840813195062E-3</c:v>
                </c:pt>
                <c:pt idx="28">
                  <c:v>-8.0552359033372466E-4</c:v>
                </c:pt>
                <c:pt idx="29">
                  <c:v>3.4217608612072126E-3</c:v>
                </c:pt>
                <c:pt idx="30">
                  <c:v>-5.3564547206165596E-3</c:v>
                </c:pt>
                <c:pt idx="31">
                  <c:v>-1.498648126689839E-2</c:v>
                </c:pt>
                <c:pt idx="32">
                  <c:v>-1.1407579273008504E-2</c:v>
                </c:pt>
                <c:pt idx="33">
                  <c:v>-2.687548337200309E-3</c:v>
                </c:pt>
                <c:pt idx="34">
                  <c:v>-9.7012029491656674E-4</c:v>
                </c:pt>
                <c:pt idx="35">
                  <c:v>5.2386495925495528E-4</c:v>
                </c:pt>
                <c:pt idx="36">
                  <c:v>-1.3562281722933615E-2</c:v>
                </c:pt>
                <c:pt idx="37">
                  <c:v>-2.1950271950271819E-3</c:v>
                </c:pt>
                <c:pt idx="38">
                  <c:v>2.5370804059329327E-4</c:v>
                </c:pt>
                <c:pt idx="39">
                  <c:v>-6.188797493145359E-3</c:v>
                </c:pt>
                <c:pt idx="40">
                  <c:v>-2.5943396226415501E-3</c:v>
                </c:pt>
                <c:pt idx="41">
                  <c:v>-3.9494470774038112E-5</c:v>
                </c:pt>
                <c:pt idx="42">
                  <c:v>-1.3674197384066576E-3</c:v>
                </c:pt>
                <c:pt idx="43">
                  <c:v>-1.4319809069212237E-3</c:v>
                </c:pt>
                <c:pt idx="44">
                  <c:v>1.8241626794258413E-2</c:v>
                </c:pt>
                <c:pt idx="45">
                  <c:v>2.4660271782573927E-2</c:v>
                </c:pt>
                <c:pt idx="46">
                  <c:v>3.0989583333333296E-2</c:v>
                </c:pt>
                <c:pt idx="47">
                  <c:v>3.4463276836158178E-2</c:v>
                </c:pt>
                <c:pt idx="48">
                  <c:v>4.0774533657745332E-2</c:v>
                </c:pt>
                <c:pt idx="49">
                  <c:v>5.9322725418196651E-2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Autumn!$C$22:$BM$22</c:f>
                <c:numCache>
                  <c:formatCode>General</c:formatCode>
                  <c:ptCount val="63"/>
                  <c:pt idx="0">
                    <c:v>1.570307172718954E-2</c:v>
                  </c:pt>
                  <c:pt idx="1">
                    <c:v>1.2675160470963833E-2</c:v>
                  </c:pt>
                  <c:pt idx="2">
                    <c:v>1.5090486873259904E-2</c:v>
                  </c:pt>
                  <c:pt idx="3">
                    <c:v>1.5825649098643303E-2</c:v>
                  </c:pt>
                  <c:pt idx="4">
                    <c:v>1.4433599228437574E-2</c:v>
                  </c:pt>
                  <c:pt idx="5">
                    <c:v>1.4664680099690262E-2</c:v>
                  </c:pt>
                  <c:pt idx="6">
                    <c:v>1.4947473337606291E-2</c:v>
                  </c:pt>
                  <c:pt idx="7">
                    <c:v>1.6190596890009692E-2</c:v>
                  </c:pt>
                  <c:pt idx="8">
                    <c:v>1.5293581022357219E-2</c:v>
                  </c:pt>
                  <c:pt idx="9">
                    <c:v>1.6331572130880594E-2</c:v>
                  </c:pt>
                  <c:pt idx="10">
                    <c:v>1.7384227415339515E-2</c:v>
                  </c:pt>
                  <c:pt idx="11">
                    <c:v>1.954443716805002E-2</c:v>
                  </c:pt>
                  <c:pt idx="12">
                    <c:v>1.9693527330643834E-2</c:v>
                  </c:pt>
                  <c:pt idx="13">
                    <c:v>1.95983863256451E-2</c:v>
                  </c:pt>
                  <c:pt idx="14">
                    <c:v>1.9029423886824135E-2</c:v>
                  </c:pt>
                  <c:pt idx="15">
                    <c:v>1.8183964854781971E-2</c:v>
                  </c:pt>
                  <c:pt idx="16">
                    <c:v>1.6493329506957189E-2</c:v>
                  </c:pt>
                  <c:pt idx="17">
                    <c:v>1.5416730594358455E-2</c:v>
                  </c:pt>
                  <c:pt idx="18">
                    <c:v>1.50019038239906E-2</c:v>
                  </c:pt>
                  <c:pt idx="19">
                    <c:v>1.6102961493608403E-2</c:v>
                  </c:pt>
                  <c:pt idx="20">
                    <c:v>1.830716027723717E-2</c:v>
                  </c:pt>
                  <c:pt idx="21">
                    <c:v>2.212725899217622E-2</c:v>
                  </c:pt>
                  <c:pt idx="22">
                    <c:v>2.4163509946660274E-2</c:v>
                  </c:pt>
                  <c:pt idx="23">
                    <c:v>2.3635221286880354E-2</c:v>
                  </c:pt>
                  <c:pt idx="24">
                    <c:v>2.2223834178134182E-2</c:v>
                  </c:pt>
                  <c:pt idx="25">
                    <c:v>1.900831186793538E-2</c:v>
                  </c:pt>
                  <c:pt idx="26">
                    <c:v>1.7481035983953383E-2</c:v>
                  </c:pt>
                  <c:pt idx="27">
                    <c:v>1.5335178425884355E-2</c:v>
                  </c:pt>
                  <c:pt idx="28">
                    <c:v>1.4472835850507949E-2</c:v>
                  </c:pt>
                  <c:pt idx="29">
                    <c:v>1.2739242350164359E-2</c:v>
                  </c:pt>
                  <c:pt idx="30">
                    <c:v>1.2805960048883068E-2</c:v>
                  </c:pt>
                  <c:pt idx="31">
                    <c:v>1.1953744944153567E-2</c:v>
                  </c:pt>
                  <c:pt idx="32">
                    <c:v>1.1142644673077214E-2</c:v>
                  </c:pt>
                  <c:pt idx="33">
                    <c:v>1.1822297380841833E-2</c:v>
                  </c:pt>
                  <c:pt idx="34">
                    <c:v>1.2093105018448109E-2</c:v>
                  </c:pt>
                  <c:pt idx="35">
                    <c:v>1.2897164276919662E-2</c:v>
                  </c:pt>
                  <c:pt idx="36">
                    <c:v>1.1299898961562419E-2</c:v>
                  </c:pt>
                  <c:pt idx="37">
                    <c:v>1.1618578994364904E-2</c:v>
                  </c:pt>
                  <c:pt idx="38">
                    <c:v>1.1884675167382825E-2</c:v>
                  </c:pt>
                  <c:pt idx="39">
                    <c:v>1.2118073284921479E-2</c:v>
                  </c:pt>
                  <c:pt idx="40">
                    <c:v>1.2138089428403642E-2</c:v>
                  </c:pt>
                  <c:pt idx="41">
                    <c:v>1.1950564485589064E-2</c:v>
                  </c:pt>
                  <c:pt idx="42">
                    <c:v>1.2426848063937474E-2</c:v>
                  </c:pt>
                  <c:pt idx="43">
                    <c:v>1.4122164566202E-2</c:v>
                  </c:pt>
                  <c:pt idx="44">
                    <c:v>1.2687259004120075E-2</c:v>
                  </c:pt>
                  <c:pt idx="45">
                    <c:v>1.3620631150647391E-2</c:v>
                  </c:pt>
                  <c:pt idx="46">
                    <c:v>1.5309575809872359E-2</c:v>
                  </c:pt>
                  <c:pt idx="47">
                    <c:v>1.5861555676283574E-2</c:v>
                  </c:pt>
                  <c:pt idx="48">
                    <c:v>1.4571552852385245E-2</c:v>
                  </c:pt>
                  <c:pt idx="49">
                    <c:v>1.5317510726501976E-2</c:v>
                  </c:pt>
                  <c:pt idx="50">
                    <c:v>1.5408963266778092E-2</c:v>
                  </c:pt>
                  <c:pt idx="51">
                    <c:v>1.6324750662971798E-2</c:v>
                  </c:pt>
                  <c:pt idx="52">
                    <c:v>1.7400176663098642E-2</c:v>
                  </c:pt>
                  <c:pt idx="53">
                    <c:v>1.7126782531722996E-2</c:v>
                  </c:pt>
                  <c:pt idx="54">
                    <c:v>1.669922732874882E-2</c:v>
                  </c:pt>
                  <c:pt idx="55">
                    <c:v>1.9078615139452203E-2</c:v>
                  </c:pt>
                  <c:pt idx="56">
                    <c:v>1.8856106079577932E-2</c:v>
                  </c:pt>
                  <c:pt idx="57">
                    <c:v>2.0102058265876847E-2</c:v>
                  </c:pt>
                  <c:pt idx="58">
                    <c:v>2.0059236426560875E-2</c:v>
                  </c:pt>
                  <c:pt idx="59">
                    <c:v>2.0424692213610929E-2</c:v>
                  </c:pt>
                  <c:pt idx="60">
                    <c:v>2.0994738520793317E-2</c:v>
                  </c:pt>
                  <c:pt idx="61">
                    <c:v>2.2410073187522021E-2</c:v>
                  </c:pt>
                  <c:pt idx="62">
                    <c:v>2.3596425076681121E-2</c:v>
                  </c:pt>
                </c:numCache>
              </c:numRef>
            </c:plus>
            <c:minus>
              <c:numRef>
                <c:f>Autumn!$C$22:$BM$22</c:f>
                <c:numCache>
                  <c:formatCode>General</c:formatCode>
                  <c:ptCount val="63"/>
                  <c:pt idx="0">
                    <c:v>1.570307172718954E-2</c:v>
                  </c:pt>
                  <c:pt idx="1">
                    <c:v>1.2675160470963833E-2</c:v>
                  </c:pt>
                  <c:pt idx="2">
                    <c:v>1.5090486873259904E-2</c:v>
                  </c:pt>
                  <c:pt idx="3">
                    <c:v>1.5825649098643303E-2</c:v>
                  </c:pt>
                  <c:pt idx="4">
                    <c:v>1.4433599228437574E-2</c:v>
                  </c:pt>
                  <c:pt idx="5">
                    <c:v>1.4664680099690262E-2</c:v>
                  </c:pt>
                  <c:pt idx="6">
                    <c:v>1.4947473337606291E-2</c:v>
                  </c:pt>
                  <c:pt idx="7">
                    <c:v>1.6190596890009692E-2</c:v>
                  </c:pt>
                  <c:pt idx="8">
                    <c:v>1.5293581022357219E-2</c:v>
                  </c:pt>
                  <c:pt idx="9">
                    <c:v>1.6331572130880594E-2</c:v>
                  </c:pt>
                  <c:pt idx="10">
                    <c:v>1.7384227415339515E-2</c:v>
                  </c:pt>
                  <c:pt idx="11">
                    <c:v>1.954443716805002E-2</c:v>
                  </c:pt>
                  <c:pt idx="12">
                    <c:v>1.9693527330643834E-2</c:v>
                  </c:pt>
                  <c:pt idx="13">
                    <c:v>1.95983863256451E-2</c:v>
                  </c:pt>
                  <c:pt idx="14">
                    <c:v>1.9029423886824135E-2</c:v>
                  </c:pt>
                  <c:pt idx="15">
                    <c:v>1.8183964854781971E-2</c:v>
                  </c:pt>
                  <c:pt idx="16">
                    <c:v>1.6493329506957189E-2</c:v>
                  </c:pt>
                  <c:pt idx="17">
                    <c:v>1.5416730594358455E-2</c:v>
                  </c:pt>
                  <c:pt idx="18">
                    <c:v>1.50019038239906E-2</c:v>
                  </c:pt>
                  <c:pt idx="19">
                    <c:v>1.6102961493608403E-2</c:v>
                  </c:pt>
                  <c:pt idx="20">
                    <c:v>1.830716027723717E-2</c:v>
                  </c:pt>
                  <c:pt idx="21">
                    <c:v>2.212725899217622E-2</c:v>
                  </c:pt>
                  <c:pt idx="22">
                    <c:v>2.4163509946660274E-2</c:v>
                  </c:pt>
                  <c:pt idx="23">
                    <c:v>2.3635221286880354E-2</c:v>
                  </c:pt>
                  <c:pt idx="24">
                    <c:v>2.2223834178134182E-2</c:v>
                  </c:pt>
                  <c:pt idx="25">
                    <c:v>1.900831186793538E-2</c:v>
                  </c:pt>
                  <c:pt idx="26">
                    <c:v>1.7481035983953383E-2</c:v>
                  </c:pt>
                  <c:pt idx="27">
                    <c:v>1.5335178425884355E-2</c:v>
                  </c:pt>
                  <c:pt idx="28">
                    <c:v>1.4472835850507949E-2</c:v>
                  </c:pt>
                  <c:pt idx="29">
                    <c:v>1.2739242350164359E-2</c:v>
                  </c:pt>
                  <c:pt idx="30">
                    <c:v>1.2805960048883068E-2</c:v>
                  </c:pt>
                  <c:pt idx="31">
                    <c:v>1.1953744944153567E-2</c:v>
                  </c:pt>
                  <c:pt idx="32">
                    <c:v>1.1142644673077214E-2</c:v>
                  </c:pt>
                  <c:pt idx="33">
                    <c:v>1.1822297380841833E-2</c:v>
                  </c:pt>
                  <c:pt idx="34">
                    <c:v>1.2093105018448109E-2</c:v>
                  </c:pt>
                  <c:pt idx="35">
                    <c:v>1.2897164276919662E-2</c:v>
                  </c:pt>
                  <c:pt idx="36">
                    <c:v>1.1299898961562419E-2</c:v>
                  </c:pt>
                  <c:pt idx="37">
                    <c:v>1.1618578994364904E-2</c:v>
                  </c:pt>
                  <c:pt idx="38">
                    <c:v>1.1884675167382825E-2</c:v>
                  </c:pt>
                  <c:pt idx="39">
                    <c:v>1.2118073284921479E-2</c:v>
                  </c:pt>
                  <c:pt idx="40">
                    <c:v>1.2138089428403642E-2</c:v>
                  </c:pt>
                  <c:pt idx="41">
                    <c:v>1.1950564485589064E-2</c:v>
                  </c:pt>
                  <c:pt idx="42">
                    <c:v>1.2426848063937474E-2</c:v>
                  </c:pt>
                  <c:pt idx="43">
                    <c:v>1.4122164566202E-2</c:v>
                  </c:pt>
                  <c:pt idx="44">
                    <c:v>1.2687259004120075E-2</c:v>
                  </c:pt>
                  <c:pt idx="45">
                    <c:v>1.3620631150647391E-2</c:v>
                  </c:pt>
                  <c:pt idx="46">
                    <c:v>1.5309575809872359E-2</c:v>
                  </c:pt>
                  <c:pt idx="47">
                    <c:v>1.5861555676283574E-2</c:v>
                  </c:pt>
                  <c:pt idx="48">
                    <c:v>1.4571552852385245E-2</c:v>
                  </c:pt>
                  <c:pt idx="49">
                    <c:v>1.5317510726501976E-2</c:v>
                  </c:pt>
                  <c:pt idx="50">
                    <c:v>1.5408963266778092E-2</c:v>
                  </c:pt>
                  <c:pt idx="51">
                    <c:v>1.6324750662971798E-2</c:v>
                  </c:pt>
                  <c:pt idx="52">
                    <c:v>1.7400176663098642E-2</c:v>
                  </c:pt>
                  <c:pt idx="53">
                    <c:v>1.7126782531722996E-2</c:v>
                  </c:pt>
                  <c:pt idx="54">
                    <c:v>1.669922732874882E-2</c:v>
                  </c:pt>
                  <c:pt idx="55">
                    <c:v>1.9078615139452203E-2</c:v>
                  </c:pt>
                  <c:pt idx="56">
                    <c:v>1.8856106079577932E-2</c:v>
                  </c:pt>
                  <c:pt idx="57">
                    <c:v>2.0102058265876847E-2</c:v>
                  </c:pt>
                  <c:pt idx="58">
                    <c:v>2.0059236426560875E-2</c:v>
                  </c:pt>
                  <c:pt idx="59">
                    <c:v>2.0424692213610929E-2</c:v>
                  </c:pt>
                  <c:pt idx="60">
                    <c:v>2.0994738520793317E-2</c:v>
                  </c:pt>
                  <c:pt idx="61">
                    <c:v>2.2410073187522021E-2</c:v>
                  </c:pt>
                  <c:pt idx="62">
                    <c:v>2.3596425076681121E-2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Autumn!$C$21:$BM$21</c:f>
              <c:numCache>
                <c:formatCode>General</c:formatCode>
                <c:ptCount val="63"/>
                <c:pt idx="0">
                  <c:v>0.2307882089814062</c:v>
                </c:pt>
                <c:pt idx="1">
                  <c:v>3.0362043574769692E-2</c:v>
                </c:pt>
                <c:pt idx="2">
                  <c:v>4.3033000071592088E-2</c:v>
                </c:pt>
                <c:pt idx="3">
                  <c:v>3.0062171289884292E-2</c:v>
                </c:pt>
                <c:pt idx="4">
                  <c:v>3.7719017734675779E-2</c:v>
                </c:pt>
                <c:pt idx="5">
                  <c:v>2.95989477809139E-2</c:v>
                </c:pt>
                <c:pt idx="6">
                  <c:v>2.387868587079563E-2</c:v>
                </c:pt>
                <c:pt idx="7">
                  <c:v>1.7830243208976814E-2</c:v>
                </c:pt>
                <c:pt idx="8">
                  <c:v>3.5184250899970439E-2</c:v>
                </c:pt>
                <c:pt idx="9">
                  <c:v>2.3169046423202458E-2</c:v>
                </c:pt>
                <c:pt idx="10">
                  <c:v>1.3368460377440283E-2</c:v>
                </c:pt>
                <c:pt idx="11">
                  <c:v>1.9547536016554311E-2</c:v>
                </c:pt>
                <c:pt idx="12">
                  <c:v>1.8769405603877805E-2</c:v>
                </c:pt>
                <c:pt idx="13">
                  <c:v>2.5255200403359233E-2</c:v>
                </c:pt>
                <c:pt idx="14">
                  <c:v>3.8678997358103887E-2</c:v>
                </c:pt>
                <c:pt idx="15">
                  <c:v>3.4947494591469411E-2</c:v>
                </c:pt>
                <c:pt idx="16">
                  <c:v>2.9295254485529838E-2</c:v>
                </c:pt>
                <c:pt idx="17">
                  <c:v>3.0480743916820166E-2</c:v>
                </c:pt>
                <c:pt idx="18">
                  <c:v>3.7812767295432211E-2</c:v>
                </c:pt>
                <c:pt idx="19">
                  <c:v>3.7735449677226168E-2</c:v>
                </c:pt>
                <c:pt idx="20">
                  <c:v>4.0624072585646105E-2</c:v>
                </c:pt>
                <c:pt idx="21">
                  <c:v>3.5734987528942788E-2</c:v>
                </c:pt>
                <c:pt idx="22">
                  <c:v>3.3337285898381655E-2</c:v>
                </c:pt>
                <c:pt idx="23">
                  <c:v>2.0289848981023997E-2</c:v>
                </c:pt>
                <c:pt idx="24">
                  <c:v>1.287958248752373E-2</c:v>
                </c:pt>
                <c:pt idx="25">
                  <c:v>2.4016044663329131E-2</c:v>
                </c:pt>
                <c:pt idx="26">
                  <c:v>1.256484221187735E-2</c:v>
                </c:pt>
                <c:pt idx="27">
                  <c:v>3.0361174305129628E-2</c:v>
                </c:pt>
                <c:pt idx="28">
                  <c:v>1.6962049092952378E-2</c:v>
                </c:pt>
                <c:pt idx="29">
                  <c:v>2.1942680632790017E-2</c:v>
                </c:pt>
                <c:pt idx="30">
                  <c:v>2.681935051563418E-2</c:v>
                </c:pt>
                <c:pt idx="31">
                  <c:v>2.3549870874123604E-2</c:v>
                </c:pt>
                <c:pt idx="32">
                  <c:v>2.4440477349013976E-2</c:v>
                </c:pt>
                <c:pt idx="33">
                  <c:v>1.1439342616997727E-2</c:v>
                </c:pt>
                <c:pt idx="34">
                  <c:v>1.919087318461591E-2</c:v>
                </c:pt>
                <c:pt idx="35">
                  <c:v>4.2354344123200841E-2</c:v>
                </c:pt>
                <c:pt idx="36">
                  <c:v>2.921567713143769E-2</c:v>
                </c:pt>
                <c:pt idx="37">
                  <c:v>2.0250630148522214E-2</c:v>
                </c:pt>
                <c:pt idx="38">
                  <c:v>1.2848735511199937E-2</c:v>
                </c:pt>
                <c:pt idx="39">
                  <c:v>7.5116013169188129E-3</c:v>
                </c:pt>
                <c:pt idx="40">
                  <c:v>1.096395519016855E-2</c:v>
                </c:pt>
                <c:pt idx="41">
                  <c:v>4.0356191860621851E-2</c:v>
                </c:pt>
                <c:pt idx="42">
                  <c:v>4.3928471101198317E-2</c:v>
                </c:pt>
                <c:pt idx="43">
                  <c:v>5.9992634216839862E-2</c:v>
                </c:pt>
                <c:pt idx="44">
                  <c:v>4.5818842720688535E-2</c:v>
                </c:pt>
                <c:pt idx="45">
                  <c:v>5.2463313969740792E-2</c:v>
                </c:pt>
                <c:pt idx="46">
                  <c:v>4.5968426554778813E-2</c:v>
                </c:pt>
                <c:pt idx="47">
                  <c:v>6.106388909251359E-2</c:v>
                </c:pt>
                <c:pt idx="48">
                  <c:v>5.778521440408891E-2</c:v>
                </c:pt>
                <c:pt idx="49">
                  <c:v>7.5325838537788223E-2</c:v>
                </c:pt>
                <c:pt idx="50">
                  <c:v>8.9205861095261088E-2</c:v>
                </c:pt>
                <c:pt idx="51">
                  <c:v>8.2359381834129927E-2</c:v>
                </c:pt>
                <c:pt idx="52">
                  <c:v>6.6401567120072572E-2</c:v>
                </c:pt>
                <c:pt idx="53">
                  <c:v>5.4063505884000843E-2</c:v>
                </c:pt>
                <c:pt idx="54">
                  <c:v>5.5132404119249433E-2</c:v>
                </c:pt>
                <c:pt idx="55">
                  <c:v>6.2111629985014287E-2</c:v>
                </c:pt>
                <c:pt idx="56">
                  <c:v>4.8156012635412665E-2</c:v>
                </c:pt>
                <c:pt idx="57">
                  <c:v>3.6350099472671565E-2</c:v>
                </c:pt>
                <c:pt idx="58">
                  <c:v>4.2338264065207465E-2</c:v>
                </c:pt>
                <c:pt idx="59">
                  <c:v>7.3462199365390446E-2</c:v>
                </c:pt>
                <c:pt idx="60">
                  <c:v>4.4520139338914584E-2</c:v>
                </c:pt>
                <c:pt idx="61">
                  <c:v>2.564368532537116E-2</c:v>
                </c:pt>
                <c:pt idx="62">
                  <c:v>1.6411501682652842E-2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Autumn!$C$25:$BM$25</c:f>
                <c:numCache>
                  <c:formatCode>General</c:formatCode>
                  <c:ptCount val="63"/>
                  <c:pt idx="0">
                    <c:v>2.0373884193566782E-2</c:v>
                  </c:pt>
                  <c:pt idx="1">
                    <c:v>1.5337504544601857E-2</c:v>
                  </c:pt>
                  <c:pt idx="2">
                    <c:v>1.5710273963994614E-2</c:v>
                  </c:pt>
                  <c:pt idx="3">
                    <c:v>1.4412813303718672E-2</c:v>
                  </c:pt>
                  <c:pt idx="4">
                    <c:v>1.3165166067075016E-2</c:v>
                  </c:pt>
                  <c:pt idx="5">
                    <c:v>1.2351840013884089E-2</c:v>
                  </c:pt>
                  <c:pt idx="6">
                    <c:v>1.1774254062392948E-2</c:v>
                  </c:pt>
                  <c:pt idx="7">
                    <c:v>1.0813308341573274E-2</c:v>
                  </c:pt>
                  <c:pt idx="8">
                    <c:v>1.1227141243737323E-2</c:v>
                  </c:pt>
                  <c:pt idx="9">
                    <c:v>1.0692605613177352E-2</c:v>
                  </c:pt>
                  <c:pt idx="10">
                    <c:v>1.053040757009944E-2</c:v>
                  </c:pt>
                  <c:pt idx="11">
                    <c:v>1.0984688786176658E-2</c:v>
                  </c:pt>
                  <c:pt idx="12">
                    <c:v>1.0766252347155591E-2</c:v>
                  </c:pt>
                  <c:pt idx="13">
                    <c:v>1.0470584828152238E-2</c:v>
                  </c:pt>
                  <c:pt idx="14">
                    <c:v>1.0359866354625184E-2</c:v>
                  </c:pt>
                  <c:pt idx="15">
                    <c:v>1.0505417587758824E-2</c:v>
                  </c:pt>
                  <c:pt idx="16">
                    <c:v>1.0029201911177043E-2</c:v>
                  </c:pt>
                  <c:pt idx="17">
                    <c:v>9.7200343136987274E-3</c:v>
                  </c:pt>
                  <c:pt idx="18">
                    <c:v>9.384837878782042E-3</c:v>
                  </c:pt>
                  <c:pt idx="19">
                    <c:v>9.0434203393697614E-3</c:v>
                  </c:pt>
                  <c:pt idx="20">
                    <c:v>9.7172355854745276E-3</c:v>
                  </c:pt>
                  <c:pt idx="21">
                    <c:v>1.1273585798681176E-2</c:v>
                  </c:pt>
                  <c:pt idx="22">
                    <c:v>1.2348791976027082E-2</c:v>
                  </c:pt>
                  <c:pt idx="23">
                    <c:v>1.1922792816170777E-2</c:v>
                  </c:pt>
                  <c:pt idx="24">
                    <c:v>1.2189622484460276E-2</c:v>
                  </c:pt>
                  <c:pt idx="25">
                    <c:v>1.2450261255360796E-2</c:v>
                  </c:pt>
                  <c:pt idx="26">
                    <c:v>1.2252072983632838E-2</c:v>
                  </c:pt>
                  <c:pt idx="27">
                    <c:v>1.1346720412449232E-2</c:v>
                  </c:pt>
                  <c:pt idx="28">
                    <c:v>1.1049227541356758E-2</c:v>
                  </c:pt>
                  <c:pt idx="29">
                    <c:v>1.0455947324579022E-2</c:v>
                  </c:pt>
                  <c:pt idx="30">
                    <c:v>1.0813949123994672E-2</c:v>
                  </c:pt>
                  <c:pt idx="31">
                    <c:v>1.0892766170890321E-2</c:v>
                  </c:pt>
                  <c:pt idx="32">
                    <c:v>1.1997580427541329E-2</c:v>
                  </c:pt>
                  <c:pt idx="33">
                    <c:v>1.1403701084321113E-2</c:v>
                  </c:pt>
                  <c:pt idx="34">
                    <c:v>1.1246223379053615E-2</c:v>
                  </c:pt>
                  <c:pt idx="35">
                    <c:v>1.1125128184821755E-2</c:v>
                  </c:pt>
                  <c:pt idx="36">
                    <c:v>1.1156440938254636E-2</c:v>
                  </c:pt>
                  <c:pt idx="37">
                    <c:v>1.1504489176944807E-2</c:v>
                  </c:pt>
                  <c:pt idx="38">
                    <c:v>1.1532033751923682E-2</c:v>
                  </c:pt>
                  <c:pt idx="39">
                    <c:v>1.1370870157430392E-2</c:v>
                  </c:pt>
                  <c:pt idx="40">
                    <c:v>1.0827550991548029E-2</c:v>
                  </c:pt>
                  <c:pt idx="41">
                    <c:v>1.165127564424809E-2</c:v>
                  </c:pt>
                  <c:pt idx="42">
                    <c:v>1.098561474982543E-2</c:v>
                  </c:pt>
                  <c:pt idx="43">
                    <c:v>1.1451084814585214E-2</c:v>
                  </c:pt>
                  <c:pt idx="44">
                    <c:v>1.1449562810210527E-2</c:v>
                  </c:pt>
                  <c:pt idx="45">
                    <c:v>1.1053258455031535E-2</c:v>
                  </c:pt>
                  <c:pt idx="46">
                    <c:v>1.2620038550757651E-2</c:v>
                  </c:pt>
                  <c:pt idx="47">
                    <c:v>1.3157234370344472E-2</c:v>
                  </c:pt>
                  <c:pt idx="48">
                    <c:v>1.3182903550617589E-2</c:v>
                  </c:pt>
                  <c:pt idx="49">
                    <c:v>1.3574837231337487E-2</c:v>
                  </c:pt>
                  <c:pt idx="50">
                    <c:v>1.4701791329106038E-2</c:v>
                  </c:pt>
                  <c:pt idx="51">
                    <c:v>1.5957141826343953E-2</c:v>
                  </c:pt>
                  <c:pt idx="52">
                    <c:v>1.7247670510112719E-2</c:v>
                  </c:pt>
                  <c:pt idx="53">
                    <c:v>2.0678803856732212E-2</c:v>
                  </c:pt>
                  <c:pt idx="54">
                    <c:v>2.2603772255780207E-2</c:v>
                  </c:pt>
                  <c:pt idx="55">
                    <c:v>2.7680980371042333E-2</c:v>
                  </c:pt>
                  <c:pt idx="56">
                    <c:v>3.2157244140098656E-2</c:v>
                  </c:pt>
                  <c:pt idx="57">
                    <c:v>4.1952580307266431E-2</c:v>
                  </c:pt>
                  <c:pt idx="58">
                    <c:v>5.3566517356178699E-2</c:v>
                  </c:pt>
                  <c:pt idx="59">
                    <c:v>7.030552233487003E-2</c:v>
                  </c:pt>
                  <c:pt idx="60">
                    <c:v>0.28533849221110108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Autumn!$C$25:$BM$25</c:f>
                <c:numCache>
                  <c:formatCode>General</c:formatCode>
                  <c:ptCount val="63"/>
                  <c:pt idx="0">
                    <c:v>2.0373884193566782E-2</c:v>
                  </c:pt>
                  <c:pt idx="1">
                    <c:v>1.5337504544601857E-2</c:v>
                  </c:pt>
                  <c:pt idx="2">
                    <c:v>1.5710273963994614E-2</c:v>
                  </c:pt>
                  <c:pt idx="3">
                    <c:v>1.4412813303718672E-2</c:v>
                  </c:pt>
                  <c:pt idx="4">
                    <c:v>1.3165166067075016E-2</c:v>
                  </c:pt>
                  <c:pt idx="5">
                    <c:v>1.2351840013884089E-2</c:v>
                  </c:pt>
                  <c:pt idx="6">
                    <c:v>1.1774254062392948E-2</c:v>
                  </c:pt>
                  <c:pt idx="7">
                    <c:v>1.0813308341573274E-2</c:v>
                  </c:pt>
                  <c:pt idx="8">
                    <c:v>1.1227141243737323E-2</c:v>
                  </c:pt>
                  <c:pt idx="9">
                    <c:v>1.0692605613177352E-2</c:v>
                  </c:pt>
                  <c:pt idx="10">
                    <c:v>1.053040757009944E-2</c:v>
                  </c:pt>
                  <c:pt idx="11">
                    <c:v>1.0984688786176658E-2</c:v>
                  </c:pt>
                  <c:pt idx="12">
                    <c:v>1.0766252347155591E-2</c:v>
                  </c:pt>
                  <c:pt idx="13">
                    <c:v>1.0470584828152238E-2</c:v>
                  </c:pt>
                  <c:pt idx="14">
                    <c:v>1.0359866354625184E-2</c:v>
                  </c:pt>
                  <c:pt idx="15">
                    <c:v>1.0505417587758824E-2</c:v>
                  </c:pt>
                  <c:pt idx="16">
                    <c:v>1.0029201911177043E-2</c:v>
                  </c:pt>
                  <c:pt idx="17">
                    <c:v>9.7200343136987274E-3</c:v>
                  </c:pt>
                  <c:pt idx="18">
                    <c:v>9.384837878782042E-3</c:v>
                  </c:pt>
                  <c:pt idx="19">
                    <c:v>9.0434203393697614E-3</c:v>
                  </c:pt>
                  <c:pt idx="20">
                    <c:v>9.7172355854745276E-3</c:v>
                  </c:pt>
                  <c:pt idx="21">
                    <c:v>1.1273585798681176E-2</c:v>
                  </c:pt>
                  <c:pt idx="22">
                    <c:v>1.2348791976027082E-2</c:v>
                  </c:pt>
                  <c:pt idx="23">
                    <c:v>1.1922792816170777E-2</c:v>
                  </c:pt>
                  <c:pt idx="24">
                    <c:v>1.2189622484460276E-2</c:v>
                  </c:pt>
                  <c:pt idx="25">
                    <c:v>1.2450261255360796E-2</c:v>
                  </c:pt>
                  <c:pt idx="26">
                    <c:v>1.2252072983632838E-2</c:v>
                  </c:pt>
                  <c:pt idx="27">
                    <c:v>1.1346720412449232E-2</c:v>
                  </c:pt>
                  <c:pt idx="28">
                    <c:v>1.1049227541356758E-2</c:v>
                  </c:pt>
                  <c:pt idx="29">
                    <c:v>1.0455947324579022E-2</c:v>
                  </c:pt>
                  <c:pt idx="30">
                    <c:v>1.0813949123994672E-2</c:v>
                  </c:pt>
                  <c:pt idx="31">
                    <c:v>1.0892766170890321E-2</c:v>
                  </c:pt>
                  <c:pt idx="32">
                    <c:v>1.1997580427541329E-2</c:v>
                  </c:pt>
                  <c:pt idx="33">
                    <c:v>1.1403701084321113E-2</c:v>
                  </c:pt>
                  <c:pt idx="34">
                    <c:v>1.1246223379053615E-2</c:v>
                  </c:pt>
                  <c:pt idx="35">
                    <c:v>1.1125128184821755E-2</c:v>
                  </c:pt>
                  <c:pt idx="36">
                    <c:v>1.1156440938254636E-2</c:v>
                  </c:pt>
                  <c:pt idx="37">
                    <c:v>1.1504489176944807E-2</c:v>
                  </c:pt>
                  <c:pt idx="38">
                    <c:v>1.1532033751923682E-2</c:v>
                  </c:pt>
                  <c:pt idx="39">
                    <c:v>1.1370870157430392E-2</c:v>
                  </c:pt>
                  <c:pt idx="40">
                    <c:v>1.0827550991548029E-2</c:v>
                  </c:pt>
                  <c:pt idx="41">
                    <c:v>1.165127564424809E-2</c:v>
                  </c:pt>
                  <c:pt idx="42">
                    <c:v>1.098561474982543E-2</c:v>
                  </c:pt>
                  <c:pt idx="43">
                    <c:v>1.1451084814585214E-2</c:v>
                  </c:pt>
                  <c:pt idx="44">
                    <c:v>1.1449562810210527E-2</c:v>
                  </c:pt>
                  <c:pt idx="45">
                    <c:v>1.1053258455031535E-2</c:v>
                  </c:pt>
                  <c:pt idx="46">
                    <c:v>1.2620038550757651E-2</c:v>
                  </c:pt>
                  <c:pt idx="47">
                    <c:v>1.3157234370344472E-2</c:v>
                  </c:pt>
                  <c:pt idx="48">
                    <c:v>1.3182903550617589E-2</c:v>
                  </c:pt>
                  <c:pt idx="49">
                    <c:v>1.3574837231337487E-2</c:v>
                  </c:pt>
                  <c:pt idx="50">
                    <c:v>1.4701791329106038E-2</c:v>
                  </c:pt>
                  <c:pt idx="51">
                    <c:v>1.5957141826343953E-2</c:v>
                  </c:pt>
                  <c:pt idx="52">
                    <c:v>1.7247670510112719E-2</c:v>
                  </c:pt>
                  <c:pt idx="53">
                    <c:v>2.0678803856732212E-2</c:v>
                  </c:pt>
                  <c:pt idx="54">
                    <c:v>2.2603772255780207E-2</c:v>
                  </c:pt>
                  <c:pt idx="55">
                    <c:v>2.7680980371042333E-2</c:v>
                  </c:pt>
                  <c:pt idx="56">
                    <c:v>3.2157244140098656E-2</c:v>
                  </c:pt>
                  <c:pt idx="57">
                    <c:v>4.1952580307266431E-2</c:v>
                  </c:pt>
                  <c:pt idx="58">
                    <c:v>5.3566517356178699E-2</c:v>
                  </c:pt>
                  <c:pt idx="59">
                    <c:v>7.030552233487003E-2</c:v>
                  </c:pt>
                  <c:pt idx="60">
                    <c:v>0.28533849221110108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Autumn!$C$24:$BM$24</c:f>
              <c:numCache>
                <c:formatCode>General</c:formatCode>
                <c:ptCount val="63"/>
                <c:pt idx="0">
                  <c:v>0.73347247721054853</c:v>
                </c:pt>
                <c:pt idx="1">
                  <c:v>4.9296747864917521E-2</c:v>
                </c:pt>
                <c:pt idx="2">
                  <c:v>-7.7594628354156883E-2</c:v>
                </c:pt>
                <c:pt idx="3">
                  <c:v>-2.1166515979376209E-2</c:v>
                </c:pt>
                <c:pt idx="4">
                  <c:v>1.752096535252504E-2</c:v>
                </c:pt>
                <c:pt idx="5">
                  <c:v>2.5686181252818158E-2</c:v>
                </c:pt>
                <c:pt idx="6">
                  <c:v>3.1172045174473188E-2</c:v>
                </c:pt>
                <c:pt idx="7">
                  <c:v>3.2473917440225819E-2</c:v>
                </c:pt>
                <c:pt idx="8">
                  <c:v>3.0603785153440356E-2</c:v>
                </c:pt>
                <c:pt idx="9">
                  <c:v>2.3510284883173155E-2</c:v>
                </c:pt>
                <c:pt idx="10">
                  <c:v>1.1655109093010527E-2</c:v>
                </c:pt>
                <c:pt idx="11">
                  <c:v>1.2529278537102104E-2</c:v>
                </c:pt>
                <c:pt idx="12">
                  <c:v>1.8083444981354703E-2</c:v>
                </c:pt>
                <c:pt idx="13">
                  <c:v>1.3588379641381477E-2</c:v>
                </c:pt>
                <c:pt idx="14">
                  <c:v>1.2555240151793642E-2</c:v>
                </c:pt>
                <c:pt idx="15">
                  <c:v>8.5908500605970453E-3</c:v>
                </c:pt>
                <c:pt idx="16">
                  <c:v>5.2812128558689291E-3</c:v>
                </c:pt>
                <c:pt idx="17">
                  <c:v>3.9671104962087355E-4</c:v>
                </c:pt>
                <c:pt idx="18">
                  <c:v>-6.9535411472678764E-3</c:v>
                </c:pt>
                <c:pt idx="19">
                  <c:v>-8.5864026432168859E-3</c:v>
                </c:pt>
                <c:pt idx="20">
                  <c:v>-5.1900448004351951E-3</c:v>
                </c:pt>
                <c:pt idx="21">
                  <c:v>-8.0273601096816031E-3</c:v>
                </c:pt>
                <c:pt idx="22">
                  <c:v>-6.1614114270860873E-3</c:v>
                </c:pt>
                <c:pt idx="23">
                  <c:v>7.1798868975502103E-3</c:v>
                </c:pt>
                <c:pt idx="24">
                  <c:v>2.3016166460623336E-2</c:v>
                </c:pt>
                <c:pt idx="25">
                  <c:v>1.5769887774653685E-2</c:v>
                </c:pt>
                <c:pt idx="26">
                  <c:v>1.4390496476364485E-2</c:v>
                </c:pt>
                <c:pt idx="27">
                  <c:v>7.627227136890115E-3</c:v>
                </c:pt>
                <c:pt idx="28">
                  <c:v>-5.0015927919893986E-3</c:v>
                </c:pt>
                <c:pt idx="29">
                  <c:v>3.7825938230855584E-3</c:v>
                </c:pt>
                <c:pt idx="30">
                  <c:v>1.0985918699189553E-2</c:v>
                </c:pt>
                <c:pt idx="31">
                  <c:v>8.2108376129802329E-3</c:v>
                </c:pt>
                <c:pt idx="32">
                  <c:v>4.4139341379397295E-3</c:v>
                </c:pt>
                <c:pt idx="33">
                  <c:v>-1.8639009288279316E-3</c:v>
                </c:pt>
                <c:pt idx="34">
                  <c:v>2.9820679721206306E-2</c:v>
                </c:pt>
                <c:pt idx="35">
                  <c:v>1.7034216644955944E-2</c:v>
                </c:pt>
                <c:pt idx="36">
                  <c:v>3.9926864265292107E-2</c:v>
                </c:pt>
                <c:pt idx="37">
                  <c:v>3.2230117912002428E-2</c:v>
                </c:pt>
                <c:pt idx="38">
                  <c:v>5.2829108418999994E-3</c:v>
                </c:pt>
                <c:pt idx="39">
                  <c:v>-2.0679912706426796E-3</c:v>
                </c:pt>
                <c:pt idx="40">
                  <c:v>-3.7450651186840089E-3</c:v>
                </c:pt>
                <c:pt idx="41">
                  <c:v>-1.9057619185723338E-3</c:v>
                </c:pt>
                <c:pt idx="42">
                  <c:v>-1.8405894687115319E-2</c:v>
                </c:pt>
                <c:pt idx="43">
                  <c:v>-1.1552422671715457E-2</c:v>
                </c:pt>
                <c:pt idx="44">
                  <c:v>9.6041475228781405E-3</c:v>
                </c:pt>
                <c:pt idx="45">
                  <c:v>1.7473857119162151E-2</c:v>
                </c:pt>
                <c:pt idx="46">
                  <c:v>3.3133102034438741E-2</c:v>
                </c:pt>
                <c:pt idx="47">
                  <c:v>4.1007246664901208E-2</c:v>
                </c:pt>
                <c:pt idx="48">
                  <c:v>5.276549187939987E-2</c:v>
                </c:pt>
                <c:pt idx="49">
                  <c:v>7.4393070481218126E-2</c:v>
                </c:pt>
                <c:pt idx="50">
                  <c:v>7.7037970975968414E-2</c:v>
                </c:pt>
                <c:pt idx="51">
                  <c:v>7.1629267174314976E-2</c:v>
                </c:pt>
                <c:pt idx="52">
                  <c:v>6.1510351207603314E-2</c:v>
                </c:pt>
                <c:pt idx="53">
                  <c:v>5.204304866216803E-2</c:v>
                </c:pt>
                <c:pt idx="54">
                  <c:v>4.1551900733944817E-2</c:v>
                </c:pt>
                <c:pt idx="55">
                  <c:v>4.0542722580267032E-2</c:v>
                </c:pt>
                <c:pt idx="56">
                  <c:v>5.4338637531309263E-2</c:v>
                </c:pt>
                <c:pt idx="57">
                  <c:v>9.2978519599833609E-2</c:v>
                </c:pt>
                <c:pt idx="58">
                  <c:v>0.21216305210511222</c:v>
                </c:pt>
                <c:pt idx="59">
                  <c:v>0.19373102004716711</c:v>
                </c:pt>
                <c:pt idx="60">
                  <c:v>0.64184671473198773</c:v>
                </c:pt>
                <c:pt idx="61">
                  <c:v>-5.4336939102559732E-2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484480"/>
        <c:axId val="170486400"/>
      </c:scatterChart>
      <c:valAx>
        <c:axId val="170484480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486400"/>
        <c:crosses val="autoZero"/>
        <c:crossBetween val="midCat"/>
      </c:valAx>
      <c:valAx>
        <c:axId val="17048640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484480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12:00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18:00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Autumn!$C$31:$AZ$31</c:f>
                <c:numCache>
                  <c:formatCode>General</c:formatCode>
                  <c:ptCount val="50"/>
                  <c:pt idx="0">
                    <c:v>7.7579205137626537E-3</c:v>
                  </c:pt>
                  <c:pt idx="1">
                    <c:v>7.8509074994625866E-3</c:v>
                  </c:pt>
                  <c:pt idx="2">
                    <c:v>8.8451799773212273E-3</c:v>
                  </c:pt>
                  <c:pt idx="3">
                    <c:v>9.4738262563364636E-3</c:v>
                  </c:pt>
                  <c:pt idx="4">
                    <c:v>9.3032843894930561E-3</c:v>
                  </c:pt>
                  <c:pt idx="5">
                    <c:v>9.2134953648790111E-3</c:v>
                  </c:pt>
                  <c:pt idx="6">
                    <c:v>9.5705893983744923E-3</c:v>
                  </c:pt>
                  <c:pt idx="7">
                    <c:v>1.001641467682588E-2</c:v>
                  </c:pt>
                  <c:pt idx="8">
                    <c:v>9.9825499240772629E-3</c:v>
                  </c:pt>
                  <c:pt idx="9">
                    <c:v>9.9933314470891359E-3</c:v>
                  </c:pt>
                  <c:pt idx="10">
                    <c:v>1.0167286706908255E-2</c:v>
                  </c:pt>
                  <c:pt idx="11">
                    <c:v>1.0515499869731078E-2</c:v>
                  </c:pt>
                  <c:pt idx="12">
                    <c:v>1.0759692449036894E-2</c:v>
                  </c:pt>
                  <c:pt idx="13">
                    <c:v>1.0540581384704104E-2</c:v>
                  </c:pt>
                  <c:pt idx="14">
                    <c:v>9.9165322503317402E-3</c:v>
                  </c:pt>
                  <c:pt idx="15">
                    <c:v>9.7490409908045864E-3</c:v>
                  </c:pt>
                  <c:pt idx="16">
                    <c:v>9.4954981405118329E-3</c:v>
                  </c:pt>
                  <c:pt idx="17">
                    <c:v>9.2337531062025371E-3</c:v>
                  </c:pt>
                  <c:pt idx="18">
                    <c:v>9.1643426565072884E-3</c:v>
                  </c:pt>
                  <c:pt idx="19">
                    <c:v>1.0206559326907042E-2</c:v>
                  </c:pt>
                  <c:pt idx="20">
                    <c:v>1.1313373231468688E-2</c:v>
                  </c:pt>
                  <c:pt idx="21">
                    <c:v>1.1732086279483777E-2</c:v>
                  </c:pt>
                  <c:pt idx="22">
                    <c:v>1.2190322866651096E-2</c:v>
                  </c:pt>
                  <c:pt idx="23">
                    <c:v>1.2577867967078377E-2</c:v>
                  </c:pt>
                  <c:pt idx="24">
                    <c:v>1.2595448920778763E-2</c:v>
                  </c:pt>
                  <c:pt idx="25">
                    <c:v>1.1130201073043121E-2</c:v>
                  </c:pt>
                  <c:pt idx="26">
                    <c:v>9.8780734486794974E-3</c:v>
                  </c:pt>
                  <c:pt idx="27">
                    <c:v>8.9984340089364293E-3</c:v>
                  </c:pt>
                  <c:pt idx="28">
                    <c:v>8.2923413360574405E-3</c:v>
                  </c:pt>
                  <c:pt idx="29">
                    <c:v>7.4813994273329422E-3</c:v>
                  </c:pt>
                  <c:pt idx="30">
                    <c:v>7.2605770239818467E-3</c:v>
                  </c:pt>
                  <c:pt idx="31">
                    <c:v>7.1757929574026548E-3</c:v>
                  </c:pt>
                  <c:pt idx="32">
                    <c:v>6.7676206760976087E-3</c:v>
                  </c:pt>
                  <c:pt idx="33">
                    <c:v>6.8159057909755356E-3</c:v>
                  </c:pt>
                  <c:pt idx="34">
                    <c:v>7.0689799368840543E-3</c:v>
                  </c:pt>
                  <c:pt idx="35">
                    <c:v>6.7954147272497522E-3</c:v>
                  </c:pt>
                  <c:pt idx="36">
                    <c:v>6.9028872048462371E-3</c:v>
                  </c:pt>
                  <c:pt idx="37">
                    <c:v>6.7679491062232443E-3</c:v>
                  </c:pt>
                  <c:pt idx="38">
                    <c:v>6.7899791806586476E-3</c:v>
                  </c:pt>
                  <c:pt idx="39">
                    <c:v>6.9445732594926885E-3</c:v>
                  </c:pt>
                  <c:pt idx="40">
                    <c:v>6.9223441006670602E-3</c:v>
                  </c:pt>
                  <c:pt idx="41">
                    <c:v>7.42344755744533E-3</c:v>
                  </c:pt>
                  <c:pt idx="42">
                    <c:v>7.442660624017417E-3</c:v>
                  </c:pt>
                  <c:pt idx="43">
                    <c:v>7.6479550620860053E-3</c:v>
                  </c:pt>
                  <c:pt idx="44">
                    <c:v>7.9553206929160215E-3</c:v>
                  </c:pt>
                  <c:pt idx="45">
                    <c:v>8.1143930605915675E-3</c:v>
                  </c:pt>
                  <c:pt idx="46">
                    <c:v>8.4897333574414872E-3</c:v>
                  </c:pt>
                  <c:pt idx="47">
                    <c:v>8.6416825878457386E-3</c:v>
                  </c:pt>
                  <c:pt idx="48">
                    <c:v>8.5392752079493928E-3</c:v>
                  </c:pt>
                  <c:pt idx="49">
                    <c:v>8.9652534156474169E-3</c:v>
                  </c:pt>
                </c:numCache>
              </c:numRef>
            </c:plus>
            <c:minus>
              <c:numRef>
                <c:f>Autumn!$C$31:$AZ$31</c:f>
                <c:numCache>
                  <c:formatCode>General</c:formatCode>
                  <c:ptCount val="50"/>
                  <c:pt idx="0">
                    <c:v>7.7579205137626537E-3</c:v>
                  </c:pt>
                  <c:pt idx="1">
                    <c:v>7.8509074994625866E-3</c:v>
                  </c:pt>
                  <c:pt idx="2">
                    <c:v>8.8451799773212273E-3</c:v>
                  </c:pt>
                  <c:pt idx="3">
                    <c:v>9.4738262563364636E-3</c:v>
                  </c:pt>
                  <c:pt idx="4">
                    <c:v>9.3032843894930561E-3</c:v>
                  </c:pt>
                  <c:pt idx="5">
                    <c:v>9.2134953648790111E-3</c:v>
                  </c:pt>
                  <c:pt idx="6">
                    <c:v>9.5705893983744923E-3</c:v>
                  </c:pt>
                  <c:pt idx="7">
                    <c:v>1.001641467682588E-2</c:v>
                  </c:pt>
                  <c:pt idx="8">
                    <c:v>9.9825499240772629E-3</c:v>
                  </c:pt>
                  <c:pt idx="9">
                    <c:v>9.9933314470891359E-3</c:v>
                  </c:pt>
                  <c:pt idx="10">
                    <c:v>1.0167286706908255E-2</c:v>
                  </c:pt>
                  <c:pt idx="11">
                    <c:v>1.0515499869731078E-2</c:v>
                  </c:pt>
                  <c:pt idx="12">
                    <c:v>1.0759692449036894E-2</c:v>
                  </c:pt>
                  <c:pt idx="13">
                    <c:v>1.0540581384704104E-2</c:v>
                  </c:pt>
                  <c:pt idx="14">
                    <c:v>9.9165322503317402E-3</c:v>
                  </c:pt>
                  <c:pt idx="15">
                    <c:v>9.7490409908045864E-3</c:v>
                  </c:pt>
                  <c:pt idx="16">
                    <c:v>9.4954981405118329E-3</c:v>
                  </c:pt>
                  <c:pt idx="17">
                    <c:v>9.2337531062025371E-3</c:v>
                  </c:pt>
                  <c:pt idx="18">
                    <c:v>9.1643426565072884E-3</c:v>
                  </c:pt>
                  <c:pt idx="19">
                    <c:v>1.0206559326907042E-2</c:v>
                  </c:pt>
                  <c:pt idx="20">
                    <c:v>1.1313373231468688E-2</c:v>
                  </c:pt>
                  <c:pt idx="21">
                    <c:v>1.1732086279483777E-2</c:v>
                  </c:pt>
                  <c:pt idx="22">
                    <c:v>1.2190322866651096E-2</c:v>
                  </c:pt>
                  <c:pt idx="23">
                    <c:v>1.2577867967078377E-2</c:v>
                  </c:pt>
                  <c:pt idx="24">
                    <c:v>1.2595448920778763E-2</c:v>
                  </c:pt>
                  <c:pt idx="25">
                    <c:v>1.1130201073043121E-2</c:v>
                  </c:pt>
                  <c:pt idx="26">
                    <c:v>9.8780734486794974E-3</c:v>
                  </c:pt>
                  <c:pt idx="27">
                    <c:v>8.9984340089364293E-3</c:v>
                  </c:pt>
                  <c:pt idx="28">
                    <c:v>8.2923413360574405E-3</c:v>
                  </c:pt>
                  <c:pt idx="29">
                    <c:v>7.4813994273329422E-3</c:v>
                  </c:pt>
                  <c:pt idx="30">
                    <c:v>7.2605770239818467E-3</c:v>
                  </c:pt>
                  <c:pt idx="31">
                    <c:v>7.1757929574026548E-3</c:v>
                  </c:pt>
                  <c:pt idx="32">
                    <c:v>6.7676206760976087E-3</c:v>
                  </c:pt>
                  <c:pt idx="33">
                    <c:v>6.8159057909755356E-3</c:v>
                  </c:pt>
                  <c:pt idx="34">
                    <c:v>7.0689799368840543E-3</c:v>
                  </c:pt>
                  <c:pt idx="35">
                    <c:v>6.7954147272497522E-3</c:v>
                  </c:pt>
                  <c:pt idx="36">
                    <c:v>6.9028872048462371E-3</c:v>
                  </c:pt>
                  <c:pt idx="37">
                    <c:v>6.7679491062232443E-3</c:v>
                  </c:pt>
                  <c:pt idx="38">
                    <c:v>6.7899791806586476E-3</c:v>
                  </c:pt>
                  <c:pt idx="39">
                    <c:v>6.9445732594926885E-3</c:v>
                  </c:pt>
                  <c:pt idx="40">
                    <c:v>6.9223441006670602E-3</c:v>
                  </c:pt>
                  <c:pt idx="41">
                    <c:v>7.42344755744533E-3</c:v>
                  </c:pt>
                  <c:pt idx="42">
                    <c:v>7.442660624017417E-3</c:v>
                  </c:pt>
                  <c:pt idx="43">
                    <c:v>7.6479550620860053E-3</c:v>
                  </c:pt>
                  <c:pt idx="44">
                    <c:v>7.9553206929160215E-3</c:v>
                  </c:pt>
                  <c:pt idx="45">
                    <c:v>8.1143930605915675E-3</c:v>
                  </c:pt>
                  <c:pt idx="46">
                    <c:v>8.4897333574414872E-3</c:v>
                  </c:pt>
                  <c:pt idx="47">
                    <c:v>8.6416825878457386E-3</c:v>
                  </c:pt>
                  <c:pt idx="48">
                    <c:v>8.5392752079493928E-3</c:v>
                  </c:pt>
                  <c:pt idx="49">
                    <c:v>8.9652534156474169E-3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Autumn!$C$30:$BM$30</c:f>
              <c:numCache>
                <c:formatCode>General</c:formatCode>
                <c:ptCount val="63"/>
                <c:pt idx="0">
                  <c:v>6.2478616387337031E-2</c:v>
                </c:pt>
                <c:pt idx="1">
                  <c:v>9.6290666666666719E-2</c:v>
                </c:pt>
                <c:pt idx="2">
                  <c:v>4.1402009310986941E-2</c:v>
                </c:pt>
                <c:pt idx="3">
                  <c:v>1.3488119180633125E-2</c:v>
                </c:pt>
                <c:pt idx="4">
                  <c:v>1.5672420856610758E-3</c:v>
                </c:pt>
                <c:pt idx="5">
                  <c:v>9.5897579143388838E-5</c:v>
                </c:pt>
                <c:pt idx="6">
                  <c:v>-1.8205251396648124E-3</c:v>
                </c:pt>
                <c:pt idx="7">
                  <c:v>5.3489571694599562E-3</c:v>
                </c:pt>
                <c:pt idx="8">
                  <c:v>1.4854543761638733E-2</c:v>
                </c:pt>
                <c:pt idx="9">
                  <c:v>1.3154562383612657E-2</c:v>
                </c:pt>
                <c:pt idx="10">
                  <c:v>1.0378026070763501E-2</c:v>
                </c:pt>
                <c:pt idx="11">
                  <c:v>5.1638733705772757E-3</c:v>
                </c:pt>
                <c:pt idx="12">
                  <c:v>5.325884543761642E-3</c:v>
                </c:pt>
                <c:pt idx="13">
                  <c:v>7.1322160148975678E-3</c:v>
                </c:pt>
                <c:pt idx="14">
                  <c:v>1.3683818046234144E-2</c:v>
                </c:pt>
                <c:pt idx="15">
                  <c:v>1.2635311683463966E-2</c:v>
                </c:pt>
                <c:pt idx="16">
                  <c:v>1.2518684603886414E-2</c:v>
                </c:pt>
                <c:pt idx="17">
                  <c:v>1.443820224719101E-2</c:v>
                </c:pt>
                <c:pt idx="18">
                  <c:v>1.7827715355805247E-2</c:v>
                </c:pt>
                <c:pt idx="19">
                  <c:v>2.6227971503562094E-2</c:v>
                </c:pt>
                <c:pt idx="20">
                  <c:v>2.2935435435435438E-2</c:v>
                </c:pt>
                <c:pt idx="21">
                  <c:v>3.7579857196542686E-3</c:v>
                </c:pt>
                <c:pt idx="22">
                  <c:v>-2.5800376647834235E-3</c:v>
                </c:pt>
                <c:pt idx="23">
                  <c:v>-5.7380143450358754E-3</c:v>
                </c:pt>
                <c:pt idx="24">
                  <c:v>3.7079076806659319E-3</c:v>
                </c:pt>
                <c:pt idx="25">
                  <c:v>2.1022727272727248E-3</c:v>
                </c:pt>
                <c:pt idx="26">
                  <c:v>-3.0372057706911125E-4</c:v>
                </c:pt>
                <c:pt idx="27">
                  <c:v>-2.6795895096921349E-3</c:v>
                </c:pt>
                <c:pt idx="28">
                  <c:v>-6.6324591410110304E-3</c:v>
                </c:pt>
                <c:pt idx="29">
                  <c:v>8.9626239511822936E-4</c:v>
                </c:pt>
                <c:pt idx="30">
                  <c:v>4.4673539518900254E-3</c:v>
                </c:pt>
                <c:pt idx="31">
                  <c:v>2.1744940817105783E-2</c:v>
                </c:pt>
                <c:pt idx="32">
                  <c:v>1.5403750478377359E-2</c:v>
                </c:pt>
                <c:pt idx="33">
                  <c:v>7.1647509578543966E-3</c:v>
                </c:pt>
                <c:pt idx="34">
                  <c:v>1.5186466743560134E-2</c:v>
                </c:pt>
                <c:pt idx="35">
                  <c:v>1.5936178392925843E-2</c:v>
                </c:pt>
                <c:pt idx="36">
                  <c:v>2.4980754426481941E-2</c:v>
                </c:pt>
                <c:pt idx="37">
                  <c:v>1.3606620477290259E-2</c:v>
                </c:pt>
                <c:pt idx="38">
                  <c:v>1.759259259259259E-2</c:v>
                </c:pt>
                <c:pt idx="39">
                  <c:v>2.535811072396436E-2</c:v>
                </c:pt>
                <c:pt idx="40">
                  <c:v>3.206627680311893E-2</c:v>
                </c:pt>
                <c:pt idx="41">
                  <c:v>3.1944444444444421E-2</c:v>
                </c:pt>
                <c:pt idx="42">
                  <c:v>3.0535855003940095E-2</c:v>
                </c:pt>
                <c:pt idx="43">
                  <c:v>2.5326991676575514E-2</c:v>
                </c:pt>
                <c:pt idx="44">
                  <c:v>1.5831344470962586E-2</c:v>
                </c:pt>
                <c:pt idx="45">
                  <c:v>2.2769107643057208E-2</c:v>
                </c:pt>
                <c:pt idx="46">
                  <c:v>1.4056224899600396E-4</c:v>
                </c:pt>
                <c:pt idx="47">
                  <c:v>1.0295307443365747E-2</c:v>
                </c:pt>
                <c:pt idx="48">
                  <c:v>5.7253463732681413E-3</c:v>
                </c:pt>
                <c:pt idx="49">
                  <c:v>-1.5171990171990139E-2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Autumn!$C$34:$BM$34</c:f>
                <c:numCache>
                  <c:formatCode>General</c:formatCode>
                  <c:ptCount val="63"/>
                  <c:pt idx="0">
                    <c:v>1.6332106061743436E-2</c:v>
                  </c:pt>
                  <c:pt idx="1">
                    <c:v>1.6603487332350866E-2</c:v>
                  </c:pt>
                  <c:pt idx="2">
                    <c:v>1.6793741679598424E-2</c:v>
                  </c:pt>
                  <c:pt idx="3">
                    <c:v>1.8167713977757339E-2</c:v>
                  </c:pt>
                  <c:pt idx="4">
                    <c:v>1.824757619732402E-2</c:v>
                  </c:pt>
                  <c:pt idx="5">
                    <c:v>1.7737180157177103E-2</c:v>
                  </c:pt>
                  <c:pt idx="6">
                    <c:v>1.6366388861659382E-2</c:v>
                  </c:pt>
                  <c:pt idx="7">
                    <c:v>1.5852377113239408E-2</c:v>
                  </c:pt>
                  <c:pt idx="8">
                    <c:v>1.6818133175539037E-2</c:v>
                  </c:pt>
                  <c:pt idx="9">
                    <c:v>1.836835177515022E-2</c:v>
                  </c:pt>
                  <c:pt idx="10">
                    <c:v>1.9047821950516599E-2</c:v>
                  </c:pt>
                  <c:pt idx="11">
                    <c:v>2.0183348636533177E-2</c:v>
                  </c:pt>
                  <c:pt idx="12">
                    <c:v>2.1332483757616524E-2</c:v>
                  </c:pt>
                  <c:pt idx="13">
                    <c:v>2.1433801254285418E-2</c:v>
                  </c:pt>
                  <c:pt idx="14">
                    <c:v>1.9854578194209698E-2</c:v>
                  </c:pt>
                  <c:pt idx="15">
                    <c:v>1.8729275856648894E-2</c:v>
                  </c:pt>
                  <c:pt idx="16">
                    <c:v>1.808042962549496E-2</c:v>
                  </c:pt>
                  <c:pt idx="17">
                    <c:v>1.6895557468616974E-2</c:v>
                  </c:pt>
                  <c:pt idx="18">
                    <c:v>1.7491401392341538E-2</c:v>
                  </c:pt>
                  <c:pt idx="19">
                    <c:v>1.9005878233899851E-2</c:v>
                  </c:pt>
                  <c:pt idx="20">
                    <c:v>1.9124213764315928E-2</c:v>
                  </c:pt>
                  <c:pt idx="21">
                    <c:v>2.0484718044891333E-2</c:v>
                  </c:pt>
                  <c:pt idx="22">
                    <c:v>2.0814227523724332E-2</c:v>
                  </c:pt>
                  <c:pt idx="23">
                    <c:v>2.0675334645928162E-2</c:v>
                  </c:pt>
                  <c:pt idx="24">
                    <c:v>2.2539783922384905E-2</c:v>
                  </c:pt>
                  <c:pt idx="25">
                    <c:v>2.39293446424164E-2</c:v>
                  </c:pt>
                  <c:pt idx="26">
                    <c:v>2.0805463244369365E-2</c:v>
                  </c:pt>
                  <c:pt idx="27">
                    <c:v>1.8456651590164925E-2</c:v>
                  </c:pt>
                  <c:pt idx="28">
                    <c:v>1.6352713086623144E-2</c:v>
                  </c:pt>
                  <c:pt idx="29">
                    <c:v>1.5039590931095723E-2</c:v>
                  </c:pt>
                  <c:pt idx="30">
                    <c:v>1.244314567706826E-2</c:v>
                  </c:pt>
                  <c:pt idx="31">
                    <c:v>1.2746530588516006E-2</c:v>
                  </c:pt>
                  <c:pt idx="32">
                    <c:v>1.2118824511047869E-2</c:v>
                  </c:pt>
                  <c:pt idx="33">
                    <c:v>1.1957722524739825E-2</c:v>
                  </c:pt>
                  <c:pt idx="34">
                    <c:v>1.1931042116634493E-2</c:v>
                  </c:pt>
                  <c:pt idx="35">
                    <c:v>1.2545633566911858E-2</c:v>
                  </c:pt>
                  <c:pt idx="36">
                    <c:v>1.2442268326205017E-2</c:v>
                  </c:pt>
                  <c:pt idx="37">
                    <c:v>1.1142459905027801E-2</c:v>
                  </c:pt>
                  <c:pt idx="38">
                    <c:v>1.1101732372445416E-2</c:v>
                  </c:pt>
                  <c:pt idx="39">
                    <c:v>1.1390929984098432E-2</c:v>
                  </c:pt>
                  <c:pt idx="40">
                    <c:v>1.3681268975019895E-2</c:v>
                  </c:pt>
                  <c:pt idx="41">
                    <c:v>1.1834750567650116E-2</c:v>
                  </c:pt>
                  <c:pt idx="42">
                    <c:v>1.4378428066454608E-2</c:v>
                  </c:pt>
                  <c:pt idx="43">
                    <c:v>1.4138861585821698E-2</c:v>
                  </c:pt>
                  <c:pt idx="44">
                    <c:v>1.4769575802936436E-2</c:v>
                  </c:pt>
                  <c:pt idx="45">
                    <c:v>1.3261856987134439E-2</c:v>
                  </c:pt>
                  <c:pt idx="46">
                    <c:v>1.4264358098774736E-2</c:v>
                  </c:pt>
                  <c:pt idx="47">
                    <c:v>1.4169169092146926E-2</c:v>
                  </c:pt>
                  <c:pt idx="48">
                    <c:v>1.59583590191422E-2</c:v>
                  </c:pt>
                  <c:pt idx="49">
                    <c:v>1.6373914362012132E-2</c:v>
                  </c:pt>
                  <c:pt idx="50">
                    <c:v>1.617604729667442E-2</c:v>
                  </c:pt>
                  <c:pt idx="51">
                    <c:v>1.5447823176632236E-2</c:v>
                  </c:pt>
                  <c:pt idx="52">
                    <c:v>1.7178449265123401E-2</c:v>
                  </c:pt>
                  <c:pt idx="53">
                    <c:v>1.7681252769404639E-2</c:v>
                  </c:pt>
                  <c:pt idx="54">
                    <c:v>1.8858307350411958E-2</c:v>
                  </c:pt>
                  <c:pt idx="55">
                    <c:v>1.9552532102746604E-2</c:v>
                  </c:pt>
                  <c:pt idx="56">
                    <c:v>1.8963824950039766E-2</c:v>
                  </c:pt>
                  <c:pt idx="57">
                    <c:v>1.984873465183799E-2</c:v>
                  </c:pt>
                  <c:pt idx="58">
                    <c:v>2.1896912027858199E-2</c:v>
                  </c:pt>
                  <c:pt idx="59">
                    <c:v>2.1100475036632007E-2</c:v>
                  </c:pt>
                  <c:pt idx="60">
                    <c:v>2.3793547409129076E-2</c:v>
                  </c:pt>
                  <c:pt idx="61">
                    <c:v>2.4881213096407891E-2</c:v>
                  </c:pt>
                  <c:pt idx="62">
                    <c:v>2.7620010892618205E-2</c:v>
                  </c:pt>
                </c:numCache>
              </c:numRef>
            </c:plus>
            <c:minus>
              <c:numRef>
                <c:f>Autumn!$C$34:$BM$34</c:f>
                <c:numCache>
                  <c:formatCode>General</c:formatCode>
                  <c:ptCount val="63"/>
                  <c:pt idx="0">
                    <c:v>1.6332106061743436E-2</c:v>
                  </c:pt>
                  <c:pt idx="1">
                    <c:v>1.6603487332350866E-2</c:v>
                  </c:pt>
                  <c:pt idx="2">
                    <c:v>1.6793741679598424E-2</c:v>
                  </c:pt>
                  <c:pt idx="3">
                    <c:v>1.8167713977757339E-2</c:v>
                  </c:pt>
                  <c:pt idx="4">
                    <c:v>1.824757619732402E-2</c:v>
                  </c:pt>
                  <c:pt idx="5">
                    <c:v>1.7737180157177103E-2</c:v>
                  </c:pt>
                  <c:pt idx="6">
                    <c:v>1.6366388861659382E-2</c:v>
                  </c:pt>
                  <c:pt idx="7">
                    <c:v>1.5852377113239408E-2</c:v>
                  </c:pt>
                  <c:pt idx="8">
                    <c:v>1.6818133175539037E-2</c:v>
                  </c:pt>
                  <c:pt idx="9">
                    <c:v>1.836835177515022E-2</c:v>
                  </c:pt>
                  <c:pt idx="10">
                    <c:v>1.9047821950516599E-2</c:v>
                  </c:pt>
                  <c:pt idx="11">
                    <c:v>2.0183348636533177E-2</c:v>
                  </c:pt>
                  <c:pt idx="12">
                    <c:v>2.1332483757616524E-2</c:v>
                  </c:pt>
                  <c:pt idx="13">
                    <c:v>2.1433801254285418E-2</c:v>
                  </c:pt>
                  <c:pt idx="14">
                    <c:v>1.9854578194209698E-2</c:v>
                  </c:pt>
                  <c:pt idx="15">
                    <c:v>1.8729275856648894E-2</c:v>
                  </c:pt>
                  <c:pt idx="16">
                    <c:v>1.808042962549496E-2</c:v>
                  </c:pt>
                  <c:pt idx="17">
                    <c:v>1.6895557468616974E-2</c:v>
                  </c:pt>
                  <c:pt idx="18">
                    <c:v>1.7491401392341538E-2</c:v>
                  </c:pt>
                  <c:pt idx="19">
                    <c:v>1.9005878233899851E-2</c:v>
                  </c:pt>
                  <c:pt idx="20">
                    <c:v>1.9124213764315928E-2</c:v>
                  </c:pt>
                  <c:pt idx="21">
                    <c:v>2.0484718044891333E-2</c:v>
                  </c:pt>
                  <c:pt idx="22">
                    <c:v>2.0814227523724332E-2</c:v>
                  </c:pt>
                  <c:pt idx="23">
                    <c:v>2.0675334645928162E-2</c:v>
                  </c:pt>
                  <c:pt idx="24">
                    <c:v>2.2539783922384905E-2</c:v>
                  </c:pt>
                  <c:pt idx="25">
                    <c:v>2.39293446424164E-2</c:v>
                  </c:pt>
                  <c:pt idx="26">
                    <c:v>2.0805463244369365E-2</c:v>
                  </c:pt>
                  <c:pt idx="27">
                    <c:v>1.8456651590164925E-2</c:v>
                  </c:pt>
                  <c:pt idx="28">
                    <c:v>1.6352713086623144E-2</c:v>
                  </c:pt>
                  <c:pt idx="29">
                    <c:v>1.5039590931095723E-2</c:v>
                  </c:pt>
                  <c:pt idx="30">
                    <c:v>1.244314567706826E-2</c:v>
                  </c:pt>
                  <c:pt idx="31">
                    <c:v>1.2746530588516006E-2</c:v>
                  </c:pt>
                  <c:pt idx="32">
                    <c:v>1.2118824511047869E-2</c:v>
                  </c:pt>
                  <c:pt idx="33">
                    <c:v>1.1957722524739825E-2</c:v>
                  </c:pt>
                  <c:pt idx="34">
                    <c:v>1.1931042116634493E-2</c:v>
                  </c:pt>
                  <c:pt idx="35">
                    <c:v>1.2545633566911858E-2</c:v>
                  </c:pt>
                  <c:pt idx="36">
                    <c:v>1.2442268326205017E-2</c:v>
                  </c:pt>
                  <c:pt idx="37">
                    <c:v>1.1142459905027801E-2</c:v>
                  </c:pt>
                  <c:pt idx="38">
                    <c:v>1.1101732372445416E-2</c:v>
                  </c:pt>
                  <c:pt idx="39">
                    <c:v>1.1390929984098432E-2</c:v>
                  </c:pt>
                  <c:pt idx="40">
                    <c:v>1.3681268975019895E-2</c:v>
                  </c:pt>
                  <c:pt idx="41">
                    <c:v>1.1834750567650116E-2</c:v>
                  </c:pt>
                  <c:pt idx="42">
                    <c:v>1.4378428066454608E-2</c:v>
                  </c:pt>
                  <c:pt idx="43">
                    <c:v>1.4138861585821698E-2</c:v>
                  </c:pt>
                  <c:pt idx="44">
                    <c:v>1.4769575802936436E-2</c:v>
                  </c:pt>
                  <c:pt idx="45">
                    <c:v>1.3261856987134439E-2</c:v>
                  </c:pt>
                  <c:pt idx="46">
                    <c:v>1.4264358098774736E-2</c:v>
                  </c:pt>
                  <c:pt idx="47">
                    <c:v>1.4169169092146926E-2</c:v>
                  </c:pt>
                  <c:pt idx="48">
                    <c:v>1.59583590191422E-2</c:v>
                  </c:pt>
                  <c:pt idx="49">
                    <c:v>1.6373914362012132E-2</c:v>
                  </c:pt>
                  <c:pt idx="50">
                    <c:v>1.617604729667442E-2</c:v>
                  </c:pt>
                  <c:pt idx="51">
                    <c:v>1.5447823176632236E-2</c:v>
                  </c:pt>
                  <c:pt idx="52">
                    <c:v>1.7178449265123401E-2</c:v>
                  </c:pt>
                  <c:pt idx="53">
                    <c:v>1.7681252769404639E-2</c:v>
                  </c:pt>
                  <c:pt idx="54">
                    <c:v>1.8858307350411958E-2</c:v>
                  </c:pt>
                  <c:pt idx="55">
                    <c:v>1.9552532102746604E-2</c:v>
                  </c:pt>
                  <c:pt idx="56">
                    <c:v>1.8963824950039766E-2</c:v>
                  </c:pt>
                  <c:pt idx="57">
                    <c:v>1.984873465183799E-2</c:v>
                  </c:pt>
                  <c:pt idx="58">
                    <c:v>2.1896912027858199E-2</c:v>
                  </c:pt>
                  <c:pt idx="59">
                    <c:v>2.1100475036632007E-2</c:v>
                  </c:pt>
                  <c:pt idx="60">
                    <c:v>2.3793547409129076E-2</c:v>
                  </c:pt>
                  <c:pt idx="61">
                    <c:v>2.4881213096407891E-2</c:v>
                  </c:pt>
                  <c:pt idx="62">
                    <c:v>2.7620010892618205E-2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Autumn!$C$33:$BM$33</c:f>
              <c:numCache>
                <c:formatCode>General</c:formatCode>
                <c:ptCount val="63"/>
                <c:pt idx="0">
                  <c:v>0.1014099491340012</c:v>
                </c:pt>
                <c:pt idx="1">
                  <c:v>8.6803215793917143E-2</c:v>
                </c:pt>
                <c:pt idx="2">
                  <c:v>3.7744609874303101E-2</c:v>
                </c:pt>
                <c:pt idx="3">
                  <c:v>3.0556768138058753E-2</c:v>
                </c:pt>
                <c:pt idx="4">
                  <c:v>9.7705817112383954E-4</c:v>
                </c:pt>
                <c:pt idx="5">
                  <c:v>-2.7243765160571204E-3</c:v>
                </c:pt>
                <c:pt idx="6">
                  <c:v>-1.4998003832172257E-3</c:v>
                </c:pt>
                <c:pt idx="7">
                  <c:v>-1.0006793600133581E-3</c:v>
                </c:pt>
                <c:pt idx="8">
                  <c:v>-1.0268937673707958E-2</c:v>
                </c:pt>
                <c:pt idx="9">
                  <c:v>1.1914826822889215E-2</c:v>
                </c:pt>
                <c:pt idx="10">
                  <c:v>1.7056332265237815E-2</c:v>
                </c:pt>
                <c:pt idx="11">
                  <c:v>2.8239986015346462E-2</c:v>
                </c:pt>
                <c:pt idx="12">
                  <c:v>2.2841918003193119E-2</c:v>
                </c:pt>
                <c:pt idx="13">
                  <c:v>1.3506788407422522E-2</c:v>
                </c:pt>
                <c:pt idx="14">
                  <c:v>8.5514650828128376E-3</c:v>
                </c:pt>
                <c:pt idx="15">
                  <c:v>1.2426665454912942E-2</c:v>
                </c:pt>
                <c:pt idx="16">
                  <c:v>1.4415837764061917E-3</c:v>
                </c:pt>
                <c:pt idx="17">
                  <c:v>-7.5938108717831338E-3</c:v>
                </c:pt>
                <c:pt idx="18">
                  <c:v>-1.3442560395096323E-2</c:v>
                </c:pt>
                <c:pt idx="19">
                  <c:v>-1.7231354912513513E-2</c:v>
                </c:pt>
                <c:pt idx="20">
                  <c:v>-1.701973562715647E-2</c:v>
                </c:pt>
                <c:pt idx="21">
                  <c:v>-1.8537811162011246E-2</c:v>
                </c:pt>
                <c:pt idx="22">
                  <c:v>-2.6359815450066857E-2</c:v>
                </c:pt>
                <c:pt idx="23">
                  <c:v>-2.3638862491152265E-2</c:v>
                </c:pt>
                <c:pt idx="24">
                  <c:v>-1.2838600985981611E-2</c:v>
                </c:pt>
                <c:pt idx="25">
                  <c:v>-8.7313478054864956E-3</c:v>
                </c:pt>
                <c:pt idx="26">
                  <c:v>-2.2279223721114838E-3</c:v>
                </c:pt>
                <c:pt idx="27">
                  <c:v>1.5140801436383397E-4</c:v>
                </c:pt>
                <c:pt idx="28">
                  <c:v>-3.9484564941151086E-3</c:v>
                </c:pt>
                <c:pt idx="29">
                  <c:v>-2.7442510011811711E-3</c:v>
                </c:pt>
                <c:pt idx="30">
                  <c:v>1.0601817430113788E-2</c:v>
                </c:pt>
                <c:pt idx="31">
                  <c:v>-4.0805651354892421E-4</c:v>
                </c:pt>
                <c:pt idx="32">
                  <c:v>1.215569912835769E-2</c:v>
                </c:pt>
                <c:pt idx="33">
                  <c:v>7.6048436832673229E-3</c:v>
                </c:pt>
                <c:pt idx="34">
                  <c:v>1.6094055998747581E-2</c:v>
                </c:pt>
                <c:pt idx="35">
                  <c:v>6.424811650914406E-4</c:v>
                </c:pt>
                <c:pt idx="36">
                  <c:v>-1.2259320257209112E-2</c:v>
                </c:pt>
                <c:pt idx="37">
                  <c:v>-5.0869121585570189E-3</c:v>
                </c:pt>
                <c:pt idx="38">
                  <c:v>-9.5466285452912563E-3</c:v>
                </c:pt>
                <c:pt idx="39">
                  <c:v>1.5531814042702501E-2</c:v>
                </c:pt>
                <c:pt idx="40">
                  <c:v>9.2156915157969276E-3</c:v>
                </c:pt>
                <c:pt idx="41">
                  <c:v>3.3176462692754327E-3</c:v>
                </c:pt>
                <c:pt idx="42">
                  <c:v>-1.2274400097246368E-2</c:v>
                </c:pt>
                <c:pt idx="43">
                  <c:v>-3.3291620756960495E-2</c:v>
                </c:pt>
                <c:pt idx="44">
                  <c:v>-3.2102747919886307E-2</c:v>
                </c:pt>
                <c:pt idx="45">
                  <c:v>-3.446880590277137E-2</c:v>
                </c:pt>
                <c:pt idx="46">
                  <c:v>-2.4023450939995007E-2</c:v>
                </c:pt>
                <c:pt idx="47">
                  <c:v>-4.1224295222817516E-2</c:v>
                </c:pt>
                <c:pt idx="48">
                  <c:v>-4.0919456645547934E-2</c:v>
                </c:pt>
                <c:pt idx="49">
                  <c:v>-3.2268595499992954E-2</c:v>
                </c:pt>
                <c:pt idx="50">
                  <c:v>-4.1271558278621626E-2</c:v>
                </c:pt>
                <c:pt idx="51">
                  <c:v>-6.6364048608649015E-2</c:v>
                </c:pt>
                <c:pt idx="52">
                  <c:v>-7.0486343944653529E-2</c:v>
                </c:pt>
                <c:pt idx="53">
                  <c:v>-5.4506718195022209E-2</c:v>
                </c:pt>
                <c:pt idx="54">
                  <c:v>-5.2240514131477643E-2</c:v>
                </c:pt>
                <c:pt idx="55">
                  <c:v>-3.8081127743250218E-2</c:v>
                </c:pt>
                <c:pt idx="56">
                  <c:v>-2.6692568984950895E-2</c:v>
                </c:pt>
                <c:pt idx="57">
                  <c:v>-1.6775991960778565E-2</c:v>
                </c:pt>
                <c:pt idx="58">
                  <c:v>-1.3095996087568885E-2</c:v>
                </c:pt>
                <c:pt idx="59">
                  <c:v>-3.2746412877567375E-2</c:v>
                </c:pt>
                <c:pt idx="60">
                  <c:v>-2.112163304010466E-2</c:v>
                </c:pt>
                <c:pt idx="61">
                  <c:v>3.0560440823111528E-2</c:v>
                </c:pt>
                <c:pt idx="62">
                  <c:v>2.1491813511419981E-2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Autumn!$C$37:$BM$37</c:f>
                <c:numCache>
                  <c:formatCode>General</c:formatCode>
                  <c:ptCount val="63"/>
                  <c:pt idx="0">
                    <c:v>1.7391172209823235E-2</c:v>
                  </c:pt>
                  <c:pt idx="1">
                    <c:v>1.5513998165700899E-2</c:v>
                  </c:pt>
                  <c:pt idx="2">
                    <c:v>1.5304334292855434E-2</c:v>
                  </c:pt>
                  <c:pt idx="3">
                    <c:v>1.5692120538255486E-2</c:v>
                  </c:pt>
                  <c:pt idx="4">
                    <c:v>1.4351628202891703E-2</c:v>
                  </c:pt>
                  <c:pt idx="5">
                    <c:v>1.4158908410830597E-2</c:v>
                  </c:pt>
                  <c:pt idx="6">
                    <c:v>1.3294763694144566E-2</c:v>
                  </c:pt>
                  <c:pt idx="7">
                    <c:v>1.2309825509831816E-2</c:v>
                  </c:pt>
                  <c:pt idx="8">
                    <c:v>1.1995305677709471E-2</c:v>
                  </c:pt>
                  <c:pt idx="9">
                    <c:v>1.2418745856346636E-2</c:v>
                  </c:pt>
                  <c:pt idx="10">
                    <c:v>1.170530127843462E-2</c:v>
                  </c:pt>
                  <c:pt idx="11">
                    <c:v>1.0865725926416606E-2</c:v>
                  </c:pt>
                  <c:pt idx="12">
                    <c:v>1.0470431512220067E-2</c:v>
                  </c:pt>
                  <c:pt idx="13">
                    <c:v>9.9521568229562103E-3</c:v>
                  </c:pt>
                  <c:pt idx="14">
                    <c:v>1.0051558369045536E-2</c:v>
                  </c:pt>
                  <c:pt idx="15">
                    <c:v>1.0202845146569526E-2</c:v>
                  </c:pt>
                  <c:pt idx="16">
                    <c:v>1.0240402098913115E-2</c:v>
                  </c:pt>
                  <c:pt idx="17">
                    <c:v>1.0569049884625292E-2</c:v>
                  </c:pt>
                  <c:pt idx="18">
                    <c:v>1.0282642907134277E-2</c:v>
                  </c:pt>
                  <c:pt idx="19">
                    <c:v>1.0764304225240617E-2</c:v>
                  </c:pt>
                  <c:pt idx="20">
                    <c:v>1.0565853456929883E-2</c:v>
                  </c:pt>
                  <c:pt idx="21">
                    <c:v>1.0820942857850124E-2</c:v>
                  </c:pt>
                  <c:pt idx="22">
                    <c:v>1.1520523945613129E-2</c:v>
                  </c:pt>
                  <c:pt idx="23">
                    <c:v>1.2321373765870322E-2</c:v>
                  </c:pt>
                  <c:pt idx="24">
                    <c:v>1.2795205860354181E-2</c:v>
                  </c:pt>
                  <c:pt idx="25">
                    <c:v>1.2311923033956809E-2</c:v>
                  </c:pt>
                  <c:pt idx="26">
                    <c:v>1.1613794035433753E-2</c:v>
                  </c:pt>
                  <c:pt idx="27">
                    <c:v>1.1001312411064551E-2</c:v>
                  </c:pt>
                  <c:pt idx="28">
                    <c:v>1.0882915491796102E-2</c:v>
                  </c:pt>
                  <c:pt idx="29">
                    <c:v>1.0711420604567846E-2</c:v>
                  </c:pt>
                  <c:pt idx="30">
                    <c:v>1.0864996130164393E-2</c:v>
                  </c:pt>
                  <c:pt idx="31">
                    <c:v>1.1175776520570897E-2</c:v>
                  </c:pt>
                  <c:pt idx="32">
                    <c:v>1.0962527329588157E-2</c:v>
                  </c:pt>
                  <c:pt idx="33">
                    <c:v>1.1290204400092608E-2</c:v>
                  </c:pt>
                  <c:pt idx="34">
                    <c:v>1.1849411112033859E-2</c:v>
                  </c:pt>
                  <c:pt idx="35">
                    <c:v>1.1334170115283692E-2</c:v>
                  </c:pt>
                  <c:pt idx="36">
                    <c:v>1.1282113691241304E-2</c:v>
                  </c:pt>
                  <c:pt idx="37">
                    <c:v>1.1319631331366311E-2</c:v>
                  </c:pt>
                  <c:pt idx="38">
                    <c:v>1.1562397690435757E-2</c:v>
                  </c:pt>
                  <c:pt idx="39">
                    <c:v>1.0992628104428076E-2</c:v>
                  </c:pt>
                  <c:pt idx="40">
                    <c:v>1.0546959111715219E-2</c:v>
                  </c:pt>
                  <c:pt idx="41">
                    <c:v>1.059658489572491E-2</c:v>
                  </c:pt>
                  <c:pt idx="42">
                    <c:v>1.0618336390859674E-2</c:v>
                  </c:pt>
                  <c:pt idx="43">
                    <c:v>1.1251398545332348E-2</c:v>
                  </c:pt>
                  <c:pt idx="44">
                    <c:v>1.1796860815695783E-2</c:v>
                  </c:pt>
                  <c:pt idx="45">
                    <c:v>1.118407911417192E-2</c:v>
                  </c:pt>
                  <c:pt idx="46">
                    <c:v>1.1992114397636078E-2</c:v>
                  </c:pt>
                  <c:pt idx="47">
                    <c:v>1.2420859670246212E-2</c:v>
                  </c:pt>
                  <c:pt idx="48">
                    <c:v>1.2743946201880463E-2</c:v>
                  </c:pt>
                  <c:pt idx="49">
                    <c:v>1.4237740013440569E-2</c:v>
                  </c:pt>
                  <c:pt idx="50">
                    <c:v>1.4509573534723312E-2</c:v>
                  </c:pt>
                  <c:pt idx="51">
                    <c:v>1.6122312221095211E-2</c:v>
                  </c:pt>
                  <c:pt idx="52">
                    <c:v>1.7797236459713678E-2</c:v>
                  </c:pt>
                  <c:pt idx="53">
                    <c:v>1.8923633201942801E-2</c:v>
                  </c:pt>
                  <c:pt idx="54">
                    <c:v>2.2761384563177185E-2</c:v>
                  </c:pt>
                  <c:pt idx="55">
                    <c:v>2.7218353241825987E-2</c:v>
                  </c:pt>
                  <c:pt idx="56">
                    <c:v>3.0525123805253841E-2</c:v>
                  </c:pt>
                  <c:pt idx="57">
                    <c:v>3.9144149681286135E-2</c:v>
                  </c:pt>
                  <c:pt idx="58">
                    <c:v>4.9971896675911405E-2</c:v>
                  </c:pt>
                  <c:pt idx="59">
                    <c:v>8.5489444358173086E-2</c:v>
                  </c:pt>
                  <c:pt idx="60">
                    <c:v>0.17049948274181617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Autumn!$C$37:$BM$37</c:f>
                <c:numCache>
                  <c:formatCode>General</c:formatCode>
                  <c:ptCount val="63"/>
                  <c:pt idx="0">
                    <c:v>1.7391172209823235E-2</c:v>
                  </c:pt>
                  <c:pt idx="1">
                    <c:v>1.5513998165700899E-2</c:v>
                  </c:pt>
                  <c:pt idx="2">
                    <c:v>1.5304334292855434E-2</c:v>
                  </c:pt>
                  <c:pt idx="3">
                    <c:v>1.5692120538255486E-2</c:v>
                  </c:pt>
                  <c:pt idx="4">
                    <c:v>1.4351628202891703E-2</c:v>
                  </c:pt>
                  <c:pt idx="5">
                    <c:v>1.4158908410830597E-2</c:v>
                  </c:pt>
                  <c:pt idx="6">
                    <c:v>1.3294763694144566E-2</c:v>
                  </c:pt>
                  <c:pt idx="7">
                    <c:v>1.2309825509831816E-2</c:v>
                  </c:pt>
                  <c:pt idx="8">
                    <c:v>1.1995305677709471E-2</c:v>
                  </c:pt>
                  <c:pt idx="9">
                    <c:v>1.2418745856346636E-2</c:v>
                  </c:pt>
                  <c:pt idx="10">
                    <c:v>1.170530127843462E-2</c:v>
                  </c:pt>
                  <c:pt idx="11">
                    <c:v>1.0865725926416606E-2</c:v>
                  </c:pt>
                  <c:pt idx="12">
                    <c:v>1.0470431512220067E-2</c:v>
                  </c:pt>
                  <c:pt idx="13">
                    <c:v>9.9521568229562103E-3</c:v>
                  </c:pt>
                  <c:pt idx="14">
                    <c:v>1.0051558369045536E-2</c:v>
                  </c:pt>
                  <c:pt idx="15">
                    <c:v>1.0202845146569526E-2</c:v>
                  </c:pt>
                  <c:pt idx="16">
                    <c:v>1.0240402098913115E-2</c:v>
                  </c:pt>
                  <c:pt idx="17">
                    <c:v>1.0569049884625292E-2</c:v>
                  </c:pt>
                  <c:pt idx="18">
                    <c:v>1.0282642907134277E-2</c:v>
                  </c:pt>
                  <c:pt idx="19">
                    <c:v>1.0764304225240617E-2</c:v>
                  </c:pt>
                  <c:pt idx="20">
                    <c:v>1.0565853456929883E-2</c:v>
                  </c:pt>
                  <c:pt idx="21">
                    <c:v>1.0820942857850124E-2</c:v>
                  </c:pt>
                  <c:pt idx="22">
                    <c:v>1.1520523945613129E-2</c:v>
                  </c:pt>
                  <c:pt idx="23">
                    <c:v>1.2321373765870322E-2</c:v>
                  </c:pt>
                  <c:pt idx="24">
                    <c:v>1.2795205860354181E-2</c:v>
                  </c:pt>
                  <c:pt idx="25">
                    <c:v>1.2311923033956809E-2</c:v>
                  </c:pt>
                  <c:pt idx="26">
                    <c:v>1.1613794035433753E-2</c:v>
                  </c:pt>
                  <c:pt idx="27">
                    <c:v>1.1001312411064551E-2</c:v>
                  </c:pt>
                  <c:pt idx="28">
                    <c:v>1.0882915491796102E-2</c:v>
                  </c:pt>
                  <c:pt idx="29">
                    <c:v>1.0711420604567846E-2</c:v>
                  </c:pt>
                  <c:pt idx="30">
                    <c:v>1.0864996130164393E-2</c:v>
                  </c:pt>
                  <c:pt idx="31">
                    <c:v>1.1175776520570897E-2</c:v>
                  </c:pt>
                  <c:pt idx="32">
                    <c:v>1.0962527329588157E-2</c:v>
                  </c:pt>
                  <c:pt idx="33">
                    <c:v>1.1290204400092608E-2</c:v>
                  </c:pt>
                  <c:pt idx="34">
                    <c:v>1.1849411112033859E-2</c:v>
                  </c:pt>
                  <c:pt idx="35">
                    <c:v>1.1334170115283692E-2</c:v>
                  </c:pt>
                  <c:pt idx="36">
                    <c:v>1.1282113691241304E-2</c:v>
                  </c:pt>
                  <c:pt idx="37">
                    <c:v>1.1319631331366311E-2</c:v>
                  </c:pt>
                  <c:pt idx="38">
                    <c:v>1.1562397690435757E-2</c:v>
                  </c:pt>
                  <c:pt idx="39">
                    <c:v>1.0992628104428076E-2</c:v>
                  </c:pt>
                  <c:pt idx="40">
                    <c:v>1.0546959111715219E-2</c:v>
                  </c:pt>
                  <c:pt idx="41">
                    <c:v>1.059658489572491E-2</c:v>
                  </c:pt>
                  <c:pt idx="42">
                    <c:v>1.0618336390859674E-2</c:v>
                  </c:pt>
                  <c:pt idx="43">
                    <c:v>1.1251398545332348E-2</c:v>
                  </c:pt>
                  <c:pt idx="44">
                    <c:v>1.1796860815695783E-2</c:v>
                  </c:pt>
                  <c:pt idx="45">
                    <c:v>1.118407911417192E-2</c:v>
                  </c:pt>
                  <c:pt idx="46">
                    <c:v>1.1992114397636078E-2</c:v>
                  </c:pt>
                  <c:pt idx="47">
                    <c:v>1.2420859670246212E-2</c:v>
                  </c:pt>
                  <c:pt idx="48">
                    <c:v>1.2743946201880463E-2</c:v>
                  </c:pt>
                  <c:pt idx="49">
                    <c:v>1.4237740013440569E-2</c:v>
                  </c:pt>
                  <c:pt idx="50">
                    <c:v>1.4509573534723312E-2</c:v>
                  </c:pt>
                  <c:pt idx="51">
                    <c:v>1.6122312221095211E-2</c:v>
                  </c:pt>
                  <c:pt idx="52">
                    <c:v>1.7797236459713678E-2</c:v>
                  </c:pt>
                  <c:pt idx="53">
                    <c:v>1.8923633201942801E-2</c:v>
                  </c:pt>
                  <c:pt idx="54">
                    <c:v>2.2761384563177185E-2</c:v>
                  </c:pt>
                  <c:pt idx="55">
                    <c:v>2.7218353241825987E-2</c:v>
                  </c:pt>
                  <c:pt idx="56">
                    <c:v>3.0525123805253841E-2</c:v>
                  </c:pt>
                  <c:pt idx="57">
                    <c:v>3.9144149681286135E-2</c:v>
                  </c:pt>
                  <c:pt idx="58">
                    <c:v>4.9971896675911405E-2</c:v>
                  </c:pt>
                  <c:pt idx="59">
                    <c:v>8.5489444358173086E-2</c:v>
                  </c:pt>
                  <c:pt idx="60">
                    <c:v>0.17049948274181617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Autumn!$C$36:$BM$36</c:f>
              <c:numCache>
                <c:formatCode>General</c:formatCode>
                <c:ptCount val="63"/>
                <c:pt idx="0">
                  <c:v>0.35222401016604044</c:v>
                </c:pt>
                <c:pt idx="1">
                  <c:v>0.38389760602113521</c:v>
                </c:pt>
                <c:pt idx="2">
                  <c:v>0.1363165271103684</c:v>
                </c:pt>
                <c:pt idx="3">
                  <c:v>2.8509545413571459E-2</c:v>
                </c:pt>
                <c:pt idx="4">
                  <c:v>3.127791481272206E-2</c:v>
                </c:pt>
                <c:pt idx="5">
                  <c:v>4.1939138935185347E-2</c:v>
                </c:pt>
                <c:pt idx="6">
                  <c:v>4.0287420822744127E-2</c:v>
                </c:pt>
                <c:pt idx="7">
                  <c:v>3.7573816349564006E-2</c:v>
                </c:pt>
                <c:pt idx="8">
                  <c:v>3.3617410203995543E-2</c:v>
                </c:pt>
                <c:pt idx="9">
                  <c:v>3.2173650700786843E-2</c:v>
                </c:pt>
                <c:pt idx="10">
                  <c:v>3.5568112026340845E-2</c:v>
                </c:pt>
                <c:pt idx="11">
                  <c:v>2.3856286683579253E-2</c:v>
                </c:pt>
                <c:pt idx="12">
                  <c:v>1.7099246776959398E-2</c:v>
                </c:pt>
                <c:pt idx="13">
                  <c:v>1.1265307115129564E-2</c:v>
                </c:pt>
                <c:pt idx="14">
                  <c:v>6.6370179591758718E-3</c:v>
                </c:pt>
                <c:pt idx="15">
                  <c:v>-5.1734707450181523E-4</c:v>
                </c:pt>
                <c:pt idx="16">
                  <c:v>6.082620857716472E-3</c:v>
                </c:pt>
                <c:pt idx="17">
                  <c:v>2.1246489169954617E-2</c:v>
                </c:pt>
                <c:pt idx="18">
                  <c:v>3.0255817648584735E-2</c:v>
                </c:pt>
                <c:pt idx="19">
                  <c:v>3.0863760315074752E-2</c:v>
                </c:pt>
                <c:pt idx="20">
                  <c:v>3.329223324569882E-2</c:v>
                </c:pt>
                <c:pt idx="21">
                  <c:v>3.3467624450174309E-2</c:v>
                </c:pt>
                <c:pt idx="22">
                  <c:v>3.5511453716797453E-2</c:v>
                </c:pt>
                <c:pt idx="23">
                  <c:v>2.0553671678929655E-2</c:v>
                </c:pt>
                <c:pt idx="24">
                  <c:v>1.0869760583818651E-2</c:v>
                </c:pt>
                <c:pt idx="25">
                  <c:v>4.3713971633941419E-3</c:v>
                </c:pt>
                <c:pt idx="26">
                  <c:v>4.4733957889919063E-3</c:v>
                </c:pt>
                <c:pt idx="27">
                  <c:v>-1.1366426345955439E-2</c:v>
                </c:pt>
                <c:pt idx="28">
                  <c:v>-1.65684929418356E-2</c:v>
                </c:pt>
                <c:pt idx="29">
                  <c:v>-1.9312576827309413E-2</c:v>
                </c:pt>
                <c:pt idx="30">
                  <c:v>-2.4311428459309295E-2</c:v>
                </c:pt>
                <c:pt idx="31">
                  <c:v>-2.9522754467151309E-2</c:v>
                </c:pt>
                <c:pt idx="32">
                  <c:v>-1.7905841454811316E-2</c:v>
                </c:pt>
                <c:pt idx="33">
                  <c:v>3.170584829665949E-3</c:v>
                </c:pt>
                <c:pt idx="34">
                  <c:v>-1.2125878304133513E-2</c:v>
                </c:pt>
                <c:pt idx="35">
                  <c:v>-5.6555679119342473E-4</c:v>
                </c:pt>
                <c:pt idx="36">
                  <c:v>-2.0618616875646475E-2</c:v>
                </c:pt>
                <c:pt idx="37">
                  <c:v>-2.6905723328708379E-2</c:v>
                </c:pt>
                <c:pt idx="38">
                  <c:v>-2.1541204433530029E-2</c:v>
                </c:pt>
                <c:pt idx="39">
                  <c:v>-3.7154406306749869E-2</c:v>
                </c:pt>
                <c:pt idx="40">
                  <c:v>-1.9480429587816383E-2</c:v>
                </c:pt>
                <c:pt idx="41">
                  <c:v>-1.1741078973960381E-2</c:v>
                </c:pt>
                <c:pt idx="42">
                  <c:v>8.4441189241878743E-3</c:v>
                </c:pt>
                <c:pt idx="43">
                  <c:v>1.324562493787087E-2</c:v>
                </c:pt>
                <c:pt idx="44">
                  <c:v>1.2526801621483294E-2</c:v>
                </c:pt>
                <c:pt idx="45">
                  <c:v>-6.9654401693147305E-3</c:v>
                </c:pt>
                <c:pt idx="46">
                  <c:v>-2.3188590986737801E-2</c:v>
                </c:pt>
                <c:pt idx="47">
                  <c:v>-1.5531596860420894E-2</c:v>
                </c:pt>
                <c:pt idx="48">
                  <c:v>-1.4254821637353485E-2</c:v>
                </c:pt>
                <c:pt idx="49">
                  <c:v>-2.2877088289717205E-2</c:v>
                </c:pt>
                <c:pt idx="50">
                  <c:v>-2.7689446365245732E-2</c:v>
                </c:pt>
                <c:pt idx="51">
                  <c:v>-1.277170962547961E-2</c:v>
                </c:pt>
                <c:pt idx="52">
                  <c:v>1.50895664490245E-2</c:v>
                </c:pt>
                <c:pt idx="53">
                  <c:v>5.2202020974414709E-3</c:v>
                </c:pt>
                <c:pt idx="54">
                  <c:v>-1.4528423344306424E-2</c:v>
                </c:pt>
                <c:pt idx="55">
                  <c:v>-1.7028680621861383E-2</c:v>
                </c:pt>
                <c:pt idx="56">
                  <c:v>-5.4304165759037827E-2</c:v>
                </c:pt>
                <c:pt idx="57">
                  <c:v>-6.9499999097055315E-2</c:v>
                </c:pt>
                <c:pt idx="58">
                  <c:v>-0.18070380410820519</c:v>
                </c:pt>
                <c:pt idx="59">
                  <c:v>-0.21798813766340325</c:v>
                </c:pt>
                <c:pt idx="60">
                  <c:v>-0.40208570041018432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604032"/>
        <c:axId val="170605952"/>
      </c:scatterChart>
      <c:valAx>
        <c:axId val="17060403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605952"/>
        <c:crosses val="autoZero"/>
        <c:crossBetween val="midCat"/>
      </c:valAx>
      <c:valAx>
        <c:axId val="170605952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60403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Autumn</a:t>
            </a:r>
            <a:r>
              <a:rPr lang="en-GB" baseline="0"/>
              <a:t>  18:00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00:00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Autumn!$A$7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Autumn!$C$42:$AZ$42</c:f>
                <c:numCache>
                  <c:formatCode>General</c:formatCode>
                  <c:ptCount val="50"/>
                  <c:pt idx="0">
                    <c:v>7.8992489953272297E-3</c:v>
                  </c:pt>
                  <c:pt idx="1">
                    <c:v>8.1091128760931754E-3</c:v>
                  </c:pt>
                  <c:pt idx="2">
                    <c:v>8.0819265060319435E-3</c:v>
                  </c:pt>
                  <c:pt idx="3">
                    <c:v>8.8861787876484914E-3</c:v>
                  </c:pt>
                  <c:pt idx="4">
                    <c:v>8.5794737554140653E-3</c:v>
                  </c:pt>
                  <c:pt idx="5">
                    <c:v>8.8329720965838916E-3</c:v>
                  </c:pt>
                  <c:pt idx="6">
                    <c:v>8.9125652784739304E-3</c:v>
                  </c:pt>
                  <c:pt idx="7">
                    <c:v>9.0354516904409873E-3</c:v>
                  </c:pt>
                  <c:pt idx="8">
                    <c:v>9.26526030985559E-3</c:v>
                  </c:pt>
                  <c:pt idx="9">
                    <c:v>9.3747667851239169E-3</c:v>
                  </c:pt>
                  <c:pt idx="10">
                    <c:v>9.8264918640101635E-3</c:v>
                  </c:pt>
                  <c:pt idx="11">
                    <c:v>9.8298871695932377E-3</c:v>
                  </c:pt>
                  <c:pt idx="12">
                    <c:v>1.0197753373998199E-2</c:v>
                  </c:pt>
                  <c:pt idx="13">
                    <c:v>1.0303328473991735E-2</c:v>
                  </c:pt>
                  <c:pt idx="14">
                    <c:v>1.0193628201803145E-2</c:v>
                  </c:pt>
                  <c:pt idx="15">
                    <c:v>9.9995872953116387E-3</c:v>
                  </c:pt>
                  <c:pt idx="16">
                    <c:v>9.7011345174445075E-3</c:v>
                  </c:pt>
                  <c:pt idx="17">
                    <c:v>9.5613372770691693E-3</c:v>
                  </c:pt>
                  <c:pt idx="18">
                    <c:v>9.1613971931449982E-3</c:v>
                  </c:pt>
                  <c:pt idx="19">
                    <c:v>9.5612076048276831E-3</c:v>
                  </c:pt>
                  <c:pt idx="20">
                    <c:v>1.0400036926377884E-2</c:v>
                  </c:pt>
                  <c:pt idx="21">
                    <c:v>1.0790471513424084E-2</c:v>
                  </c:pt>
                  <c:pt idx="22">
                    <c:v>1.1666983573989325E-2</c:v>
                  </c:pt>
                  <c:pt idx="23">
                    <c:v>1.1807351391106554E-2</c:v>
                  </c:pt>
                  <c:pt idx="24">
                    <c:v>1.1233970075125157E-2</c:v>
                  </c:pt>
                  <c:pt idx="25">
                    <c:v>1.1033075638782131E-2</c:v>
                  </c:pt>
                  <c:pt idx="26">
                    <c:v>9.8061499360367534E-3</c:v>
                  </c:pt>
                  <c:pt idx="27">
                    <c:v>8.8150374724895505E-3</c:v>
                  </c:pt>
                  <c:pt idx="28">
                    <c:v>7.7614300971293373E-3</c:v>
                  </c:pt>
                  <c:pt idx="29">
                    <c:v>7.5344170266814078E-3</c:v>
                  </c:pt>
                  <c:pt idx="30">
                    <c:v>7.270323974040864E-3</c:v>
                  </c:pt>
                  <c:pt idx="31">
                    <c:v>7.2726146504427181E-3</c:v>
                  </c:pt>
                  <c:pt idx="32">
                    <c:v>6.9365338196838728E-3</c:v>
                  </c:pt>
                  <c:pt idx="33">
                    <c:v>6.8016133418426208E-3</c:v>
                  </c:pt>
                  <c:pt idx="34">
                    <c:v>7.0009170570124414E-3</c:v>
                  </c:pt>
                  <c:pt idx="35">
                    <c:v>6.8008192811543806E-3</c:v>
                  </c:pt>
                  <c:pt idx="36">
                    <c:v>6.5390673274016691E-3</c:v>
                  </c:pt>
                  <c:pt idx="37">
                    <c:v>6.659471669972156E-3</c:v>
                  </c:pt>
                  <c:pt idx="38">
                    <c:v>6.8274657461953542E-3</c:v>
                  </c:pt>
                  <c:pt idx="39">
                    <c:v>6.7167416531901504E-3</c:v>
                  </c:pt>
                  <c:pt idx="40">
                    <c:v>6.9262029551845974E-3</c:v>
                  </c:pt>
                  <c:pt idx="41">
                    <c:v>7.4216106511761906E-3</c:v>
                  </c:pt>
                  <c:pt idx="42">
                    <c:v>7.1700267082171485E-3</c:v>
                  </c:pt>
                  <c:pt idx="43">
                    <c:v>7.695707891916018E-3</c:v>
                  </c:pt>
                  <c:pt idx="44">
                    <c:v>7.7882191505756586E-3</c:v>
                  </c:pt>
                  <c:pt idx="45">
                    <c:v>7.898813384483885E-3</c:v>
                  </c:pt>
                  <c:pt idx="46">
                    <c:v>8.3335266900264708E-3</c:v>
                  </c:pt>
                  <c:pt idx="47">
                    <c:v>8.4991542320856234E-3</c:v>
                  </c:pt>
                  <c:pt idx="48">
                    <c:v>8.4381366072341195E-3</c:v>
                  </c:pt>
                  <c:pt idx="49">
                    <c:v>8.6184371644968671E-3</c:v>
                  </c:pt>
                </c:numCache>
              </c:numRef>
            </c:plus>
            <c:minus>
              <c:numRef>
                <c:f>Autumn!$C$42:$AZ$42</c:f>
                <c:numCache>
                  <c:formatCode>General</c:formatCode>
                  <c:ptCount val="50"/>
                  <c:pt idx="0">
                    <c:v>7.8992489953272297E-3</c:v>
                  </c:pt>
                  <c:pt idx="1">
                    <c:v>8.1091128760931754E-3</c:v>
                  </c:pt>
                  <c:pt idx="2">
                    <c:v>8.0819265060319435E-3</c:v>
                  </c:pt>
                  <c:pt idx="3">
                    <c:v>8.8861787876484914E-3</c:v>
                  </c:pt>
                  <c:pt idx="4">
                    <c:v>8.5794737554140653E-3</c:v>
                  </c:pt>
                  <c:pt idx="5">
                    <c:v>8.8329720965838916E-3</c:v>
                  </c:pt>
                  <c:pt idx="6">
                    <c:v>8.9125652784739304E-3</c:v>
                  </c:pt>
                  <c:pt idx="7">
                    <c:v>9.0354516904409873E-3</c:v>
                  </c:pt>
                  <c:pt idx="8">
                    <c:v>9.26526030985559E-3</c:v>
                  </c:pt>
                  <c:pt idx="9">
                    <c:v>9.3747667851239169E-3</c:v>
                  </c:pt>
                  <c:pt idx="10">
                    <c:v>9.8264918640101635E-3</c:v>
                  </c:pt>
                  <c:pt idx="11">
                    <c:v>9.8298871695932377E-3</c:v>
                  </c:pt>
                  <c:pt idx="12">
                    <c:v>1.0197753373998199E-2</c:v>
                  </c:pt>
                  <c:pt idx="13">
                    <c:v>1.0303328473991735E-2</c:v>
                  </c:pt>
                  <c:pt idx="14">
                    <c:v>1.0193628201803145E-2</c:v>
                  </c:pt>
                  <c:pt idx="15">
                    <c:v>9.9995872953116387E-3</c:v>
                  </c:pt>
                  <c:pt idx="16">
                    <c:v>9.7011345174445075E-3</c:v>
                  </c:pt>
                  <c:pt idx="17">
                    <c:v>9.5613372770691693E-3</c:v>
                  </c:pt>
                  <c:pt idx="18">
                    <c:v>9.1613971931449982E-3</c:v>
                  </c:pt>
                  <c:pt idx="19">
                    <c:v>9.5612076048276831E-3</c:v>
                  </c:pt>
                  <c:pt idx="20">
                    <c:v>1.0400036926377884E-2</c:v>
                  </c:pt>
                  <c:pt idx="21">
                    <c:v>1.0790471513424084E-2</c:v>
                  </c:pt>
                  <c:pt idx="22">
                    <c:v>1.1666983573989325E-2</c:v>
                  </c:pt>
                  <c:pt idx="23">
                    <c:v>1.1807351391106554E-2</c:v>
                  </c:pt>
                  <c:pt idx="24">
                    <c:v>1.1233970075125157E-2</c:v>
                  </c:pt>
                  <c:pt idx="25">
                    <c:v>1.1033075638782131E-2</c:v>
                  </c:pt>
                  <c:pt idx="26">
                    <c:v>9.8061499360367534E-3</c:v>
                  </c:pt>
                  <c:pt idx="27">
                    <c:v>8.8150374724895505E-3</c:v>
                  </c:pt>
                  <c:pt idx="28">
                    <c:v>7.7614300971293373E-3</c:v>
                  </c:pt>
                  <c:pt idx="29">
                    <c:v>7.5344170266814078E-3</c:v>
                  </c:pt>
                  <c:pt idx="30">
                    <c:v>7.270323974040864E-3</c:v>
                  </c:pt>
                  <c:pt idx="31">
                    <c:v>7.2726146504427181E-3</c:v>
                  </c:pt>
                  <c:pt idx="32">
                    <c:v>6.9365338196838728E-3</c:v>
                  </c:pt>
                  <c:pt idx="33">
                    <c:v>6.8016133418426208E-3</c:v>
                  </c:pt>
                  <c:pt idx="34">
                    <c:v>7.0009170570124414E-3</c:v>
                  </c:pt>
                  <c:pt idx="35">
                    <c:v>6.8008192811543806E-3</c:v>
                  </c:pt>
                  <c:pt idx="36">
                    <c:v>6.5390673274016691E-3</c:v>
                  </c:pt>
                  <c:pt idx="37">
                    <c:v>6.659471669972156E-3</c:v>
                  </c:pt>
                  <c:pt idx="38">
                    <c:v>6.8274657461953542E-3</c:v>
                  </c:pt>
                  <c:pt idx="39">
                    <c:v>6.7167416531901504E-3</c:v>
                  </c:pt>
                  <c:pt idx="40">
                    <c:v>6.9262029551845974E-3</c:v>
                  </c:pt>
                  <c:pt idx="41">
                    <c:v>7.4216106511761906E-3</c:v>
                  </c:pt>
                  <c:pt idx="42">
                    <c:v>7.1700267082171485E-3</c:v>
                  </c:pt>
                  <c:pt idx="43">
                    <c:v>7.695707891916018E-3</c:v>
                  </c:pt>
                  <c:pt idx="44">
                    <c:v>7.7882191505756586E-3</c:v>
                  </c:pt>
                  <c:pt idx="45">
                    <c:v>7.898813384483885E-3</c:v>
                  </c:pt>
                  <c:pt idx="46">
                    <c:v>8.3335266900264708E-3</c:v>
                  </c:pt>
                  <c:pt idx="47">
                    <c:v>8.4991542320856234E-3</c:v>
                  </c:pt>
                  <c:pt idx="48">
                    <c:v>8.4381366072341195E-3</c:v>
                  </c:pt>
                  <c:pt idx="49">
                    <c:v>8.6184371644968671E-3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Autumn!$C$41:$BM$41</c:f>
              <c:numCache>
                <c:formatCode>General</c:formatCode>
                <c:ptCount val="63"/>
                <c:pt idx="0">
                  <c:v>-0.19828040965207622</c:v>
                </c:pt>
                <c:pt idx="1">
                  <c:v>-3.3490890385334822E-2</c:v>
                </c:pt>
                <c:pt idx="2">
                  <c:v>-1.7587074448185556E-2</c:v>
                </c:pt>
                <c:pt idx="3">
                  <c:v>-1.6317040778151874E-2</c:v>
                </c:pt>
                <c:pt idx="4">
                  <c:v>-1.4724466891133572E-2</c:v>
                </c:pt>
                <c:pt idx="5">
                  <c:v>-8.2916554433221136E-3</c:v>
                </c:pt>
                <c:pt idx="6">
                  <c:v>-2.2572652450430111E-3</c:v>
                </c:pt>
                <c:pt idx="7">
                  <c:v>-9.0827179199401437E-3</c:v>
                </c:pt>
                <c:pt idx="8">
                  <c:v>-1.4642031425364755E-2</c:v>
                </c:pt>
                <c:pt idx="9">
                  <c:v>-1.2575757575757575E-2</c:v>
                </c:pt>
                <c:pt idx="10">
                  <c:v>-5.8417508417508328E-3</c:v>
                </c:pt>
                <c:pt idx="11">
                  <c:v>6.1354283576507316E-4</c:v>
                </c:pt>
                <c:pt idx="12">
                  <c:v>-1.1410400299289147E-3</c:v>
                </c:pt>
                <c:pt idx="13">
                  <c:v>-4.1900486344930805E-3</c:v>
                </c:pt>
                <c:pt idx="14">
                  <c:v>-8.193041526374862E-3</c:v>
                </c:pt>
                <c:pt idx="15">
                  <c:v>-5.0561797752808977E-3</c:v>
                </c:pt>
                <c:pt idx="16">
                  <c:v>-3.7349849849849797E-3</c:v>
                </c:pt>
                <c:pt idx="17">
                  <c:v>-2.0293122886132979E-3</c:v>
                </c:pt>
                <c:pt idx="18">
                  <c:v>-3.4009770762871384E-3</c:v>
                </c:pt>
                <c:pt idx="19">
                  <c:v>-1.2246049661399543E-2</c:v>
                </c:pt>
                <c:pt idx="20">
                  <c:v>-1.3898305084745769E-2</c:v>
                </c:pt>
                <c:pt idx="21">
                  <c:v>5.4864253393664989E-3</c:v>
                </c:pt>
                <c:pt idx="22">
                  <c:v>3.4013605442176817E-3</c:v>
                </c:pt>
                <c:pt idx="23">
                  <c:v>1.0272417707151009E-2</c:v>
                </c:pt>
                <c:pt idx="24">
                  <c:v>1.2808817939946796E-2</c:v>
                </c:pt>
                <c:pt idx="25">
                  <c:v>2.1567505720823867E-2</c:v>
                </c:pt>
                <c:pt idx="26">
                  <c:v>1.0850495804729217E-2</c:v>
                </c:pt>
                <c:pt idx="27">
                  <c:v>1.5063001145475376E-2</c:v>
                </c:pt>
                <c:pt idx="28">
                  <c:v>1.3245412844036693E-2</c:v>
                </c:pt>
                <c:pt idx="29">
                  <c:v>3.3716475095785592E-3</c:v>
                </c:pt>
                <c:pt idx="30">
                  <c:v>1.0663598005370171E-2</c:v>
                </c:pt>
                <c:pt idx="31">
                  <c:v>-1.0188389081122656E-2</c:v>
                </c:pt>
                <c:pt idx="32">
                  <c:v>-1.7609699769053144E-2</c:v>
                </c:pt>
                <c:pt idx="33">
                  <c:v>-5.0270688321732502E-4</c:v>
                </c:pt>
                <c:pt idx="34">
                  <c:v>-2.7325581395348628E-3</c:v>
                </c:pt>
                <c:pt idx="35">
                  <c:v>1.0683760683760045E-3</c:v>
                </c:pt>
                <c:pt idx="36">
                  <c:v>-1.1059190031152683E-2</c:v>
                </c:pt>
                <c:pt idx="37">
                  <c:v>-5.7181889149102369E-3</c:v>
                </c:pt>
                <c:pt idx="38">
                  <c:v>-1.9843137254901919E-2</c:v>
                </c:pt>
                <c:pt idx="39">
                  <c:v>-2.3894154818325415E-2</c:v>
                </c:pt>
                <c:pt idx="40">
                  <c:v>-3.6220629231381904E-2</c:v>
                </c:pt>
                <c:pt idx="41">
                  <c:v>-3.8581730769230729E-2</c:v>
                </c:pt>
                <c:pt idx="42">
                  <c:v>-3.9975698663426484E-2</c:v>
                </c:pt>
                <c:pt idx="43">
                  <c:v>-3.6572365723657282E-2</c:v>
                </c:pt>
                <c:pt idx="44">
                  <c:v>-3.1513647642679922E-2</c:v>
                </c:pt>
                <c:pt idx="45">
                  <c:v>-3.9970686767169188E-2</c:v>
                </c:pt>
                <c:pt idx="46">
                  <c:v>-3.9296249473240619E-2</c:v>
                </c:pt>
                <c:pt idx="47">
                  <c:v>-3.9644218551461274E-2</c:v>
                </c:pt>
                <c:pt idx="48">
                  <c:v>-3.0537634408602157E-2</c:v>
                </c:pt>
                <c:pt idx="49">
                  <c:v>-2.5162127107652435E-2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Autumn!$A$10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Autumn!$C$45:$BM$45</c:f>
                <c:numCache>
                  <c:formatCode>General</c:formatCode>
                  <c:ptCount val="63"/>
                  <c:pt idx="0">
                    <c:v>1.5774335244921434E-2</c:v>
                  </c:pt>
                  <c:pt idx="1">
                    <c:v>1.6301605624372193E-2</c:v>
                  </c:pt>
                  <c:pt idx="2">
                    <c:v>1.6481293724660735E-2</c:v>
                  </c:pt>
                  <c:pt idx="3">
                    <c:v>1.7181746043800954E-2</c:v>
                  </c:pt>
                  <c:pt idx="4">
                    <c:v>1.5351259796297204E-2</c:v>
                  </c:pt>
                  <c:pt idx="5">
                    <c:v>1.5579049332880311E-2</c:v>
                  </c:pt>
                  <c:pt idx="6">
                    <c:v>1.6828179342255035E-2</c:v>
                  </c:pt>
                  <c:pt idx="7">
                    <c:v>1.6655735140270991E-2</c:v>
                  </c:pt>
                  <c:pt idx="8">
                    <c:v>1.7084066058751669E-2</c:v>
                  </c:pt>
                  <c:pt idx="9">
                    <c:v>1.6768666770054196E-2</c:v>
                  </c:pt>
                  <c:pt idx="10">
                    <c:v>1.7105067460123462E-2</c:v>
                  </c:pt>
                  <c:pt idx="11">
                    <c:v>1.6993995963921343E-2</c:v>
                  </c:pt>
                  <c:pt idx="12">
                    <c:v>1.7786441123670338E-2</c:v>
                  </c:pt>
                  <c:pt idx="13">
                    <c:v>1.7986871411875757E-2</c:v>
                  </c:pt>
                  <c:pt idx="14">
                    <c:v>1.8898187054599006E-2</c:v>
                  </c:pt>
                  <c:pt idx="15">
                    <c:v>1.8979947251642811E-2</c:v>
                  </c:pt>
                  <c:pt idx="16">
                    <c:v>1.8308748918168822E-2</c:v>
                  </c:pt>
                  <c:pt idx="17">
                    <c:v>1.7012057998509241E-2</c:v>
                  </c:pt>
                  <c:pt idx="18">
                    <c:v>1.6268612590244508E-2</c:v>
                  </c:pt>
                  <c:pt idx="19">
                    <c:v>1.6519985383479367E-2</c:v>
                  </c:pt>
                  <c:pt idx="20">
                    <c:v>1.7386390928772026E-2</c:v>
                  </c:pt>
                  <c:pt idx="21">
                    <c:v>1.8228581703578661E-2</c:v>
                  </c:pt>
                  <c:pt idx="22">
                    <c:v>1.9121982132722683E-2</c:v>
                  </c:pt>
                  <c:pt idx="23">
                    <c:v>2.1307247348093205E-2</c:v>
                  </c:pt>
                  <c:pt idx="24">
                    <c:v>2.1639599536929191E-2</c:v>
                  </c:pt>
                  <c:pt idx="25">
                    <c:v>1.8370625695419633E-2</c:v>
                  </c:pt>
                  <c:pt idx="26">
                    <c:v>1.8423045743546897E-2</c:v>
                  </c:pt>
                  <c:pt idx="27">
                    <c:v>1.6150082931400331E-2</c:v>
                  </c:pt>
                  <c:pt idx="28">
                    <c:v>1.4900037161181488E-2</c:v>
                  </c:pt>
                  <c:pt idx="29">
                    <c:v>1.4493332307330681E-2</c:v>
                  </c:pt>
                  <c:pt idx="30">
                    <c:v>1.2823332897689712E-2</c:v>
                  </c:pt>
                  <c:pt idx="31">
                    <c:v>1.3625199501069468E-2</c:v>
                  </c:pt>
                  <c:pt idx="32">
                    <c:v>1.2250868286713588E-2</c:v>
                  </c:pt>
                  <c:pt idx="33">
                    <c:v>1.1915554480192223E-2</c:v>
                  </c:pt>
                  <c:pt idx="34">
                    <c:v>1.1534958922052856E-2</c:v>
                  </c:pt>
                  <c:pt idx="35">
                    <c:v>1.1107888520626535E-2</c:v>
                  </c:pt>
                  <c:pt idx="36">
                    <c:v>1.1769887028155155E-2</c:v>
                  </c:pt>
                  <c:pt idx="37">
                    <c:v>1.2683594592799484E-2</c:v>
                  </c:pt>
                  <c:pt idx="38">
                    <c:v>1.2125712686408368E-2</c:v>
                  </c:pt>
                  <c:pt idx="39">
                    <c:v>1.1428135723149631E-2</c:v>
                  </c:pt>
                  <c:pt idx="40">
                    <c:v>1.2837462928681624E-2</c:v>
                  </c:pt>
                  <c:pt idx="41">
                    <c:v>1.3210989572576817E-2</c:v>
                  </c:pt>
                  <c:pt idx="42">
                    <c:v>1.3787327689617036E-2</c:v>
                  </c:pt>
                  <c:pt idx="43">
                    <c:v>1.3188872166966766E-2</c:v>
                  </c:pt>
                  <c:pt idx="44">
                    <c:v>1.3494244515846115E-2</c:v>
                  </c:pt>
                  <c:pt idx="45">
                    <c:v>1.4203187290980659E-2</c:v>
                  </c:pt>
                  <c:pt idx="46">
                    <c:v>1.4831070680705648E-2</c:v>
                  </c:pt>
                  <c:pt idx="47">
                    <c:v>1.5881605102614736E-2</c:v>
                  </c:pt>
                  <c:pt idx="48">
                    <c:v>1.6191309647219897E-2</c:v>
                  </c:pt>
                  <c:pt idx="49">
                    <c:v>1.6379505619947027E-2</c:v>
                  </c:pt>
                  <c:pt idx="50">
                    <c:v>1.5856626167314116E-2</c:v>
                  </c:pt>
                  <c:pt idx="51">
                    <c:v>1.7263888741703603E-2</c:v>
                  </c:pt>
                  <c:pt idx="52">
                    <c:v>1.7829359251905343E-2</c:v>
                  </c:pt>
                  <c:pt idx="53">
                    <c:v>1.9796931982744983E-2</c:v>
                  </c:pt>
                  <c:pt idx="54">
                    <c:v>1.9271522454997105E-2</c:v>
                  </c:pt>
                  <c:pt idx="55">
                    <c:v>1.9193592433395076E-2</c:v>
                  </c:pt>
                  <c:pt idx="56">
                    <c:v>1.9023179933775083E-2</c:v>
                  </c:pt>
                  <c:pt idx="57">
                    <c:v>1.8868049956741136E-2</c:v>
                  </c:pt>
                  <c:pt idx="58">
                    <c:v>2.0076349795327419E-2</c:v>
                  </c:pt>
                  <c:pt idx="59">
                    <c:v>2.1085842842976037E-2</c:v>
                  </c:pt>
                  <c:pt idx="60">
                    <c:v>2.2965963757846371E-2</c:v>
                  </c:pt>
                  <c:pt idx="61">
                    <c:v>2.3258714563891961E-2</c:v>
                  </c:pt>
                  <c:pt idx="62">
                    <c:v>2.5166055485192688E-2</c:v>
                  </c:pt>
                </c:numCache>
              </c:numRef>
            </c:plus>
            <c:minus>
              <c:numRef>
                <c:f>Autumn!$C$45:$BM$45</c:f>
                <c:numCache>
                  <c:formatCode>General</c:formatCode>
                  <c:ptCount val="63"/>
                  <c:pt idx="0">
                    <c:v>1.5774335244921434E-2</c:v>
                  </c:pt>
                  <c:pt idx="1">
                    <c:v>1.6301605624372193E-2</c:v>
                  </c:pt>
                  <c:pt idx="2">
                    <c:v>1.6481293724660735E-2</c:v>
                  </c:pt>
                  <c:pt idx="3">
                    <c:v>1.7181746043800954E-2</c:v>
                  </c:pt>
                  <c:pt idx="4">
                    <c:v>1.5351259796297204E-2</c:v>
                  </c:pt>
                  <c:pt idx="5">
                    <c:v>1.5579049332880311E-2</c:v>
                  </c:pt>
                  <c:pt idx="6">
                    <c:v>1.6828179342255035E-2</c:v>
                  </c:pt>
                  <c:pt idx="7">
                    <c:v>1.6655735140270991E-2</c:v>
                  </c:pt>
                  <c:pt idx="8">
                    <c:v>1.7084066058751669E-2</c:v>
                  </c:pt>
                  <c:pt idx="9">
                    <c:v>1.6768666770054196E-2</c:v>
                  </c:pt>
                  <c:pt idx="10">
                    <c:v>1.7105067460123462E-2</c:v>
                  </c:pt>
                  <c:pt idx="11">
                    <c:v>1.6993995963921343E-2</c:v>
                  </c:pt>
                  <c:pt idx="12">
                    <c:v>1.7786441123670338E-2</c:v>
                  </c:pt>
                  <c:pt idx="13">
                    <c:v>1.7986871411875757E-2</c:v>
                  </c:pt>
                  <c:pt idx="14">
                    <c:v>1.8898187054599006E-2</c:v>
                  </c:pt>
                  <c:pt idx="15">
                    <c:v>1.8979947251642811E-2</c:v>
                  </c:pt>
                  <c:pt idx="16">
                    <c:v>1.8308748918168822E-2</c:v>
                  </c:pt>
                  <c:pt idx="17">
                    <c:v>1.7012057998509241E-2</c:v>
                  </c:pt>
                  <c:pt idx="18">
                    <c:v>1.6268612590244508E-2</c:v>
                  </c:pt>
                  <c:pt idx="19">
                    <c:v>1.6519985383479367E-2</c:v>
                  </c:pt>
                  <c:pt idx="20">
                    <c:v>1.7386390928772026E-2</c:v>
                  </c:pt>
                  <c:pt idx="21">
                    <c:v>1.8228581703578661E-2</c:v>
                  </c:pt>
                  <c:pt idx="22">
                    <c:v>1.9121982132722683E-2</c:v>
                  </c:pt>
                  <c:pt idx="23">
                    <c:v>2.1307247348093205E-2</c:v>
                  </c:pt>
                  <c:pt idx="24">
                    <c:v>2.1639599536929191E-2</c:v>
                  </c:pt>
                  <c:pt idx="25">
                    <c:v>1.8370625695419633E-2</c:v>
                  </c:pt>
                  <c:pt idx="26">
                    <c:v>1.8423045743546897E-2</c:v>
                  </c:pt>
                  <c:pt idx="27">
                    <c:v>1.6150082931400331E-2</c:v>
                  </c:pt>
                  <c:pt idx="28">
                    <c:v>1.4900037161181488E-2</c:v>
                  </c:pt>
                  <c:pt idx="29">
                    <c:v>1.4493332307330681E-2</c:v>
                  </c:pt>
                  <c:pt idx="30">
                    <c:v>1.2823332897689712E-2</c:v>
                  </c:pt>
                  <c:pt idx="31">
                    <c:v>1.3625199501069468E-2</c:v>
                  </c:pt>
                  <c:pt idx="32">
                    <c:v>1.2250868286713588E-2</c:v>
                  </c:pt>
                  <c:pt idx="33">
                    <c:v>1.1915554480192223E-2</c:v>
                  </c:pt>
                  <c:pt idx="34">
                    <c:v>1.1534958922052856E-2</c:v>
                  </c:pt>
                  <c:pt idx="35">
                    <c:v>1.1107888520626535E-2</c:v>
                  </c:pt>
                  <c:pt idx="36">
                    <c:v>1.1769887028155155E-2</c:v>
                  </c:pt>
                  <c:pt idx="37">
                    <c:v>1.2683594592799484E-2</c:v>
                  </c:pt>
                  <c:pt idx="38">
                    <c:v>1.2125712686408368E-2</c:v>
                  </c:pt>
                  <c:pt idx="39">
                    <c:v>1.1428135723149631E-2</c:v>
                  </c:pt>
                  <c:pt idx="40">
                    <c:v>1.2837462928681624E-2</c:v>
                  </c:pt>
                  <c:pt idx="41">
                    <c:v>1.3210989572576817E-2</c:v>
                  </c:pt>
                  <c:pt idx="42">
                    <c:v>1.3787327689617036E-2</c:v>
                  </c:pt>
                  <c:pt idx="43">
                    <c:v>1.3188872166966766E-2</c:v>
                  </c:pt>
                  <c:pt idx="44">
                    <c:v>1.3494244515846115E-2</c:v>
                  </c:pt>
                  <c:pt idx="45">
                    <c:v>1.4203187290980659E-2</c:v>
                  </c:pt>
                  <c:pt idx="46">
                    <c:v>1.4831070680705648E-2</c:v>
                  </c:pt>
                  <c:pt idx="47">
                    <c:v>1.5881605102614736E-2</c:v>
                  </c:pt>
                  <c:pt idx="48">
                    <c:v>1.6191309647219897E-2</c:v>
                  </c:pt>
                  <c:pt idx="49">
                    <c:v>1.6379505619947027E-2</c:v>
                  </c:pt>
                  <c:pt idx="50">
                    <c:v>1.5856626167314116E-2</c:v>
                  </c:pt>
                  <c:pt idx="51">
                    <c:v>1.7263888741703603E-2</c:v>
                  </c:pt>
                  <c:pt idx="52">
                    <c:v>1.7829359251905343E-2</c:v>
                  </c:pt>
                  <c:pt idx="53">
                    <c:v>1.9796931982744983E-2</c:v>
                  </c:pt>
                  <c:pt idx="54">
                    <c:v>1.9271522454997105E-2</c:v>
                  </c:pt>
                  <c:pt idx="55">
                    <c:v>1.9193592433395076E-2</c:v>
                  </c:pt>
                  <c:pt idx="56">
                    <c:v>1.9023179933775083E-2</c:v>
                  </c:pt>
                  <c:pt idx="57">
                    <c:v>1.8868049956741136E-2</c:v>
                  </c:pt>
                  <c:pt idx="58">
                    <c:v>2.0076349795327419E-2</c:v>
                  </c:pt>
                  <c:pt idx="59">
                    <c:v>2.1085842842976037E-2</c:v>
                  </c:pt>
                  <c:pt idx="60">
                    <c:v>2.2965963757846371E-2</c:v>
                  </c:pt>
                  <c:pt idx="61">
                    <c:v>2.3258714563891961E-2</c:v>
                  </c:pt>
                  <c:pt idx="62">
                    <c:v>2.5166055485192688E-2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Autumn!$C$44:$BM$44</c:f>
              <c:numCache>
                <c:formatCode>General</c:formatCode>
                <c:ptCount val="63"/>
                <c:pt idx="0">
                  <c:v>-0.18906808180326584</c:v>
                </c:pt>
                <c:pt idx="1">
                  <c:v>-5.8572744793952254E-2</c:v>
                </c:pt>
                <c:pt idx="2">
                  <c:v>-5.0471718358464007E-2</c:v>
                </c:pt>
                <c:pt idx="3">
                  <c:v>-4.4749636468535088E-2</c:v>
                </c:pt>
                <c:pt idx="4">
                  <c:v>-3.2465744061321328E-2</c:v>
                </c:pt>
                <c:pt idx="5">
                  <c:v>-2.1065438766923121E-2</c:v>
                </c:pt>
                <c:pt idx="6">
                  <c:v>-8.3649778514923376E-3</c:v>
                </c:pt>
                <c:pt idx="7">
                  <c:v>-9.2244951861311427E-3</c:v>
                </c:pt>
                <c:pt idx="8">
                  <c:v>-1.1963450717673487E-2</c:v>
                </c:pt>
                <c:pt idx="9">
                  <c:v>-2.7390820634336979E-2</c:v>
                </c:pt>
                <c:pt idx="10">
                  <c:v>-3.3326334097244767E-2</c:v>
                </c:pt>
                <c:pt idx="11">
                  <c:v>-4.0621291713487724E-2</c:v>
                </c:pt>
                <c:pt idx="12">
                  <c:v>-4.3180214488635453E-2</c:v>
                </c:pt>
                <c:pt idx="13">
                  <c:v>-4.6201994453861077E-2</c:v>
                </c:pt>
                <c:pt idx="14">
                  <c:v>-4.4344573218952632E-2</c:v>
                </c:pt>
                <c:pt idx="15">
                  <c:v>-3.8594099407376417E-2</c:v>
                </c:pt>
                <c:pt idx="16">
                  <c:v>-3.5641368620888E-2</c:v>
                </c:pt>
                <c:pt idx="17">
                  <c:v>-3.1858971526410026E-2</c:v>
                </c:pt>
                <c:pt idx="18">
                  <c:v>-2.9265112486434812E-2</c:v>
                </c:pt>
                <c:pt idx="19">
                  <c:v>-2.0508806572701856E-2</c:v>
                </c:pt>
                <c:pt idx="20">
                  <c:v>-6.2359149545509803E-3</c:v>
                </c:pt>
                <c:pt idx="21">
                  <c:v>4.624663305250634E-3</c:v>
                </c:pt>
                <c:pt idx="22">
                  <c:v>3.2583781182115759E-2</c:v>
                </c:pt>
                <c:pt idx="23">
                  <c:v>4.867593228650411E-2</c:v>
                </c:pt>
                <c:pt idx="24">
                  <c:v>3.4826909229265297E-2</c:v>
                </c:pt>
                <c:pt idx="25">
                  <c:v>2.8891060788200109E-2</c:v>
                </c:pt>
                <c:pt idx="26">
                  <c:v>2.553621862445905E-2</c:v>
                </c:pt>
                <c:pt idx="27">
                  <c:v>-3.3559548214412318E-3</c:v>
                </c:pt>
                <c:pt idx="28">
                  <c:v>-1.9822775184481476E-2</c:v>
                </c:pt>
                <c:pt idx="29">
                  <c:v>-1.6204263599484341E-2</c:v>
                </c:pt>
                <c:pt idx="30">
                  <c:v>4.9667518484178439E-3</c:v>
                </c:pt>
                <c:pt idx="31">
                  <c:v>3.7699117995502844E-2</c:v>
                </c:pt>
                <c:pt idx="32">
                  <c:v>1.4568063273256169E-2</c:v>
                </c:pt>
                <c:pt idx="33">
                  <c:v>1.2746385411756434E-3</c:v>
                </c:pt>
                <c:pt idx="34">
                  <c:v>-1.9895673634085311E-2</c:v>
                </c:pt>
                <c:pt idx="35">
                  <c:v>-2.4469251998087142E-2</c:v>
                </c:pt>
                <c:pt idx="36">
                  <c:v>2.9627746432357551E-3</c:v>
                </c:pt>
                <c:pt idx="37">
                  <c:v>-9.8805131521576967E-3</c:v>
                </c:pt>
                <c:pt idx="38">
                  <c:v>-4.9651652450695043E-3</c:v>
                </c:pt>
                <c:pt idx="39">
                  <c:v>-3.9996128862924217E-2</c:v>
                </c:pt>
                <c:pt idx="40">
                  <c:v>-3.1827529360028958E-2</c:v>
                </c:pt>
                <c:pt idx="41">
                  <c:v>-4.2444347620698195E-2</c:v>
                </c:pt>
                <c:pt idx="42">
                  <c:v>-4.9021782648839891E-2</c:v>
                </c:pt>
                <c:pt idx="43">
                  <c:v>-3.7057865161073435E-2</c:v>
                </c:pt>
                <c:pt idx="44">
                  <c:v>-2.1597165800368943E-2</c:v>
                </c:pt>
                <c:pt idx="45">
                  <c:v>-1.1406820107116156E-2</c:v>
                </c:pt>
                <c:pt idx="46">
                  <c:v>-2.4244456418246595E-2</c:v>
                </c:pt>
                <c:pt idx="47">
                  <c:v>-3.4284744019578199E-2</c:v>
                </c:pt>
                <c:pt idx="48">
                  <c:v>-3.0759923695083163E-2</c:v>
                </c:pt>
                <c:pt idx="49">
                  <c:v>-3.2385121395968296E-2</c:v>
                </c:pt>
                <c:pt idx="50">
                  <c:v>-2.2931632435659391E-2</c:v>
                </c:pt>
                <c:pt idx="51">
                  <c:v>-2.0301662459225562E-2</c:v>
                </c:pt>
                <c:pt idx="52">
                  <c:v>-4.9041343518662329E-2</c:v>
                </c:pt>
                <c:pt idx="53">
                  <c:v>-4.6871000412510994E-2</c:v>
                </c:pt>
                <c:pt idx="54">
                  <c:v>-4.5927006081596632E-2</c:v>
                </c:pt>
                <c:pt idx="55">
                  <c:v>-6.2159469619097192E-2</c:v>
                </c:pt>
                <c:pt idx="56">
                  <c:v>-5.3933388727623974E-2</c:v>
                </c:pt>
                <c:pt idx="57">
                  <c:v>-6.5844644885204001E-2</c:v>
                </c:pt>
                <c:pt idx="58">
                  <c:v>-8.8718598423796521E-2</c:v>
                </c:pt>
                <c:pt idx="59">
                  <c:v>-0.1009653535357292</c:v>
                </c:pt>
                <c:pt idx="60">
                  <c:v>-0.12578282065694321</c:v>
                </c:pt>
                <c:pt idx="61">
                  <c:v>-0.15486322485094106</c:v>
                </c:pt>
                <c:pt idx="62">
                  <c:v>-0.16794202675455913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Autumn!$A$13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Autumn!$C$48:$BM$48</c:f>
                <c:numCache>
                  <c:formatCode>General</c:formatCode>
                  <c:ptCount val="63"/>
                  <c:pt idx="0">
                    <c:v>1.7418754031306379E-2</c:v>
                  </c:pt>
                  <c:pt idx="1">
                    <c:v>1.7983917660217619E-2</c:v>
                  </c:pt>
                  <c:pt idx="2">
                    <c:v>1.5636475280929627E-2</c:v>
                  </c:pt>
                  <c:pt idx="3">
                    <c:v>1.3907287476973661E-2</c:v>
                  </c:pt>
                  <c:pt idx="4">
                    <c:v>1.1877903601282509E-2</c:v>
                  </c:pt>
                  <c:pt idx="5">
                    <c:v>1.1204422973431603E-2</c:v>
                  </c:pt>
                  <c:pt idx="6">
                    <c:v>1.0695069186529228E-2</c:v>
                  </c:pt>
                  <c:pt idx="7">
                    <c:v>1.0502121562174872E-2</c:v>
                  </c:pt>
                  <c:pt idx="8">
                    <c:v>1.0956920143851533E-2</c:v>
                  </c:pt>
                  <c:pt idx="9">
                    <c:v>1.1228923419576247E-2</c:v>
                  </c:pt>
                  <c:pt idx="10">
                    <c:v>1.1644791060072884E-2</c:v>
                  </c:pt>
                  <c:pt idx="11">
                    <c:v>1.2245402618853891E-2</c:v>
                  </c:pt>
                  <c:pt idx="12">
                    <c:v>1.1697692830470344E-2</c:v>
                  </c:pt>
                  <c:pt idx="13">
                    <c:v>1.1663430016568086E-2</c:v>
                  </c:pt>
                  <c:pt idx="14">
                    <c:v>1.1070157683826423E-2</c:v>
                  </c:pt>
                  <c:pt idx="15">
                    <c:v>1.0544473951945224E-2</c:v>
                  </c:pt>
                  <c:pt idx="16">
                    <c:v>1.0482160234454934E-2</c:v>
                  </c:pt>
                  <c:pt idx="17">
                    <c:v>1.0627698671260431E-2</c:v>
                  </c:pt>
                  <c:pt idx="18">
                    <c:v>1.054223427779122E-2</c:v>
                  </c:pt>
                  <c:pt idx="19">
                    <c:v>1.0719348680081734E-2</c:v>
                  </c:pt>
                  <c:pt idx="20">
                    <c:v>1.0727100517089154E-2</c:v>
                  </c:pt>
                  <c:pt idx="21">
                    <c:v>1.146730675267774E-2</c:v>
                  </c:pt>
                  <c:pt idx="22">
                    <c:v>1.195374333329949E-2</c:v>
                  </c:pt>
                  <c:pt idx="23">
                    <c:v>1.2642758516856874E-2</c:v>
                  </c:pt>
                  <c:pt idx="24">
                    <c:v>1.3236493029629311E-2</c:v>
                  </c:pt>
                  <c:pt idx="25">
                    <c:v>1.279832189960646E-2</c:v>
                  </c:pt>
                  <c:pt idx="26">
                    <c:v>1.1696025229788878E-2</c:v>
                  </c:pt>
                  <c:pt idx="27">
                    <c:v>1.1629862488658861E-2</c:v>
                  </c:pt>
                  <c:pt idx="28">
                    <c:v>1.1260194893761009E-2</c:v>
                  </c:pt>
                  <c:pt idx="29">
                    <c:v>1.05214197279964E-2</c:v>
                  </c:pt>
                  <c:pt idx="30">
                    <c:v>1.0604606587258194E-2</c:v>
                  </c:pt>
                  <c:pt idx="31">
                    <c:v>1.1492590907043318E-2</c:v>
                  </c:pt>
                  <c:pt idx="32">
                    <c:v>1.1633808238919867E-2</c:v>
                  </c:pt>
                  <c:pt idx="33">
                    <c:v>1.0927287826917797E-2</c:v>
                  </c:pt>
                  <c:pt idx="34">
                    <c:v>1.171111822928036E-2</c:v>
                  </c:pt>
                  <c:pt idx="35">
                    <c:v>1.0749546457675762E-2</c:v>
                  </c:pt>
                  <c:pt idx="36">
                    <c:v>1.1620239100339979E-2</c:v>
                  </c:pt>
                  <c:pt idx="37">
                    <c:v>1.1821689461539534E-2</c:v>
                  </c:pt>
                  <c:pt idx="38">
                    <c:v>1.1123602773342026E-2</c:v>
                  </c:pt>
                  <c:pt idx="39">
                    <c:v>1.07323538759906E-2</c:v>
                  </c:pt>
                  <c:pt idx="40">
                    <c:v>1.0464574738447719E-2</c:v>
                  </c:pt>
                  <c:pt idx="41">
                    <c:v>1.0670268424740047E-2</c:v>
                  </c:pt>
                  <c:pt idx="42">
                    <c:v>1.0728365162979446E-2</c:v>
                  </c:pt>
                  <c:pt idx="43">
                    <c:v>1.0582998749411767E-2</c:v>
                  </c:pt>
                  <c:pt idx="44">
                    <c:v>1.1451127955658275E-2</c:v>
                  </c:pt>
                  <c:pt idx="45">
                    <c:v>1.1912482593526367E-2</c:v>
                  </c:pt>
                  <c:pt idx="46">
                    <c:v>1.1337702364434358E-2</c:v>
                  </c:pt>
                  <c:pt idx="47">
                    <c:v>1.2120363456869589E-2</c:v>
                  </c:pt>
                  <c:pt idx="48">
                    <c:v>1.2820071005174781E-2</c:v>
                  </c:pt>
                  <c:pt idx="49">
                    <c:v>1.4592048137024043E-2</c:v>
                  </c:pt>
                  <c:pt idx="50">
                    <c:v>1.4631683323905983E-2</c:v>
                  </c:pt>
                  <c:pt idx="51">
                    <c:v>1.5757385527108796E-2</c:v>
                  </c:pt>
                  <c:pt idx="52">
                    <c:v>1.7715643264269304E-2</c:v>
                  </c:pt>
                  <c:pt idx="53">
                    <c:v>1.9409059670438576E-2</c:v>
                  </c:pt>
                  <c:pt idx="54">
                    <c:v>2.2029746951870204E-2</c:v>
                  </c:pt>
                  <c:pt idx="55">
                    <c:v>2.1622653229994345E-2</c:v>
                  </c:pt>
                  <c:pt idx="56">
                    <c:v>2.7511012182598781E-2</c:v>
                  </c:pt>
                  <c:pt idx="57">
                    <c:v>3.7558877591623685E-2</c:v>
                  </c:pt>
                  <c:pt idx="58">
                    <c:v>4.9923388824310903E-2</c:v>
                  </c:pt>
                  <c:pt idx="59">
                    <c:v>7.3446770658987415E-2</c:v>
                  </c:pt>
                  <c:pt idx="60">
                    <c:v>0.18483362343479284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Autumn!$C$48:$BM$48</c:f>
                <c:numCache>
                  <c:formatCode>General</c:formatCode>
                  <c:ptCount val="63"/>
                  <c:pt idx="0">
                    <c:v>1.7418754031306379E-2</c:v>
                  </c:pt>
                  <c:pt idx="1">
                    <c:v>1.7983917660217619E-2</c:v>
                  </c:pt>
                  <c:pt idx="2">
                    <c:v>1.5636475280929627E-2</c:v>
                  </c:pt>
                  <c:pt idx="3">
                    <c:v>1.3907287476973661E-2</c:v>
                  </c:pt>
                  <c:pt idx="4">
                    <c:v>1.1877903601282509E-2</c:v>
                  </c:pt>
                  <c:pt idx="5">
                    <c:v>1.1204422973431603E-2</c:v>
                  </c:pt>
                  <c:pt idx="6">
                    <c:v>1.0695069186529228E-2</c:v>
                  </c:pt>
                  <c:pt idx="7">
                    <c:v>1.0502121562174872E-2</c:v>
                  </c:pt>
                  <c:pt idx="8">
                    <c:v>1.0956920143851533E-2</c:v>
                  </c:pt>
                  <c:pt idx="9">
                    <c:v>1.1228923419576247E-2</c:v>
                  </c:pt>
                  <c:pt idx="10">
                    <c:v>1.1644791060072884E-2</c:v>
                  </c:pt>
                  <c:pt idx="11">
                    <c:v>1.2245402618853891E-2</c:v>
                  </c:pt>
                  <c:pt idx="12">
                    <c:v>1.1697692830470344E-2</c:v>
                  </c:pt>
                  <c:pt idx="13">
                    <c:v>1.1663430016568086E-2</c:v>
                  </c:pt>
                  <c:pt idx="14">
                    <c:v>1.1070157683826423E-2</c:v>
                  </c:pt>
                  <c:pt idx="15">
                    <c:v>1.0544473951945224E-2</c:v>
                  </c:pt>
                  <c:pt idx="16">
                    <c:v>1.0482160234454934E-2</c:v>
                  </c:pt>
                  <c:pt idx="17">
                    <c:v>1.0627698671260431E-2</c:v>
                  </c:pt>
                  <c:pt idx="18">
                    <c:v>1.054223427779122E-2</c:v>
                  </c:pt>
                  <c:pt idx="19">
                    <c:v>1.0719348680081734E-2</c:v>
                  </c:pt>
                  <c:pt idx="20">
                    <c:v>1.0727100517089154E-2</c:v>
                  </c:pt>
                  <c:pt idx="21">
                    <c:v>1.146730675267774E-2</c:v>
                  </c:pt>
                  <c:pt idx="22">
                    <c:v>1.195374333329949E-2</c:v>
                  </c:pt>
                  <c:pt idx="23">
                    <c:v>1.2642758516856874E-2</c:v>
                  </c:pt>
                  <c:pt idx="24">
                    <c:v>1.3236493029629311E-2</c:v>
                  </c:pt>
                  <c:pt idx="25">
                    <c:v>1.279832189960646E-2</c:v>
                  </c:pt>
                  <c:pt idx="26">
                    <c:v>1.1696025229788878E-2</c:v>
                  </c:pt>
                  <c:pt idx="27">
                    <c:v>1.1629862488658861E-2</c:v>
                  </c:pt>
                  <c:pt idx="28">
                    <c:v>1.1260194893761009E-2</c:v>
                  </c:pt>
                  <c:pt idx="29">
                    <c:v>1.05214197279964E-2</c:v>
                  </c:pt>
                  <c:pt idx="30">
                    <c:v>1.0604606587258194E-2</c:v>
                  </c:pt>
                  <c:pt idx="31">
                    <c:v>1.1492590907043318E-2</c:v>
                  </c:pt>
                  <c:pt idx="32">
                    <c:v>1.1633808238919867E-2</c:v>
                  </c:pt>
                  <c:pt idx="33">
                    <c:v>1.0927287826917797E-2</c:v>
                  </c:pt>
                  <c:pt idx="34">
                    <c:v>1.171111822928036E-2</c:v>
                  </c:pt>
                  <c:pt idx="35">
                    <c:v>1.0749546457675762E-2</c:v>
                  </c:pt>
                  <c:pt idx="36">
                    <c:v>1.1620239100339979E-2</c:v>
                  </c:pt>
                  <c:pt idx="37">
                    <c:v>1.1821689461539534E-2</c:v>
                  </c:pt>
                  <c:pt idx="38">
                    <c:v>1.1123602773342026E-2</c:v>
                  </c:pt>
                  <c:pt idx="39">
                    <c:v>1.07323538759906E-2</c:v>
                  </c:pt>
                  <c:pt idx="40">
                    <c:v>1.0464574738447719E-2</c:v>
                  </c:pt>
                  <c:pt idx="41">
                    <c:v>1.0670268424740047E-2</c:v>
                  </c:pt>
                  <c:pt idx="42">
                    <c:v>1.0728365162979446E-2</c:v>
                  </c:pt>
                  <c:pt idx="43">
                    <c:v>1.0582998749411767E-2</c:v>
                  </c:pt>
                  <c:pt idx="44">
                    <c:v>1.1451127955658275E-2</c:v>
                  </c:pt>
                  <c:pt idx="45">
                    <c:v>1.1912482593526367E-2</c:v>
                  </c:pt>
                  <c:pt idx="46">
                    <c:v>1.1337702364434358E-2</c:v>
                  </c:pt>
                  <c:pt idx="47">
                    <c:v>1.2120363456869589E-2</c:v>
                  </c:pt>
                  <c:pt idx="48">
                    <c:v>1.2820071005174781E-2</c:v>
                  </c:pt>
                  <c:pt idx="49">
                    <c:v>1.4592048137024043E-2</c:v>
                  </c:pt>
                  <c:pt idx="50">
                    <c:v>1.4631683323905983E-2</c:v>
                  </c:pt>
                  <c:pt idx="51">
                    <c:v>1.5757385527108796E-2</c:v>
                  </c:pt>
                  <c:pt idx="52">
                    <c:v>1.7715643264269304E-2</c:v>
                  </c:pt>
                  <c:pt idx="53">
                    <c:v>1.9409059670438576E-2</c:v>
                  </c:pt>
                  <c:pt idx="54">
                    <c:v>2.2029746951870204E-2</c:v>
                  </c:pt>
                  <c:pt idx="55">
                    <c:v>2.1622653229994345E-2</c:v>
                  </c:pt>
                  <c:pt idx="56">
                    <c:v>2.7511012182598781E-2</c:v>
                  </c:pt>
                  <c:pt idx="57">
                    <c:v>3.7558877591623685E-2</c:v>
                  </c:pt>
                  <c:pt idx="58">
                    <c:v>4.9923388824310903E-2</c:v>
                  </c:pt>
                  <c:pt idx="59">
                    <c:v>7.3446770658987415E-2</c:v>
                  </c:pt>
                  <c:pt idx="60">
                    <c:v>0.18483362343479284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Autumn!$C$47:$BM$47</c:f>
              <c:numCache>
                <c:formatCode>General</c:formatCode>
                <c:ptCount val="63"/>
                <c:pt idx="0">
                  <c:v>-0.69118266989850896</c:v>
                </c:pt>
                <c:pt idx="1">
                  <c:v>-0.25156756584295059</c:v>
                </c:pt>
                <c:pt idx="2">
                  <c:v>-5.278322050979418E-3</c:v>
                </c:pt>
                <c:pt idx="3">
                  <c:v>3.0106961472535602E-2</c:v>
                </c:pt>
                <c:pt idx="4">
                  <c:v>-7.155627977743173E-4</c:v>
                </c:pt>
                <c:pt idx="5">
                  <c:v>-1.3939810819932714E-2</c:v>
                </c:pt>
                <c:pt idx="6">
                  <c:v>-3.193215814998368E-2</c:v>
                </c:pt>
                <c:pt idx="7">
                  <c:v>-4.1843742671925109E-2</c:v>
                </c:pt>
                <c:pt idx="8">
                  <c:v>-4.6888207521672026E-2</c:v>
                </c:pt>
                <c:pt idx="9">
                  <c:v>-4.3606781597684975E-2</c:v>
                </c:pt>
                <c:pt idx="10">
                  <c:v>-4.9372827784138193E-2</c:v>
                </c:pt>
                <c:pt idx="11">
                  <c:v>-3.6405543744029233E-2</c:v>
                </c:pt>
                <c:pt idx="12">
                  <c:v>-3.2434430416339977E-2</c:v>
                </c:pt>
                <c:pt idx="13">
                  <c:v>-3.0415689807743191E-2</c:v>
                </c:pt>
                <c:pt idx="14">
                  <c:v>-2.7298771046670525E-2</c:v>
                </c:pt>
                <c:pt idx="15">
                  <c:v>-1.7185033849061174E-2</c:v>
                </c:pt>
                <c:pt idx="16">
                  <c:v>-1.6777432552542389E-2</c:v>
                </c:pt>
                <c:pt idx="17">
                  <c:v>-1.4202280525114191E-2</c:v>
                </c:pt>
                <c:pt idx="18">
                  <c:v>-9.0183222680238571E-3</c:v>
                </c:pt>
                <c:pt idx="19">
                  <c:v>-3.0871756413867208E-3</c:v>
                </c:pt>
                <c:pt idx="20">
                  <c:v>-5.4066683903217982E-3</c:v>
                </c:pt>
                <c:pt idx="21">
                  <c:v>-1.868596534562997E-4</c:v>
                </c:pt>
                <c:pt idx="22">
                  <c:v>-1.4405473526326781E-2</c:v>
                </c:pt>
                <c:pt idx="23">
                  <c:v>-8.9683044419131761E-3</c:v>
                </c:pt>
                <c:pt idx="24">
                  <c:v>-4.4196070684314852E-3</c:v>
                </c:pt>
                <c:pt idx="25">
                  <c:v>-4.5732114138617407E-3</c:v>
                </c:pt>
                <c:pt idx="26">
                  <c:v>-6.9773385251349195E-3</c:v>
                </c:pt>
                <c:pt idx="27">
                  <c:v>5.8608853942637299E-3</c:v>
                </c:pt>
                <c:pt idx="28">
                  <c:v>8.2584856398619979E-3</c:v>
                </c:pt>
                <c:pt idx="29">
                  <c:v>1.2468119212993487E-2</c:v>
                </c:pt>
                <c:pt idx="30">
                  <c:v>2.0092914930247181E-2</c:v>
                </c:pt>
                <c:pt idx="31">
                  <c:v>4.3781731108210487E-2</c:v>
                </c:pt>
                <c:pt idx="32">
                  <c:v>3.3200367101343782E-2</c:v>
                </c:pt>
                <c:pt idx="33">
                  <c:v>1.4266688497936015E-2</c:v>
                </c:pt>
                <c:pt idx="34">
                  <c:v>3.2983867196180669E-3</c:v>
                </c:pt>
                <c:pt idx="35">
                  <c:v>1.2904753445469958E-2</c:v>
                </c:pt>
                <c:pt idx="36">
                  <c:v>1.2189375273401512E-2</c:v>
                </c:pt>
                <c:pt idx="37">
                  <c:v>-9.6671415344019729E-3</c:v>
                </c:pt>
                <c:pt idx="38">
                  <c:v>-1.9177823917581136E-2</c:v>
                </c:pt>
                <c:pt idx="39">
                  <c:v>-3.6541006466319758E-3</c:v>
                </c:pt>
                <c:pt idx="40">
                  <c:v>-3.0195027356133492E-3</c:v>
                </c:pt>
                <c:pt idx="41">
                  <c:v>-7.2348386318066569E-3</c:v>
                </c:pt>
                <c:pt idx="42">
                  <c:v>-9.1721443879189419E-3</c:v>
                </c:pt>
                <c:pt idx="43">
                  <c:v>-9.458758753917754E-3</c:v>
                </c:pt>
                <c:pt idx="44">
                  <c:v>-1.6818511031261321E-2</c:v>
                </c:pt>
                <c:pt idx="45">
                  <c:v>-1.6371919111810625E-2</c:v>
                </c:pt>
                <c:pt idx="46">
                  <c:v>-5.4393868990435306E-3</c:v>
                </c:pt>
                <c:pt idx="47">
                  <c:v>2.9395223310369058E-3</c:v>
                </c:pt>
                <c:pt idx="48">
                  <c:v>4.4587542185511491E-3</c:v>
                </c:pt>
                <c:pt idx="49">
                  <c:v>8.7467107272665261E-3</c:v>
                </c:pt>
                <c:pt idx="50">
                  <c:v>-2.3648149797356349E-3</c:v>
                </c:pt>
                <c:pt idx="51">
                  <c:v>-3.2044438824220881E-2</c:v>
                </c:pt>
                <c:pt idx="52">
                  <c:v>-4.1326844199233166E-2</c:v>
                </c:pt>
                <c:pt idx="53">
                  <c:v>-4.1560190620073552E-2</c:v>
                </c:pt>
                <c:pt idx="54">
                  <c:v>-3.1469998391450975E-2</c:v>
                </c:pt>
                <c:pt idx="55">
                  <c:v>-1.6745255780677655E-2</c:v>
                </c:pt>
                <c:pt idx="56">
                  <c:v>-1.2785122613620602E-2</c:v>
                </c:pt>
                <c:pt idx="57">
                  <c:v>-5.16200893641219E-3</c:v>
                </c:pt>
                <c:pt idx="58">
                  <c:v>-2.2883765065399211E-2</c:v>
                </c:pt>
                <c:pt idx="59">
                  <c:v>1.2412659092386855E-2</c:v>
                </c:pt>
                <c:pt idx="60">
                  <c:v>0.17838882389348026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Autumn!$C$3:$BM$3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653952"/>
        <c:axId val="170873216"/>
      </c:scatterChart>
      <c:valAx>
        <c:axId val="17065395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873216"/>
        <c:crosses val="autoZero"/>
        <c:crossBetween val="midCat"/>
      </c:valAx>
      <c:valAx>
        <c:axId val="17087321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7065395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06:00 to 12:00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Winter!$C$19:$AZ$19</c:f>
                <c:numCache>
                  <c:formatCode>General</c:formatCode>
                  <c:ptCount val="50"/>
                  <c:pt idx="0">
                    <c:v>7.6486564846078584E-3</c:v>
                  </c:pt>
                  <c:pt idx="1">
                    <c:v>9.1812892622729781E-3</c:v>
                  </c:pt>
                  <c:pt idx="2">
                    <c:v>9.9748465431484055E-3</c:v>
                  </c:pt>
                  <c:pt idx="3">
                    <c:v>1.0776110853713617E-2</c:v>
                  </c:pt>
                  <c:pt idx="4">
                    <c:v>1.0422670739509306E-2</c:v>
                  </c:pt>
                  <c:pt idx="5">
                    <c:v>1.0364223962014495E-2</c:v>
                  </c:pt>
                  <c:pt idx="6">
                    <c:v>1.1046902714781225E-2</c:v>
                  </c:pt>
                  <c:pt idx="7">
                    <c:v>1.1868511143949753E-2</c:v>
                  </c:pt>
                  <c:pt idx="8">
                    <c:v>1.249167851290728E-2</c:v>
                  </c:pt>
                  <c:pt idx="9">
                    <c:v>1.273118204171772E-2</c:v>
                  </c:pt>
                  <c:pt idx="10">
                    <c:v>1.2673749234957453E-2</c:v>
                  </c:pt>
                  <c:pt idx="11">
                    <c:v>1.2431774633207328E-2</c:v>
                  </c:pt>
                  <c:pt idx="12">
                    <c:v>1.2020731479862106E-2</c:v>
                  </c:pt>
                  <c:pt idx="13">
                    <c:v>1.1815729666865876E-2</c:v>
                  </c:pt>
                  <c:pt idx="14">
                    <c:v>1.164266590001156E-2</c:v>
                  </c:pt>
                  <c:pt idx="15">
                    <c:v>1.0783755019759566E-2</c:v>
                  </c:pt>
                  <c:pt idx="16">
                    <c:v>1.0155527080234934E-2</c:v>
                  </c:pt>
                  <c:pt idx="17">
                    <c:v>9.8013794928534168E-3</c:v>
                  </c:pt>
                  <c:pt idx="18">
                    <c:v>1.0067420593253938E-2</c:v>
                  </c:pt>
                  <c:pt idx="19">
                    <c:v>1.1306005624965547E-2</c:v>
                  </c:pt>
                  <c:pt idx="20">
                    <c:v>1.239617979081878E-2</c:v>
                  </c:pt>
                  <c:pt idx="21">
                    <c:v>1.3417872867358675E-2</c:v>
                  </c:pt>
                  <c:pt idx="22">
                    <c:v>1.4225330711338325E-2</c:v>
                  </c:pt>
                  <c:pt idx="23">
                    <c:v>1.4283800867529247E-2</c:v>
                  </c:pt>
                  <c:pt idx="24">
                    <c:v>1.3056024100028381E-2</c:v>
                  </c:pt>
                  <c:pt idx="25">
                    <c:v>1.1582175226659816E-2</c:v>
                  </c:pt>
                  <c:pt idx="26">
                    <c:v>1.0310163771127926E-2</c:v>
                  </c:pt>
                  <c:pt idx="27">
                    <c:v>9.1894472386285873E-3</c:v>
                  </c:pt>
                  <c:pt idx="28">
                    <c:v>8.8894808356944095E-3</c:v>
                  </c:pt>
                  <c:pt idx="29">
                    <c:v>8.2832711058610474E-3</c:v>
                  </c:pt>
                  <c:pt idx="30">
                    <c:v>8.2579741070461614E-3</c:v>
                  </c:pt>
                  <c:pt idx="31">
                    <c:v>8.1850012710274998E-3</c:v>
                  </c:pt>
                  <c:pt idx="32">
                    <c:v>8.3815607173797612E-3</c:v>
                  </c:pt>
                  <c:pt idx="33">
                    <c:v>8.1903700712697997E-3</c:v>
                  </c:pt>
                  <c:pt idx="34">
                    <c:v>8.2318127735042813E-3</c:v>
                  </c:pt>
                  <c:pt idx="35">
                    <c:v>8.2312558728275149E-3</c:v>
                  </c:pt>
                  <c:pt idx="36">
                    <c:v>8.3337041918072514E-3</c:v>
                  </c:pt>
                  <c:pt idx="37">
                    <c:v>8.6484250120874399E-3</c:v>
                  </c:pt>
                  <c:pt idx="38">
                    <c:v>8.7649017181882557E-3</c:v>
                  </c:pt>
                  <c:pt idx="39">
                    <c:v>9.3041360255126087E-3</c:v>
                  </c:pt>
                  <c:pt idx="40">
                    <c:v>9.7536244542963044E-3</c:v>
                  </c:pt>
                  <c:pt idx="41">
                    <c:v>1.0046547969937767E-2</c:v>
                  </c:pt>
                  <c:pt idx="42">
                    <c:v>9.7671562748161377E-3</c:v>
                  </c:pt>
                  <c:pt idx="43">
                    <c:v>1.0466155861158687E-2</c:v>
                  </c:pt>
                  <c:pt idx="44">
                    <c:v>1.0877847418170529E-2</c:v>
                  </c:pt>
                  <c:pt idx="45">
                    <c:v>1.1187999347277891E-2</c:v>
                  </c:pt>
                  <c:pt idx="46">
                    <c:v>1.1664647228934911E-2</c:v>
                  </c:pt>
                  <c:pt idx="47">
                    <c:v>1.1907464088508455E-2</c:v>
                  </c:pt>
                  <c:pt idx="48">
                    <c:v>1.2642431141701998E-2</c:v>
                  </c:pt>
                  <c:pt idx="49">
                    <c:v>1.2952535115623191E-2</c:v>
                  </c:pt>
                </c:numCache>
              </c:numRef>
            </c:plus>
            <c:minus>
              <c:numRef>
                <c:f>Winter!$C$19:$AZ$19</c:f>
                <c:numCache>
                  <c:formatCode>General</c:formatCode>
                  <c:ptCount val="50"/>
                  <c:pt idx="0">
                    <c:v>7.6486564846078584E-3</c:v>
                  </c:pt>
                  <c:pt idx="1">
                    <c:v>9.1812892622729781E-3</c:v>
                  </c:pt>
                  <c:pt idx="2">
                    <c:v>9.9748465431484055E-3</c:v>
                  </c:pt>
                  <c:pt idx="3">
                    <c:v>1.0776110853713617E-2</c:v>
                  </c:pt>
                  <c:pt idx="4">
                    <c:v>1.0422670739509306E-2</c:v>
                  </c:pt>
                  <c:pt idx="5">
                    <c:v>1.0364223962014495E-2</c:v>
                  </c:pt>
                  <c:pt idx="6">
                    <c:v>1.1046902714781225E-2</c:v>
                  </c:pt>
                  <c:pt idx="7">
                    <c:v>1.1868511143949753E-2</c:v>
                  </c:pt>
                  <c:pt idx="8">
                    <c:v>1.249167851290728E-2</c:v>
                  </c:pt>
                  <c:pt idx="9">
                    <c:v>1.273118204171772E-2</c:v>
                  </c:pt>
                  <c:pt idx="10">
                    <c:v>1.2673749234957453E-2</c:v>
                  </c:pt>
                  <c:pt idx="11">
                    <c:v>1.2431774633207328E-2</c:v>
                  </c:pt>
                  <c:pt idx="12">
                    <c:v>1.2020731479862106E-2</c:v>
                  </c:pt>
                  <c:pt idx="13">
                    <c:v>1.1815729666865876E-2</c:v>
                  </c:pt>
                  <c:pt idx="14">
                    <c:v>1.164266590001156E-2</c:v>
                  </c:pt>
                  <c:pt idx="15">
                    <c:v>1.0783755019759566E-2</c:v>
                  </c:pt>
                  <c:pt idx="16">
                    <c:v>1.0155527080234934E-2</c:v>
                  </c:pt>
                  <c:pt idx="17">
                    <c:v>9.8013794928534168E-3</c:v>
                  </c:pt>
                  <c:pt idx="18">
                    <c:v>1.0067420593253938E-2</c:v>
                  </c:pt>
                  <c:pt idx="19">
                    <c:v>1.1306005624965547E-2</c:v>
                  </c:pt>
                  <c:pt idx="20">
                    <c:v>1.239617979081878E-2</c:v>
                  </c:pt>
                  <c:pt idx="21">
                    <c:v>1.3417872867358675E-2</c:v>
                  </c:pt>
                  <c:pt idx="22">
                    <c:v>1.4225330711338325E-2</c:v>
                  </c:pt>
                  <c:pt idx="23">
                    <c:v>1.4283800867529247E-2</c:v>
                  </c:pt>
                  <c:pt idx="24">
                    <c:v>1.3056024100028381E-2</c:v>
                  </c:pt>
                  <c:pt idx="25">
                    <c:v>1.1582175226659816E-2</c:v>
                  </c:pt>
                  <c:pt idx="26">
                    <c:v>1.0310163771127926E-2</c:v>
                  </c:pt>
                  <c:pt idx="27">
                    <c:v>9.1894472386285873E-3</c:v>
                  </c:pt>
                  <c:pt idx="28">
                    <c:v>8.8894808356944095E-3</c:v>
                  </c:pt>
                  <c:pt idx="29">
                    <c:v>8.2832711058610474E-3</c:v>
                  </c:pt>
                  <c:pt idx="30">
                    <c:v>8.2579741070461614E-3</c:v>
                  </c:pt>
                  <c:pt idx="31">
                    <c:v>8.1850012710274998E-3</c:v>
                  </c:pt>
                  <c:pt idx="32">
                    <c:v>8.3815607173797612E-3</c:v>
                  </c:pt>
                  <c:pt idx="33">
                    <c:v>8.1903700712697997E-3</c:v>
                  </c:pt>
                  <c:pt idx="34">
                    <c:v>8.2318127735042813E-3</c:v>
                  </c:pt>
                  <c:pt idx="35">
                    <c:v>8.2312558728275149E-3</c:v>
                  </c:pt>
                  <c:pt idx="36">
                    <c:v>8.3337041918072514E-3</c:v>
                  </c:pt>
                  <c:pt idx="37">
                    <c:v>8.6484250120874399E-3</c:v>
                  </c:pt>
                  <c:pt idx="38">
                    <c:v>8.7649017181882557E-3</c:v>
                  </c:pt>
                  <c:pt idx="39">
                    <c:v>9.3041360255126087E-3</c:v>
                  </c:pt>
                  <c:pt idx="40">
                    <c:v>9.7536244542963044E-3</c:v>
                  </c:pt>
                  <c:pt idx="41">
                    <c:v>1.0046547969937767E-2</c:v>
                  </c:pt>
                  <c:pt idx="42">
                    <c:v>9.7671562748161377E-3</c:v>
                  </c:pt>
                  <c:pt idx="43">
                    <c:v>1.0466155861158687E-2</c:v>
                  </c:pt>
                  <c:pt idx="44">
                    <c:v>1.0877847418170529E-2</c:v>
                  </c:pt>
                  <c:pt idx="45">
                    <c:v>1.1187999347277891E-2</c:v>
                  </c:pt>
                  <c:pt idx="46">
                    <c:v>1.1664647228934911E-2</c:v>
                  </c:pt>
                  <c:pt idx="47">
                    <c:v>1.1907464088508455E-2</c:v>
                  </c:pt>
                  <c:pt idx="48">
                    <c:v>1.2642431141701998E-2</c:v>
                  </c:pt>
                  <c:pt idx="49">
                    <c:v>1.2952535115623191E-2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Winter!$C$18:$BM$18</c:f>
              <c:numCache>
                <c:formatCode>General</c:formatCode>
                <c:ptCount val="63"/>
                <c:pt idx="0">
                  <c:v>9.7108700596569619E-2</c:v>
                </c:pt>
                <c:pt idx="1">
                  <c:v>8.8550570469798761E-3</c:v>
                </c:pt>
                <c:pt idx="2">
                  <c:v>8.9609593131765621E-3</c:v>
                </c:pt>
                <c:pt idx="3">
                  <c:v>1.0794955257270684E-2</c:v>
                </c:pt>
                <c:pt idx="4">
                  <c:v>8.1183631618195334E-3</c:v>
                </c:pt>
                <c:pt idx="5">
                  <c:v>-6.5261931394481713E-3</c:v>
                </c:pt>
                <c:pt idx="6">
                  <c:v>-3.5736763609246808E-3</c:v>
                </c:pt>
                <c:pt idx="7">
                  <c:v>1.0177106636838186E-2</c:v>
                </c:pt>
                <c:pt idx="8">
                  <c:v>5.9768829231916466E-3</c:v>
                </c:pt>
                <c:pt idx="9">
                  <c:v>1.4354958985831464E-3</c:v>
                </c:pt>
                <c:pt idx="10">
                  <c:v>2.8337061894109076E-3</c:v>
                </c:pt>
                <c:pt idx="11">
                  <c:v>-6.3385533184192287E-4</c:v>
                </c:pt>
                <c:pt idx="12">
                  <c:v>6.2639821029082752E-3</c:v>
                </c:pt>
                <c:pt idx="13">
                  <c:v>1.0812826249067859E-2</c:v>
                </c:pt>
                <c:pt idx="14">
                  <c:v>1.6162747293766339E-2</c:v>
                </c:pt>
                <c:pt idx="15">
                  <c:v>1.0806270996640496E-2</c:v>
                </c:pt>
                <c:pt idx="16">
                  <c:v>1.6535874439461935E-2</c:v>
                </c:pt>
                <c:pt idx="17">
                  <c:v>1.1952861952861946E-2</c:v>
                </c:pt>
                <c:pt idx="18">
                  <c:v>5.7432432432432349E-3</c:v>
                </c:pt>
                <c:pt idx="19">
                  <c:v>8.0420894400601278E-3</c:v>
                </c:pt>
                <c:pt idx="20">
                  <c:v>3.8170823885109537E-3</c:v>
                </c:pt>
                <c:pt idx="21">
                  <c:v>1.3825757575757588E-2</c:v>
                </c:pt>
                <c:pt idx="22">
                  <c:v>2.7910958904109637E-2</c:v>
                </c:pt>
                <c:pt idx="23">
                  <c:v>1.6952707856597977E-2</c:v>
                </c:pt>
                <c:pt idx="24">
                  <c:v>1.3505747126436776E-2</c:v>
                </c:pt>
                <c:pt idx="25">
                  <c:v>1.2528735632183872E-2</c:v>
                </c:pt>
                <c:pt idx="26">
                  <c:v>1.1923963133640558E-2</c:v>
                </c:pt>
                <c:pt idx="27">
                  <c:v>1.0414246999612808E-2</c:v>
                </c:pt>
                <c:pt idx="28">
                  <c:v>1.2408052651955053E-2</c:v>
                </c:pt>
                <c:pt idx="29">
                  <c:v>2.3387723387723422E-2</c:v>
                </c:pt>
                <c:pt idx="30">
                  <c:v>3.0155945419103304E-2</c:v>
                </c:pt>
                <c:pt idx="31">
                  <c:v>2.5947635795232488E-2</c:v>
                </c:pt>
                <c:pt idx="32">
                  <c:v>2.2333333333333368E-2</c:v>
                </c:pt>
                <c:pt idx="33">
                  <c:v>2.4526066350710862E-2</c:v>
                </c:pt>
                <c:pt idx="34">
                  <c:v>2.2520908004778992E-2</c:v>
                </c:pt>
                <c:pt idx="35">
                  <c:v>1.9090544871794877E-2</c:v>
                </c:pt>
                <c:pt idx="36">
                  <c:v>2.6297648012976453E-2</c:v>
                </c:pt>
                <c:pt idx="37">
                  <c:v>3.1554192229038831E-2</c:v>
                </c:pt>
                <c:pt idx="38">
                  <c:v>2.4152191894127359E-2</c:v>
                </c:pt>
                <c:pt idx="39">
                  <c:v>2.9119732999582811E-2</c:v>
                </c:pt>
                <c:pt idx="40">
                  <c:v>3.5159529806885019E-2</c:v>
                </c:pt>
                <c:pt idx="41">
                  <c:v>4.3602909713307651E-2</c:v>
                </c:pt>
                <c:pt idx="42">
                  <c:v>4.5822397200349953E-2</c:v>
                </c:pt>
                <c:pt idx="43">
                  <c:v>2.5465425531914963E-2</c:v>
                </c:pt>
                <c:pt idx="44">
                  <c:v>2.2896986054880809E-2</c:v>
                </c:pt>
                <c:pt idx="45">
                  <c:v>2.8460837887067394E-2</c:v>
                </c:pt>
                <c:pt idx="46">
                  <c:v>3.9488243430152122E-2</c:v>
                </c:pt>
                <c:pt idx="47">
                  <c:v>4.4772620721987774E-2</c:v>
                </c:pt>
                <c:pt idx="48">
                  <c:v>5.581783500238436E-2</c:v>
                </c:pt>
                <c:pt idx="49">
                  <c:v>6.4289180009704003E-2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Winter!$C$22:$BM$22</c:f>
                <c:numCache>
                  <c:formatCode>General</c:formatCode>
                  <c:ptCount val="63"/>
                  <c:pt idx="0">
                    <c:v>1.4411459177145517E-2</c:v>
                  </c:pt>
                  <c:pt idx="1">
                    <c:v>1.7087509628090809E-2</c:v>
                  </c:pt>
                  <c:pt idx="2">
                    <c:v>1.8464183770364101E-2</c:v>
                  </c:pt>
                  <c:pt idx="3">
                    <c:v>1.9710041547803855E-2</c:v>
                  </c:pt>
                  <c:pt idx="4">
                    <c:v>2.0279576131406195E-2</c:v>
                  </c:pt>
                  <c:pt idx="5">
                    <c:v>2.1490559207674054E-2</c:v>
                  </c:pt>
                  <c:pt idx="6">
                    <c:v>2.3025955238786297E-2</c:v>
                  </c:pt>
                  <c:pt idx="7">
                    <c:v>2.2026445938492307E-2</c:v>
                  </c:pt>
                  <c:pt idx="8">
                    <c:v>2.2655559374136162E-2</c:v>
                  </c:pt>
                  <c:pt idx="9">
                    <c:v>2.3698025481548233E-2</c:v>
                  </c:pt>
                  <c:pt idx="10">
                    <c:v>2.2954284123359099E-2</c:v>
                  </c:pt>
                  <c:pt idx="11">
                    <c:v>2.2004652838211406E-2</c:v>
                  </c:pt>
                  <c:pt idx="12">
                    <c:v>2.2252954161260368E-2</c:v>
                  </c:pt>
                  <c:pt idx="13">
                    <c:v>2.1768260863493205E-2</c:v>
                  </c:pt>
                  <c:pt idx="14">
                    <c:v>1.9232469243963185E-2</c:v>
                  </c:pt>
                  <c:pt idx="15">
                    <c:v>1.844984291748817E-2</c:v>
                  </c:pt>
                  <c:pt idx="16">
                    <c:v>1.7995906598013096E-2</c:v>
                  </c:pt>
                  <c:pt idx="17">
                    <c:v>1.9479669846235673E-2</c:v>
                  </c:pt>
                  <c:pt idx="18">
                    <c:v>1.9543825981818773E-2</c:v>
                  </c:pt>
                  <c:pt idx="19">
                    <c:v>2.2066592172045041E-2</c:v>
                  </c:pt>
                  <c:pt idx="20">
                    <c:v>2.3461963927321371E-2</c:v>
                  </c:pt>
                  <c:pt idx="21">
                    <c:v>2.5748192323529498E-2</c:v>
                  </c:pt>
                  <c:pt idx="22">
                    <c:v>2.4794068689504994E-2</c:v>
                  </c:pt>
                  <c:pt idx="23">
                    <c:v>2.2470639591442132E-2</c:v>
                  </c:pt>
                  <c:pt idx="24">
                    <c:v>2.0584291317929784E-2</c:v>
                  </c:pt>
                  <c:pt idx="25">
                    <c:v>2.0190007518321326E-2</c:v>
                  </c:pt>
                  <c:pt idx="26">
                    <c:v>1.7440466179187028E-2</c:v>
                  </c:pt>
                  <c:pt idx="27">
                    <c:v>1.4549151850785896E-2</c:v>
                  </c:pt>
                  <c:pt idx="28">
                    <c:v>1.5877181871377474E-2</c:v>
                  </c:pt>
                  <c:pt idx="29">
                    <c:v>1.5564448764051596E-2</c:v>
                  </c:pt>
                  <c:pt idx="30">
                    <c:v>1.4802805080354316E-2</c:v>
                  </c:pt>
                  <c:pt idx="31">
                    <c:v>1.4485356920766879E-2</c:v>
                  </c:pt>
                  <c:pt idx="32">
                    <c:v>1.3557355615066553E-2</c:v>
                  </c:pt>
                  <c:pt idx="33">
                    <c:v>1.4042665184445266E-2</c:v>
                  </c:pt>
                  <c:pt idx="34">
                    <c:v>1.4783966797037102E-2</c:v>
                  </c:pt>
                  <c:pt idx="35">
                    <c:v>1.4165458448289469E-2</c:v>
                  </c:pt>
                  <c:pt idx="36">
                    <c:v>1.4625648292579617E-2</c:v>
                  </c:pt>
                  <c:pt idx="37">
                    <c:v>1.4256199869259528E-2</c:v>
                  </c:pt>
                  <c:pt idx="38">
                    <c:v>1.6474324838449371E-2</c:v>
                  </c:pt>
                  <c:pt idx="39">
                    <c:v>1.6981561981644758E-2</c:v>
                  </c:pt>
                  <c:pt idx="40">
                    <c:v>1.7543353324404543E-2</c:v>
                  </c:pt>
                  <c:pt idx="41">
                    <c:v>1.6978817401454856E-2</c:v>
                  </c:pt>
                  <c:pt idx="42">
                    <c:v>1.7922993269785588E-2</c:v>
                  </c:pt>
                  <c:pt idx="43">
                    <c:v>1.7905608863648847E-2</c:v>
                  </c:pt>
                  <c:pt idx="44">
                    <c:v>1.7503363867784394E-2</c:v>
                  </c:pt>
                  <c:pt idx="45">
                    <c:v>1.7989492910771163E-2</c:v>
                  </c:pt>
                  <c:pt idx="46">
                    <c:v>1.9534518846467001E-2</c:v>
                  </c:pt>
                  <c:pt idx="47">
                    <c:v>1.9556076725296866E-2</c:v>
                  </c:pt>
                  <c:pt idx="48">
                    <c:v>2.1192518793079887E-2</c:v>
                  </c:pt>
                  <c:pt idx="49">
                    <c:v>2.1566043174763155E-2</c:v>
                  </c:pt>
                  <c:pt idx="50">
                    <c:v>2.2293415876553237E-2</c:v>
                  </c:pt>
                  <c:pt idx="51">
                    <c:v>2.2693351457093898E-2</c:v>
                  </c:pt>
                  <c:pt idx="52">
                    <c:v>2.3762461655543965E-2</c:v>
                  </c:pt>
                  <c:pt idx="53">
                    <c:v>2.8173039528481908E-2</c:v>
                  </c:pt>
                  <c:pt idx="54">
                    <c:v>2.8840859017695702E-2</c:v>
                  </c:pt>
                  <c:pt idx="55">
                    <c:v>2.9505345903570058E-2</c:v>
                  </c:pt>
                  <c:pt idx="56">
                    <c:v>2.9868660449324277E-2</c:v>
                  </c:pt>
                  <c:pt idx="57">
                    <c:v>3.1083109072343813E-2</c:v>
                  </c:pt>
                  <c:pt idx="58">
                    <c:v>3.7323049542901603E-2</c:v>
                  </c:pt>
                  <c:pt idx="59">
                    <c:v>3.6162442209132208E-2</c:v>
                  </c:pt>
                  <c:pt idx="60">
                    <c:v>3.8595884935549281E-2</c:v>
                  </c:pt>
                  <c:pt idx="61">
                    <c:v>4.4679067597938486E-2</c:v>
                  </c:pt>
                  <c:pt idx="62">
                    <c:v>4.4158182248233022E-2</c:v>
                  </c:pt>
                </c:numCache>
              </c:numRef>
            </c:plus>
            <c:minus>
              <c:numRef>
                <c:f>Winter!$C$22:$BM$22</c:f>
                <c:numCache>
                  <c:formatCode>General</c:formatCode>
                  <c:ptCount val="63"/>
                  <c:pt idx="0">
                    <c:v>1.4411459177145517E-2</c:v>
                  </c:pt>
                  <c:pt idx="1">
                    <c:v>1.7087509628090809E-2</c:v>
                  </c:pt>
                  <c:pt idx="2">
                    <c:v>1.8464183770364101E-2</c:v>
                  </c:pt>
                  <c:pt idx="3">
                    <c:v>1.9710041547803855E-2</c:v>
                  </c:pt>
                  <c:pt idx="4">
                    <c:v>2.0279576131406195E-2</c:v>
                  </c:pt>
                  <c:pt idx="5">
                    <c:v>2.1490559207674054E-2</c:v>
                  </c:pt>
                  <c:pt idx="6">
                    <c:v>2.3025955238786297E-2</c:v>
                  </c:pt>
                  <c:pt idx="7">
                    <c:v>2.2026445938492307E-2</c:v>
                  </c:pt>
                  <c:pt idx="8">
                    <c:v>2.2655559374136162E-2</c:v>
                  </c:pt>
                  <c:pt idx="9">
                    <c:v>2.3698025481548233E-2</c:v>
                  </c:pt>
                  <c:pt idx="10">
                    <c:v>2.2954284123359099E-2</c:v>
                  </c:pt>
                  <c:pt idx="11">
                    <c:v>2.2004652838211406E-2</c:v>
                  </c:pt>
                  <c:pt idx="12">
                    <c:v>2.2252954161260368E-2</c:v>
                  </c:pt>
                  <c:pt idx="13">
                    <c:v>2.1768260863493205E-2</c:v>
                  </c:pt>
                  <c:pt idx="14">
                    <c:v>1.9232469243963185E-2</c:v>
                  </c:pt>
                  <c:pt idx="15">
                    <c:v>1.844984291748817E-2</c:v>
                  </c:pt>
                  <c:pt idx="16">
                    <c:v>1.7995906598013096E-2</c:v>
                  </c:pt>
                  <c:pt idx="17">
                    <c:v>1.9479669846235673E-2</c:v>
                  </c:pt>
                  <c:pt idx="18">
                    <c:v>1.9543825981818773E-2</c:v>
                  </c:pt>
                  <c:pt idx="19">
                    <c:v>2.2066592172045041E-2</c:v>
                  </c:pt>
                  <c:pt idx="20">
                    <c:v>2.3461963927321371E-2</c:v>
                  </c:pt>
                  <c:pt idx="21">
                    <c:v>2.5748192323529498E-2</c:v>
                  </c:pt>
                  <c:pt idx="22">
                    <c:v>2.4794068689504994E-2</c:v>
                  </c:pt>
                  <c:pt idx="23">
                    <c:v>2.2470639591442132E-2</c:v>
                  </c:pt>
                  <c:pt idx="24">
                    <c:v>2.0584291317929784E-2</c:v>
                  </c:pt>
                  <c:pt idx="25">
                    <c:v>2.0190007518321326E-2</c:v>
                  </c:pt>
                  <c:pt idx="26">
                    <c:v>1.7440466179187028E-2</c:v>
                  </c:pt>
                  <c:pt idx="27">
                    <c:v>1.4549151850785896E-2</c:v>
                  </c:pt>
                  <c:pt idx="28">
                    <c:v>1.5877181871377474E-2</c:v>
                  </c:pt>
                  <c:pt idx="29">
                    <c:v>1.5564448764051596E-2</c:v>
                  </c:pt>
                  <c:pt idx="30">
                    <c:v>1.4802805080354316E-2</c:v>
                  </c:pt>
                  <c:pt idx="31">
                    <c:v>1.4485356920766879E-2</c:v>
                  </c:pt>
                  <c:pt idx="32">
                    <c:v>1.3557355615066553E-2</c:v>
                  </c:pt>
                  <c:pt idx="33">
                    <c:v>1.4042665184445266E-2</c:v>
                  </c:pt>
                  <c:pt idx="34">
                    <c:v>1.4783966797037102E-2</c:v>
                  </c:pt>
                  <c:pt idx="35">
                    <c:v>1.4165458448289469E-2</c:v>
                  </c:pt>
                  <c:pt idx="36">
                    <c:v>1.4625648292579617E-2</c:v>
                  </c:pt>
                  <c:pt idx="37">
                    <c:v>1.4256199869259528E-2</c:v>
                  </c:pt>
                  <c:pt idx="38">
                    <c:v>1.6474324838449371E-2</c:v>
                  </c:pt>
                  <c:pt idx="39">
                    <c:v>1.6981561981644758E-2</c:v>
                  </c:pt>
                  <c:pt idx="40">
                    <c:v>1.7543353324404543E-2</c:v>
                  </c:pt>
                  <c:pt idx="41">
                    <c:v>1.6978817401454856E-2</c:v>
                  </c:pt>
                  <c:pt idx="42">
                    <c:v>1.7922993269785588E-2</c:v>
                  </c:pt>
                  <c:pt idx="43">
                    <c:v>1.7905608863648847E-2</c:v>
                  </c:pt>
                  <c:pt idx="44">
                    <c:v>1.7503363867784394E-2</c:v>
                  </c:pt>
                  <c:pt idx="45">
                    <c:v>1.7989492910771163E-2</c:v>
                  </c:pt>
                  <c:pt idx="46">
                    <c:v>1.9534518846467001E-2</c:v>
                  </c:pt>
                  <c:pt idx="47">
                    <c:v>1.9556076725296866E-2</c:v>
                  </c:pt>
                  <c:pt idx="48">
                    <c:v>2.1192518793079887E-2</c:v>
                  </c:pt>
                  <c:pt idx="49">
                    <c:v>2.1566043174763155E-2</c:v>
                  </c:pt>
                  <c:pt idx="50">
                    <c:v>2.2293415876553237E-2</c:v>
                  </c:pt>
                  <c:pt idx="51">
                    <c:v>2.2693351457093898E-2</c:v>
                  </c:pt>
                  <c:pt idx="52">
                    <c:v>2.3762461655543965E-2</c:v>
                  </c:pt>
                  <c:pt idx="53">
                    <c:v>2.8173039528481908E-2</c:v>
                  </c:pt>
                  <c:pt idx="54">
                    <c:v>2.8840859017695702E-2</c:v>
                  </c:pt>
                  <c:pt idx="55">
                    <c:v>2.9505345903570058E-2</c:v>
                  </c:pt>
                  <c:pt idx="56">
                    <c:v>2.9868660449324277E-2</c:v>
                  </c:pt>
                  <c:pt idx="57">
                    <c:v>3.1083109072343813E-2</c:v>
                  </c:pt>
                  <c:pt idx="58">
                    <c:v>3.7323049542901603E-2</c:v>
                  </c:pt>
                  <c:pt idx="59">
                    <c:v>3.6162442209132208E-2</c:v>
                  </c:pt>
                  <c:pt idx="60">
                    <c:v>3.8595884935549281E-2</c:v>
                  </c:pt>
                  <c:pt idx="61">
                    <c:v>4.4679067597938486E-2</c:v>
                  </c:pt>
                  <c:pt idx="62">
                    <c:v>4.4158182248233022E-2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Winter!$C$21:$BM$21</c:f>
              <c:numCache>
                <c:formatCode>General</c:formatCode>
                <c:ptCount val="63"/>
                <c:pt idx="0">
                  <c:v>6.2307705500626337E-2</c:v>
                </c:pt>
                <c:pt idx="1">
                  <c:v>6.0638215446978828E-3</c:v>
                </c:pt>
                <c:pt idx="2">
                  <c:v>2.2190401934786261E-2</c:v>
                </c:pt>
                <c:pt idx="3">
                  <c:v>3.2030101965245646E-2</c:v>
                </c:pt>
                <c:pt idx="4">
                  <c:v>3.874591105647749E-2</c:v>
                </c:pt>
                <c:pt idx="5">
                  <c:v>4.4904929273790611E-2</c:v>
                </c:pt>
                <c:pt idx="6">
                  <c:v>4.3627413763979467E-2</c:v>
                </c:pt>
                <c:pt idx="7">
                  <c:v>4.650033026113496E-2</c:v>
                </c:pt>
                <c:pt idx="8">
                  <c:v>4.5640402404131322E-2</c:v>
                </c:pt>
                <c:pt idx="9">
                  <c:v>4.0099223002910106E-2</c:v>
                </c:pt>
                <c:pt idx="10">
                  <c:v>3.3409710298113689E-2</c:v>
                </c:pt>
                <c:pt idx="11">
                  <c:v>3.0047889227439364E-2</c:v>
                </c:pt>
                <c:pt idx="12">
                  <c:v>2.9810705733235732E-2</c:v>
                </c:pt>
                <c:pt idx="13">
                  <c:v>3.5062727516071243E-2</c:v>
                </c:pt>
                <c:pt idx="14">
                  <c:v>4.2948262336501786E-2</c:v>
                </c:pt>
                <c:pt idx="15">
                  <c:v>5.4662599714040958E-2</c:v>
                </c:pt>
                <c:pt idx="16">
                  <c:v>7.0894961377425236E-2</c:v>
                </c:pt>
                <c:pt idx="17">
                  <c:v>6.139237639364669E-2</c:v>
                </c:pt>
                <c:pt idx="18">
                  <c:v>4.7448120489075749E-2</c:v>
                </c:pt>
                <c:pt idx="19">
                  <c:v>1.472408402390735E-2</c:v>
                </c:pt>
                <c:pt idx="20">
                  <c:v>-7.6655265717057103E-3</c:v>
                </c:pt>
                <c:pt idx="21">
                  <c:v>-1.46812841416977E-2</c:v>
                </c:pt>
                <c:pt idx="22">
                  <c:v>-9.6291200212505947E-3</c:v>
                </c:pt>
                <c:pt idx="23">
                  <c:v>6.2876656548926171E-3</c:v>
                </c:pt>
                <c:pt idx="24">
                  <c:v>2.0417088626969664E-2</c:v>
                </c:pt>
                <c:pt idx="25">
                  <c:v>2.6414299399796518E-2</c:v>
                </c:pt>
                <c:pt idx="26">
                  <c:v>3.0069039990833935E-2</c:v>
                </c:pt>
                <c:pt idx="27">
                  <c:v>1.3871427336673167E-2</c:v>
                </c:pt>
                <c:pt idx="28">
                  <c:v>2.4518879984450941E-2</c:v>
                </c:pt>
                <c:pt idx="29">
                  <c:v>4.7586039785392158E-2</c:v>
                </c:pt>
                <c:pt idx="30">
                  <c:v>5.5068317292906226E-2</c:v>
                </c:pt>
                <c:pt idx="31">
                  <c:v>5.2513808084811119E-2</c:v>
                </c:pt>
                <c:pt idx="32">
                  <c:v>2.4060326198953475E-2</c:v>
                </c:pt>
                <c:pt idx="33">
                  <c:v>3.6532731449538308E-2</c:v>
                </c:pt>
                <c:pt idx="34">
                  <c:v>4.9294876794673904E-2</c:v>
                </c:pt>
                <c:pt idx="35">
                  <c:v>3.9492212903344023E-2</c:v>
                </c:pt>
                <c:pt idx="36">
                  <c:v>5.5836474852008273E-2</c:v>
                </c:pt>
                <c:pt idx="37">
                  <c:v>4.9840638587221021E-2</c:v>
                </c:pt>
                <c:pt idx="38">
                  <c:v>5.480271223025187E-2</c:v>
                </c:pt>
                <c:pt idx="39">
                  <c:v>6.521086439581833E-2</c:v>
                </c:pt>
                <c:pt idx="40">
                  <c:v>7.6011284361808262E-2</c:v>
                </c:pt>
                <c:pt idx="41">
                  <c:v>8.6474361716619749E-2</c:v>
                </c:pt>
                <c:pt idx="42">
                  <c:v>7.4309882404769281E-2</c:v>
                </c:pt>
                <c:pt idx="43">
                  <c:v>7.1957599972047523E-2</c:v>
                </c:pt>
                <c:pt idx="44">
                  <c:v>6.3164533548406537E-2</c:v>
                </c:pt>
                <c:pt idx="45">
                  <c:v>9.15742946927455E-2</c:v>
                </c:pt>
                <c:pt idx="46">
                  <c:v>9.8197772689758114E-2</c:v>
                </c:pt>
                <c:pt idx="47">
                  <c:v>9.9594942579459195E-2</c:v>
                </c:pt>
                <c:pt idx="48">
                  <c:v>0.10623334497037094</c:v>
                </c:pt>
                <c:pt idx="49">
                  <c:v>7.6121104612416876E-2</c:v>
                </c:pt>
                <c:pt idx="50">
                  <c:v>7.5962152369682512E-2</c:v>
                </c:pt>
                <c:pt idx="51">
                  <c:v>8.6663417161035761E-2</c:v>
                </c:pt>
                <c:pt idx="52">
                  <c:v>9.7401420828242852E-2</c:v>
                </c:pt>
                <c:pt idx="53">
                  <c:v>0.11342709394848889</c:v>
                </c:pt>
                <c:pt idx="54">
                  <c:v>0.11782278467459795</c:v>
                </c:pt>
                <c:pt idx="55">
                  <c:v>0.14694249486257632</c:v>
                </c:pt>
                <c:pt idx="56">
                  <c:v>0.17085700265031289</c:v>
                </c:pt>
                <c:pt idx="57">
                  <c:v>0.14915061735829011</c:v>
                </c:pt>
                <c:pt idx="58">
                  <c:v>7.6827415380560968E-2</c:v>
                </c:pt>
                <c:pt idx="59">
                  <c:v>7.6998564920961743E-2</c:v>
                </c:pt>
                <c:pt idx="60">
                  <c:v>3.8483172381345146E-2</c:v>
                </c:pt>
                <c:pt idx="61">
                  <c:v>1.8195893014240187E-2</c:v>
                </c:pt>
                <c:pt idx="62">
                  <c:v>9.3074459096831094E-3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Winter!$C$25:$BM$25</c:f>
                <c:numCache>
                  <c:formatCode>General</c:formatCode>
                  <c:ptCount val="63"/>
                  <c:pt idx="0">
                    <c:v>1.9219396860088021E-2</c:v>
                  </c:pt>
                  <c:pt idx="1">
                    <c:v>1.9544180001350452E-2</c:v>
                  </c:pt>
                  <c:pt idx="2">
                    <c:v>2.0507916591758362E-2</c:v>
                  </c:pt>
                  <c:pt idx="3">
                    <c:v>1.6922503183089979E-2</c:v>
                  </c:pt>
                  <c:pt idx="4">
                    <c:v>1.6070051251030053E-2</c:v>
                  </c:pt>
                  <c:pt idx="5">
                    <c:v>1.5171322287356024E-2</c:v>
                  </c:pt>
                  <c:pt idx="6">
                    <c:v>1.4447032816236639E-2</c:v>
                  </c:pt>
                  <c:pt idx="7">
                    <c:v>1.4749700136926693E-2</c:v>
                  </c:pt>
                  <c:pt idx="8">
                    <c:v>1.5468497860618902E-2</c:v>
                  </c:pt>
                  <c:pt idx="9">
                    <c:v>1.6526719609200626E-2</c:v>
                  </c:pt>
                  <c:pt idx="10">
                    <c:v>1.7040649261700853E-2</c:v>
                  </c:pt>
                  <c:pt idx="11">
                    <c:v>1.6616475947481762E-2</c:v>
                  </c:pt>
                  <c:pt idx="12">
                    <c:v>1.6207755323086506E-2</c:v>
                  </c:pt>
                  <c:pt idx="13">
                    <c:v>1.6058392515506382E-2</c:v>
                  </c:pt>
                  <c:pt idx="14">
                    <c:v>1.5244966658861051E-2</c:v>
                  </c:pt>
                  <c:pt idx="15">
                    <c:v>1.4103367340038435E-2</c:v>
                  </c:pt>
                  <c:pt idx="16">
                    <c:v>1.3727437313609821E-2</c:v>
                  </c:pt>
                  <c:pt idx="17">
                    <c:v>1.4317666272303417E-2</c:v>
                  </c:pt>
                  <c:pt idx="18">
                    <c:v>1.3997882264132573E-2</c:v>
                  </c:pt>
                  <c:pt idx="19">
                    <c:v>1.4309042407385387E-2</c:v>
                  </c:pt>
                  <c:pt idx="20">
                    <c:v>1.4865148379091529E-2</c:v>
                  </c:pt>
                  <c:pt idx="21">
                    <c:v>1.7174401705861642E-2</c:v>
                  </c:pt>
                  <c:pt idx="22">
                    <c:v>1.9049992234797492E-2</c:v>
                  </c:pt>
                  <c:pt idx="23">
                    <c:v>2.0896653305317831E-2</c:v>
                  </c:pt>
                  <c:pt idx="24">
                    <c:v>1.9731440120187467E-2</c:v>
                  </c:pt>
                  <c:pt idx="25">
                    <c:v>1.8822155069235409E-2</c:v>
                  </c:pt>
                  <c:pt idx="26">
                    <c:v>1.6216176663932689E-2</c:v>
                  </c:pt>
                  <c:pt idx="27">
                    <c:v>1.4791761967335009E-2</c:v>
                  </c:pt>
                  <c:pt idx="28">
                    <c:v>1.3346565728217014E-2</c:v>
                  </c:pt>
                  <c:pt idx="29">
                    <c:v>1.2885548008822667E-2</c:v>
                  </c:pt>
                  <c:pt idx="30">
                    <c:v>1.2338575862337471E-2</c:v>
                  </c:pt>
                  <c:pt idx="31">
                    <c:v>1.2617828776787472E-2</c:v>
                  </c:pt>
                  <c:pt idx="32">
                    <c:v>1.3731402167071322E-2</c:v>
                  </c:pt>
                  <c:pt idx="33">
                    <c:v>1.2956182428151292E-2</c:v>
                  </c:pt>
                  <c:pt idx="34">
                    <c:v>1.3110505498850384E-2</c:v>
                  </c:pt>
                  <c:pt idx="35">
                    <c:v>1.3413243958020819E-2</c:v>
                  </c:pt>
                  <c:pt idx="36">
                    <c:v>1.3449484773890543E-2</c:v>
                  </c:pt>
                  <c:pt idx="37">
                    <c:v>1.3205184883734931E-2</c:v>
                  </c:pt>
                  <c:pt idx="38">
                    <c:v>1.3718540828833382E-2</c:v>
                  </c:pt>
                  <c:pt idx="39">
                    <c:v>1.3266465281765491E-2</c:v>
                  </c:pt>
                  <c:pt idx="40">
                    <c:v>1.2977902237594915E-2</c:v>
                  </c:pt>
                  <c:pt idx="41">
                    <c:v>1.3314914059400548E-2</c:v>
                  </c:pt>
                  <c:pt idx="42">
                    <c:v>1.400471769680202E-2</c:v>
                  </c:pt>
                  <c:pt idx="43">
                    <c:v>1.2892380291095126E-2</c:v>
                  </c:pt>
                  <c:pt idx="44">
                    <c:v>1.3255037731277602E-2</c:v>
                  </c:pt>
                  <c:pt idx="45">
                    <c:v>1.4174097605657382E-2</c:v>
                  </c:pt>
                  <c:pt idx="46">
                    <c:v>1.4020479039760361E-2</c:v>
                  </c:pt>
                  <c:pt idx="47">
                    <c:v>1.5204273545279944E-2</c:v>
                  </c:pt>
                  <c:pt idx="48">
                    <c:v>1.7949973701526789E-2</c:v>
                  </c:pt>
                  <c:pt idx="49">
                    <c:v>2.0348367198807171E-2</c:v>
                  </c:pt>
                  <c:pt idx="50">
                    <c:v>2.2196209554223103E-2</c:v>
                  </c:pt>
                  <c:pt idx="51">
                    <c:v>2.3887866521105042E-2</c:v>
                  </c:pt>
                  <c:pt idx="52">
                    <c:v>3.0609847130538846E-2</c:v>
                  </c:pt>
                  <c:pt idx="53">
                    <c:v>4.1930563280110779E-2</c:v>
                  </c:pt>
                  <c:pt idx="54">
                    <c:v>4.2759976666506348E-2</c:v>
                  </c:pt>
                  <c:pt idx="55">
                    <c:v>5.8914685784292167E-2</c:v>
                  </c:pt>
                  <c:pt idx="56">
                    <c:v>7.5934060889076643E-2</c:v>
                  </c:pt>
                  <c:pt idx="57">
                    <c:v>7.019934840576296E-2</c:v>
                  </c:pt>
                  <c:pt idx="58">
                    <c:v>0.10115286988525313</c:v>
                  </c:pt>
                  <c:pt idx="59">
                    <c:v>7.8369139275236491E-2</c:v>
                  </c:pt>
                  <c:pt idx="60">
                    <c:v>9.7155935047156902E-2</c:v>
                  </c:pt>
                  <c:pt idx="61">
                    <c:v>9.4095525084573708E-2</c:v>
                  </c:pt>
                  <c:pt idx="62">
                    <c:v>8.9169962026853483E-2</c:v>
                  </c:pt>
                </c:numCache>
              </c:numRef>
            </c:plus>
            <c:minus>
              <c:numRef>
                <c:f>Winter!$C$25:$BM$25</c:f>
                <c:numCache>
                  <c:formatCode>General</c:formatCode>
                  <c:ptCount val="63"/>
                  <c:pt idx="0">
                    <c:v>1.9219396860088021E-2</c:v>
                  </c:pt>
                  <c:pt idx="1">
                    <c:v>1.9544180001350452E-2</c:v>
                  </c:pt>
                  <c:pt idx="2">
                    <c:v>2.0507916591758362E-2</c:v>
                  </c:pt>
                  <c:pt idx="3">
                    <c:v>1.6922503183089979E-2</c:v>
                  </c:pt>
                  <c:pt idx="4">
                    <c:v>1.6070051251030053E-2</c:v>
                  </c:pt>
                  <c:pt idx="5">
                    <c:v>1.5171322287356024E-2</c:v>
                  </c:pt>
                  <c:pt idx="6">
                    <c:v>1.4447032816236639E-2</c:v>
                  </c:pt>
                  <c:pt idx="7">
                    <c:v>1.4749700136926693E-2</c:v>
                  </c:pt>
                  <c:pt idx="8">
                    <c:v>1.5468497860618902E-2</c:v>
                  </c:pt>
                  <c:pt idx="9">
                    <c:v>1.6526719609200626E-2</c:v>
                  </c:pt>
                  <c:pt idx="10">
                    <c:v>1.7040649261700853E-2</c:v>
                  </c:pt>
                  <c:pt idx="11">
                    <c:v>1.6616475947481762E-2</c:v>
                  </c:pt>
                  <c:pt idx="12">
                    <c:v>1.6207755323086506E-2</c:v>
                  </c:pt>
                  <c:pt idx="13">
                    <c:v>1.6058392515506382E-2</c:v>
                  </c:pt>
                  <c:pt idx="14">
                    <c:v>1.5244966658861051E-2</c:v>
                  </c:pt>
                  <c:pt idx="15">
                    <c:v>1.4103367340038435E-2</c:v>
                  </c:pt>
                  <c:pt idx="16">
                    <c:v>1.3727437313609821E-2</c:v>
                  </c:pt>
                  <c:pt idx="17">
                    <c:v>1.4317666272303417E-2</c:v>
                  </c:pt>
                  <c:pt idx="18">
                    <c:v>1.3997882264132573E-2</c:v>
                  </c:pt>
                  <c:pt idx="19">
                    <c:v>1.4309042407385387E-2</c:v>
                  </c:pt>
                  <c:pt idx="20">
                    <c:v>1.4865148379091529E-2</c:v>
                  </c:pt>
                  <c:pt idx="21">
                    <c:v>1.7174401705861642E-2</c:v>
                  </c:pt>
                  <c:pt idx="22">
                    <c:v>1.9049992234797492E-2</c:v>
                  </c:pt>
                  <c:pt idx="23">
                    <c:v>2.0896653305317831E-2</c:v>
                  </c:pt>
                  <c:pt idx="24">
                    <c:v>1.9731440120187467E-2</c:v>
                  </c:pt>
                  <c:pt idx="25">
                    <c:v>1.8822155069235409E-2</c:v>
                  </c:pt>
                  <c:pt idx="26">
                    <c:v>1.6216176663932689E-2</c:v>
                  </c:pt>
                  <c:pt idx="27">
                    <c:v>1.4791761967335009E-2</c:v>
                  </c:pt>
                  <c:pt idx="28">
                    <c:v>1.3346565728217014E-2</c:v>
                  </c:pt>
                  <c:pt idx="29">
                    <c:v>1.2885548008822667E-2</c:v>
                  </c:pt>
                  <c:pt idx="30">
                    <c:v>1.2338575862337471E-2</c:v>
                  </c:pt>
                  <c:pt idx="31">
                    <c:v>1.2617828776787472E-2</c:v>
                  </c:pt>
                  <c:pt idx="32">
                    <c:v>1.3731402167071322E-2</c:v>
                  </c:pt>
                  <c:pt idx="33">
                    <c:v>1.2956182428151292E-2</c:v>
                  </c:pt>
                  <c:pt idx="34">
                    <c:v>1.3110505498850384E-2</c:v>
                  </c:pt>
                  <c:pt idx="35">
                    <c:v>1.3413243958020819E-2</c:v>
                  </c:pt>
                  <c:pt idx="36">
                    <c:v>1.3449484773890543E-2</c:v>
                  </c:pt>
                  <c:pt idx="37">
                    <c:v>1.3205184883734931E-2</c:v>
                  </c:pt>
                  <c:pt idx="38">
                    <c:v>1.3718540828833382E-2</c:v>
                  </c:pt>
                  <c:pt idx="39">
                    <c:v>1.3266465281765491E-2</c:v>
                  </c:pt>
                  <c:pt idx="40">
                    <c:v>1.2977902237594915E-2</c:v>
                  </c:pt>
                  <c:pt idx="41">
                    <c:v>1.3314914059400548E-2</c:v>
                  </c:pt>
                  <c:pt idx="42">
                    <c:v>1.400471769680202E-2</c:v>
                  </c:pt>
                  <c:pt idx="43">
                    <c:v>1.2892380291095126E-2</c:v>
                  </c:pt>
                  <c:pt idx="44">
                    <c:v>1.3255037731277602E-2</c:v>
                  </c:pt>
                  <c:pt idx="45">
                    <c:v>1.4174097605657382E-2</c:v>
                  </c:pt>
                  <c:pt idx="46">
                    <c:v>1.4020479039760361E-2</c:v>
                  </c:pt>
                  <c:pt idx="47">
                    <c:v>1.5204273545279944E-2</c:v>
                  </c:pt>
                  <c:pt idx="48">
                    <c:v>1.7949973701526789E-2</c:v>
                  </c:pt>
                  <c:pt idx="49">
                    <c:v>2.0348367198807171E-2</c:v>
                  </c:pt>
                  <c:pt idx="50">
                    <c:v>2.2196209554223103E-2</c:v>
                  </c:pt>
                  <c:pt idx="51">
                    <c:v>2.3887866521105042E-2</c:v>
                  </c:pt>
                  <c:pt idx="52">
                    <c:v>3.0609847130538846E-2</c:v>
                  </c:pt>
                  <c:pt idx="53">
                    <c:v>4.1930563280110779E-2</c:v>
                  </c:pt>
                  <c:pt idx="54">
                    <c:v>4.2759976666506348E-2</c:v>
                  </c:pt>
                  <c:pt idx="55">
                    <c:v>5.8914685784292167E-2</c:v>
                  </c:pt>
                  <c:pt idx="56">
                    <c:v>7.5934060889076643E-2</c:v>
                  </c:pt>
                  <c:pt idx="57">
                    <c:v>7.019934840576296E-2</c:v>
                  </c:pt>
                  <c:pt idx="58">
                    <c:v>0.10115286988525313</c:v>
                  </c:pt>
                  <c:pt idx="59">
                    <c:v>7.8369139275236491E-2</c:v>
                  </c:pt>
                  <c:pt idx="60">
                    <c:v>9.7155935047156902E-2</c:v>
                  </c:pt>
                  <c:pt idx="61">
                    <c:v>9.4095525084573708E-2</c:v>
                  </c:pt>
                  <c:pt idx="62">
                    <c:v>8.9169962026853483E-2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Winter!$C$24:$BM$24</c:f>
              <c:numCache>
                <c:formatCode>General</c:formatCode>
                <c:ptCount val="63"/>
                <c:pt idx="0">
                  <c:v>0.4180981570797821</c:v>
                </c:pt>
                <c:pt idx="1">
                  <c:v>-8.2970171135730256E-2</c:v>
                </c:pt>
                <c:pt idx="2">
                  <c:v>-8.2968807213662718E-2</c:v>
                </c:pt>
                <c:pt idx="3">
                  <c:v>4.1954240962815883E-3</c:v>
                </c:pt>
                <c:pt idx="4">
                  <c:v>2.8065764807475177E-2</c:v>
                </c:pt>
                <c:pt idx="5">
                  <c:v>2.3370424202759862E-2</c:v>
                </c:pt>
                <c:pt idx="6">
                  <c:v>2.1565263315452159E-2</c:v>
                </c:pt>
                <c:pt idx="7">
                  <c:v>2.9367894194893825E-2</c:v>
                </c:pt>
                <c:pt idx="8">
                  <c:v>3.1646864562640743E-2</c:v>
                </c:pt>
                <c:pt idx="9">
                  <c:v>3.0662730649313165E-2</c:v>
                </c:pt>
                <c:pt idx="10">
                  <c:v>2.5401731664071552E-2</c:v>
                </c:pt>
                <c:pt idx="11">
                  <c:v>2.9484689484098551E-2</c:v>
                </c:pt>
                <c:pt idx="12">
                  <c:v>2.8159574819047659E-2</c:v>
                </c:pt>
                <c:pt idx="13">
                  <c:v>2.5243556464982605E-2</c:v>
                </c:pt>
                <c:pt idx="14">
                  <c:v>2.5019114096810915E-2</c:v>
                </c:pt>
                <c:pt idx="15">
                  <c:v>2.2354691633966486E-2</c:v>
                </c:pt>
                <c:pt idx="16">
                  <c:v>1.8749149706789283E-2</c:v>
                </c:pt>
                <c:pt idx="17">
                  <c:v>9.3901803935836012E-3</c:v>
                </c:pt>
                <c:pt idx="18">
                  <c:v>5.3046405448490559E-3</c:v>
                </c:pt>
                <c:pt idx="19">
                  <c:v>4.2109854729581713E-3</c:v>
                </c:pt>
                <c:pt idx="20">
                  <c:v>1.4539974735756073E-2</c:v>
                </c:pt>
                <c:pt idx="21">
                  <c:v>1.9407194972687652E-2</c:v>
                </c:pt>
                <c:pt idx="22">
                  <c:v>9.9682104452414374E-3</c:v>
                </c:pt>
                <c:pt idx="23">
                  <c:v>-1.7706057257416156E-3</c:v>
                </c:pt>
                <c:pt idx="24">
                  <c:v>3.8955786145421979E-2</c:v>
                </c:pt>
                <c:pt idx="25">
                  <c:v>5.3160966739520664E-2</c:v>
                </c:pt>
                <c:pt idx="26">
                  <c:v>4.1005063062439603E-2</c:v>
                </c:pt>
                <c:pt idx="27">
                  <c:v>2.0902929583767979E-2</c:v>
                </c:pt>
                <c:pt idx="28">
                  <c:v>1.2698688013916838E-2</c:v>
                </c:pt>
                <c:pt idx="29">
                  <c:v>2.2576782123619545E-2</c:v>
                </c:pt>
                <c:pt idx="30">
                  <c:v>2.727317323017419E-2</c:v>
                </c:pt>
                <c:pt idx="31">
                  <c:v>2.4366380313595823E-2</c:v>
                </c:pt>
                <c:pt idx="32">
                  <c:v>3.4727283956656224E-2</c:v>
                </c:pt>
                <c:pt idx="33">
                  <c:v>3.8969518612004303E-2</c:v>
                </c:pt>
                <c:pt idx="34">
                  <c:v>4.1959992224916989E-2</c:v>
                </c:pt>
                <c:pt idx="35">
                  <c:v>3.6291565556985046E-2</c:v>
                </c:pt>
                <c:pt idx="36">
                  <c:v>2.5280542077476566E-2</c:v>
                </c:pt>
                <c:pt idx="37">
                  <c:v>4.2862499589844706E-2</c:v>
                </c:pt>
                <c:pt idx="38">
                  <c:v>4.4784451527313203E-2</c:v>
                </c:pt>
                <c:pt idx="39">
                  <c:v>3.8089656419065303E-2</c:v>
                </c:pt>
                <c:pt idx="40">
                  <c:v>2.7831750437348805E-2</c:v>
                </c:pt>
                <c:pt idx="41">
                  <c:v>7.1336405423465046E-2</c:v>
                </c:pt>
                <c:pt idx="42">
                  <c:v>7.1688342181694606E-2</c:v>
                </c:pt>
                <c:pt idx="43">
                  <c:v>6.4916559727797363E-2</c:v>
                </c:pt>
                <c:pt idx="44">
                  <c:v>4.1758769768185905E-2</c:v>
                </c:pt>
                <c:pt idx="45">
                  <c:v>5.0888204117399798E-2</c:v>
                </c:pt>
                <c:pt idx="46">
                  <c:v>6.7698110152525456E-2</c:v>
                </c:pt>
                <c:pt idx="47">
                  <c:v>8.1120200165609002E-2</c:v>
                </c:pt>
                <c:pt idx="48">
                  <c:v>7.4466224482461804E-2</c:v>
                </c:pt>
                <c:pt idx="49">
                  <c:v>8.2123820759340327E-2</c:v>
                </c:pt>
                <c:pt idx="50">
                  <c:v>0.11724074838244573</c:v>
                </c:pt>
                <c:pt idx="51">
                  <c:v>0.10276294311676071</c:v>
                </c:pt>
                <c:pt idx="52">
                  <c:v>0.1356755199527454</c:v>
                </c:pt>
                <c:pt idx="53">
                  <c:v>9.4639469872542292E-2</c:v>
                </c:pt>
                <c:pt idx="54">
                  <c:v>9.1809777063685219E-2</c:v>
                </c:pt>
                <c:pt idx="55">
                  <c:v>0.131832373470848</c:v>
                </c:pt>
                <c:pt idx="56">
                  <c:v>0.16206700268365976</c:v>
                </c:pt>
                <c:pt idx="57">
                  <c:v>0.18439616299888492</c:v>
                </c:pt>
                <c:pt idx="58">
                  <c:v>0.20270326114510104</c:v>
                </c:pt>
                <c:pt idx="59">
                  <c:v>0.18929385913708155</c:v>
                </c:pt>
                <c:pt idx="60">
                  <c:v>0.12564326218794816</c:v>
                </c:pt>
                <c:pt idx="61">
                  <c:v>0.23751069462980468</c:v>
                </c:pt>
                <c:pt idx="62">
                  <c:v>0.17211792947667939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782464"/>
        <c:axId val="168788736"/>
      </c:scatterChart>
      <c:valAx>
        <c:axId val="16878246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788736"/>
        <c:crosses val="autoZero"/>
        <c:crossBetween val="midCat"/>
      </c:valAx>
      <c:valAx>
        <c:axId val="16878873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78246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12:00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18:00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Winter!$C$31:$AZ$31</c:f>
                <c:numCache>
                  <c:formatCode>General</c:formatCode>
                  <c:ptCount val="50"/>
                  <c:pt idx="0">
                    <c:v>7.389917682484386E-3</c:v>
                  </c:pt>
                  <c:pt idx="1">
                    <c:v>8.7390169281135414E-3</c:v>
                  </c:pt>
                  <c:pt idx="2">
                    <c:v>1.0086490299158401E-2</c:v>
                  </c:pt>
                  <c:pt idx="3">
                    <c:v>1.026199670243058E-2</c:v>
                  </c:pt>
                  <c:pt idx="4">
                    <c:v>1.0012387561938649E-2</c:v>
                  </c:pt>
                  <c:pt idx="5">
                    <c:v>1.0552906498215992E-2</c:v>
                  </c:pt>
                  <c:pt idx="6">
                    <c:v>1.1129371207312607E-2</c:v>
                  </c:pt>
                  <c:pt idx="7">
                    <c:v>1.1905291718997863E-2</c:v>
                  </c:pt>
                  <c:pt idx="8">
                    <c:v>1.1998359718631769E-2</c:v>
                  </c:pt>
                  <c:pt idx="9">
                    <c:v>1.1877339321866531E-2</c:v>
                  </c:pt>
                  <c:pt idx="10">
                    <c:v>1.2466955928196249E-2</c:v>
                  </c:pt>
                  <c:pt idx="11">
                    <c:v>1.2717658929711724E-2</c:v>
                  </c:pt>
                  <c:pt idx="12">
                    <c:v>1.2664367765355639E-2</c:v>
                  </c:pt>
                  <c:pt idx="13">
                    <c:v>1.254030810666772E-2</c:v>
                  </c:pt>
                  <c:pt idx="14">
                    <c:v>1.2006457436393177E-2</c:v>
                  </c:pt>
                  <c:pt idx="15">
                    <c:v>1.128337036939237E-2</c:v>
                  </c:pt>
                  <c:pt idx="16">
                    <c:v>1.0107475242306962E-2</c:v>
                  </c:pt>
                  <c:pt idx="17">
                    <c:v>9.4876639270457166E-3</c:v>
                  </c:pt>
                  <c:pt idx="18">
                    <c:v>9.7088201290199041E-3</c:v>
                  </c:pt>
                  <c:pt idx="19">
                    <c:v>1.0704081086254069E-2</c:v>
                  </c:pt>
                  <c:pt idx="20">
                    <c:v>1.2357149711798236E-2</c:v>
                  </c:pt>
                  <c:pt idx="21">
                    <c:v>1.343465989489585E-2</c:v>
                  </c:pt>
                  <c:pt idx="22">
                    <c:v>1.431910355885567E-2</c:v>
                  </c:pt>
                  <c:pt idx="23">
                    <c:v>1.3965777487053528E-2</c:v>
                  </c:pt>
                  <c:pt idx="24">
                    <c:v>1.3289065643347574E-2</c:v>
                  </c:pt>
                  <c:pt idx="25">
                    <c:v>1.1534528329943476E-2</c:v>
                  </c:pt>
                  <c:pt idx="26">
                    <c:v>1.0115745649993492E-2</c:v>
                  </c:pt>
                  <c:pt idx="27">
                    <c:v>9.4811590213670308E-3</c:v>
                  </c:pt>
                  <c:pt idx="28">
                    <c:v>8.8862408253614165E-3</c:v>
                  </c:pt>
                  <c:pt idx="29">
                    <c:v>8.4528899361730366E-3</c:v>
                  </c:pt>
                  <c:pt idx="30">
                    <c:v>7.9908120755768849E-3</c:v>
                  </c:pt>
                  <c:pt idx="31">
                    <c:v>8.1485075991335598E-3</c:v>
                  </c:pt>
                  <c:pt idx="32">
                    <c:v>8.4198157079279096E-3</c:v>
                  </c:pt>
                  <c:pt idx="33">
                    <c:v>8.5426297413620771E-3</c:v>
                  </c:pt>
                  <c:pt idx="34">
                    <c:v>8.5968703380377605E-3</c:v>
                  </c:pt>
                  <c:pt idx="35">
                    <c:v>8.5880146045231483E-3</c:v>
                  </c:pt>
                  <c:pt idx="36">
                    <c:v>8.50383035186578E-3</c:v>
                  </c:pt>
                  <c:pt idx="37">
                    <c:v>8.5331344071352486E-3</c:v>
                  </c:pt>
                  <c:pt idx="38">
                    <c:v>8.9920525229873691E-3</c:v>
                  </c:pt>
                  <c:pt idx="39">
                    <c:v>8.9639419983746655E-3</c:v>
                  </c:pt>
                  <c:pt idx="40">
                    <c:v>9.5659910308476936E-3</c:v>
                  </c:pt>
                  <c:pt idx="41">
                    <c:v>9.8238367025032421E-3</c:v>
                  </c:pt>
                  <c:pt idx="42">
                    <c:v>9.9670552382970685E-3</c:v>
                  </c:pt>
                  <c:pt idx="43">
                    <c:v>1.0074723629050491E-2</c:v>
                  </c:pt>
                  <c:pt idx="44">
                    <c:v>1.0692763952256172E-2</c:v>
                  </c:pt>
                  <c:pt idx="45">
                    <c:v>1.0933272833958107E-2</c:v>
                  </c:pt>
                  <c:pt idx="46">
                    <c:v>1.1715216274266471E-2</c:v>
                  </c:pt>
                  <c:pt idx="47">
                    <c:v>1.1651491393036915E-2</c:v>
                  </c:pt>
                  <c:pt idx="48">
                    <c:v>1.2272780022158565E-2</c:v>
                  </c:pt>
                  <c:pt idx="49">
                    <c:v>1.2675800083283832E-2</c:v>
                  </c:pt>
                </c:numCache>
              </c:numRef>
            </c:plus>
            <c:minus>
              <c:numRef>
                <c:f>Winter!$C$31:$AZ$31</c:f>
                <c:numCache>
                  <c:formatCode>General</c:formatCode>
                  <c:ptCount val="50"/>
                  <c:pt idx="0">
                    <c:v>7.389917682484386E-3</c:v>
                  </c:pt>
                  <c:pt idx="1">
                    <c:v>8.7390169281135414E-3</c:v>
                  </c:pt>
                  <c:pt idx="2">
                    <c:v>1.0086490299158401E-2</c:v>
                  </c:pt>
                  <c:pt idx="3">
                    <c:v>1.026199670243058E-2</c:v>
                  </c:pt>
                  <c:pt idx="4">
                    <c:v>1.0012387561938649E-2</c:v>
                  </c:pt>
                  <c:pt idx="5">
                    <c:v>1.0552906498215992E-2</c:v>
                  </c:pt>
                  <c:pt idx="6">
                    <c:v>1.1129371207312607E-2</c:v>
                  </c:pt>
                  <c:pt idx="7">
                    <c:v>1.1905291718997863E-2</c:v>
                  </c:pt>
                  <c:pt idx="8">
                    <c:v>1.1998359718631769E-2</c:v>
                  </c:pt>
                  <c:pt idx="9">
                    <c:v>1.1877339321866531E-2</c:v>
                  </c:pt>
                  <c:pt idx="10">
                    <c:v>1.2466955928196249E-2</c:v>
                  </c:pt>
                  <c:pt idx="11">
                    <c:v>1.2717658929711724E-2</c:v>
                  </c:pt>
                  <c:pt idx="12">
                    <c:v>1.2664367765355639E-2</c:v>
                  </c:pt>
                  <c:pt idx="13">
                    <c:v>1.254030810666772E-2</c:v>
                  </c:pt>
                  <c:pt idx="14">
                    <c:v>1.2006457436393177E-2</c:v>
                  </c:pt>
                  <c:pt idx="15">
                    <c:v>1.128337036939237E-2</c:v>
                  </c:pt>
                  <c:pt idx="16">
                    <c:v>1.0107475242306962E-2</c:v>
                  </c:pt>
                  <c:pt idx="17">
                    <c:v>9.4876639270457166E-3</c:v>
                  </c:pt>
                  <c:pt idx="18">
                    <c:v>9.7088201290199041E-3</c:v>
                  </c:pt>
                  <c:pt idx="19">
                    <c:v>1.0704081086254069E-2</c:v>
                  </c:pt>
                  <c:pt idx="20">
                    <c:v>1.2357149711798236E-2</c:v>
                  </c:pt>
                  <c:pt idx="21">
                    <c:v>1.343465989489585E-2</c:v>
                  </c:pt>
                  <c:pt idx="22">
                    <c:v>1.431910355885567E-2</c:v>
                  </c:pt>
                  <c:pt idx="23">
                    <c:v>1.3965777487053528E-2</c:v>
                  </c:pt>
                  <c:pt idx="24">
                    <c:v>1.3289065643347574E-2</c:v>
                  </c:pt>
                  <c:pt idx="25">
                    <c:v>1.1534528329943476E-2</c:v>
                  </c:pt>
                  <c:pt idx="26">
                    <c:v>1.0115745649993492E-2</c:v>
                  </c:pt>
                  <c:pt idx="27">
                    <c:v>9.4811590213670308E-3</c:v>
                  </c:pt>
                  <c:pt idx="28">
                    <c:v>8.8862408253614165E-3</c:v>
                  </c:pt>
                  <c:pt idx="29">
                    <c:v>8.4528899361730366E-3</c:v>
                  </c:pt>
                  <c:pt idx="30">
                    <c:v>7.9908120755768849E-3</c:v>
                  </c:pt>
                  <c:pt idx="31">
                    <c:v>8.1485075991335598E-3</c:v>
                  </c:pt>
                  <c:pt idx="32">
                    <c:v>8.4198157079279096E-3</c:v>
                  </c:pt>
                  <c:pt idx="33">
                    <c:v>8.5426297413620771E-3</c:v>
                  </c:pt>
                  <c:pt idx="34">
                    <c:v>8.5968703380377605E-3</c:v>
                  </c:pt>
                  <c:pt idx="35">
                    <c:v>8.5880146045231483E-3</c:v>
                  </c:pt>
                  <c:pt idx="36">
                    <c:v>8.50383035186578E-3</c:v>
                  </c:pt>
                  <c:pt idx="37">
                    <c:v>8.5331344071352486E-3</c:v>
                  </c:pt>
                  <c:pt idx="38">
                    <c:v>8.9920525229873691E-3</c:v>
                  </c:pt>
                  <c:pt idx="39">
                    <c:v>8.9639419983746655E-3</c:v>
                  </c:pt>
                  <c:pt idx="40">
                    <c:v>9.5659910308476936E-3</c:v>
                  </c:pt>
                  <c:pt idx="41">
                    <c:v>9.8238367025032421E-3</c:v>
                  </c:pt>
                  <c:pt idx="42">
                    <c:v>9.9670552382970685E-3</c:v>
                  </c:pt>
                  <c:pt idx="43">
                    <c:v>1.0074723629050491E-2</c:v>
                  </c:pt>
                  <c:pt idx="44">
                    <c:v>1.0692763952256172E-2</c:v>
                  </c:pt>
                  <c:pt idx="45">
                    <c:v>1.0933272833958107E-2</c:v>
                  </c:pt>
                  <c:pt idx="46">
                    <c:v>1.1715216274266471E-2</c:v>
                  </c:pt>
                  <c:pt idx="47">
                    <c:v>1.1651491393036915E-2</c:v>
                  </c:pt>
                  <c:pt idx="48">
                    <c:v>1.2272780022158565E-2</c:v>
                  </c:pt>
                  <c:pt idx="49">
                    <c:v>1.2675800083283832E-2</c:v>
                  </c:pt>
                </c:numCache>
              </c:numRef>
            </c:minus>
            <c:spPr>
              <a:ln>
                <a:solidFill>
                  <a:schemeClr val="accent1"/>
                </a:solidFill>
              </a:ln>
            </c:spPr>
          </c:errBars>
          <c:xVal>
            <c:numRef>
              <c:f>Winter!$C$30:$BM$30</c:f>
              <c:numCache>
                <c:formatCode>General</c:formatCode>
                <c:ptCount val="63"/>
                <c:pt idx="0">
                  <c:v>6.0167251494768335E-2</c:v>
                </c:pt>
                <c:pt idx="1">
                  <c:v>2.5461765695067272E-2</c:v>
                </c:pt>
                <c:pt idx="2">
                  <c:v>1.163346427235318E-2</c:v>
                </c:pt>
                <c:pt idx="3">
                  <c:v>1.4693254857997061E-3</c:v>
                </c:pt>
                <c:pt idx="4">
                  <c:v>-4.8187593423019469E-3</c:v>
                </c:pt>
                <c:pt idx="5">
                  <c:v>1.0041386397608361E-2</c:v>
                </c:pt>
                <c:pt idx="6">
                  <c:v>1.7712817638266074E-2</c:v>
                </c:pt>
                <c:pt idx="7">
                  <c:v>1.1874065769805668E-2</c:v>
                </c:pt>
                <c:pt idx="8">
                  <c:v>9.8299701046337794E-3</c:v>
                </c:pt>
                <c:pt idx="9">
                  <c:v>8.6621823617339441E-3</c:v>
                </c:pt>
                <c:pt idx="10">
                  <c:v>1.2518684603886393E-2</c:v>
                </c:pt>
                <c:pt idx="11">
                  <c:v>1.7488789237668154E-2</c:v>
                </c:pt>
                <c:pt idx="12">
                  <c:v>1.5508221225710024E-2</c:v>
                </c:pt>
                <c:pt idx="13">
                  <c:v>1.7899850523168916E-2</c:v>
                </c:pt>
                <c:pt idx="14">
                  <c:v>2.9521674140508204E-2</c:v>
                </c:pt>
                <c:pt idx="15">
                  <c:v>3.8434230194319907E-2</c:v>
                </c:pt>
                <c:pt idx="16">
                  <c:v>2.9588014981273395E-2</c:v>
                </c:pt>
                <c:pt idx="17">
                  <c:v>2.1067415730337078E-2</c:v>
                </c:pt>
                <c:pt idx="18">
                  <c:v>8.0989876265467053E-3</c:v>
                </c:pt>
                <c:pt idx="19">
                  <c:v>9.0191657271701889E-4</c:v>
                </c:pt>
                <c:pt idx="20">
                  <c:v>3.7664783427492711E-4</c:v>
                </c:pt>
                <c:pt idx="21">
                  <c:v>-1.1463046757164403E-2</c:v>
                </c:pt>
                <c:pt idx="22">
                  <c:v>-2.4508692365835211E-2</c:v>
                </c:pt>
                <c:pt idx="23">
                  <c:v>-2.143128321943813E-2</c:v>
                </c:pt>
                <c:pt idx="24">
                  <c:v>-1.1757990867579941E-2</c:v>
                </c:pt>
                <c:pt idx="25">
                  <c:v>-5.0666666666666733E-3</c:v>
                </c:pt>
                <c:pt idx="26">
                  <c:v>2.6023727516264659E-3</c:v>
                </c:pt>
                <c:pt idx="27">
                  <c:v>-4.7180667433831648E-3</c:v>
                </c:pt>
                <c:pt idx="28">
                  <c:v>-4.4598231449442492E-3</c:v>
                </c:pt>
                <c:pt idx="29">
                  <c:v>-3.4915123456790123E-3</c:v>
                </c:pt>
                <c:pt idx="30">
                  <c:v>-3.1515854601701361E-3</c:v>
                </c:pt>
                <c:pt idx="31">
                  <c:v>-7.714617169373582E-3</c:v>
                </c:pt>
                <c:pt idx="32">
                  <c:v>-6.4685314685314693E-3</c:v>
                </c:pt>
                <c:pt idx="33">
                  <c:v>-4.2109405745769215E-3</c:v>
                </c:pt>
                <c:pt idx="34">
                  <c:v>1.3329383886255921E-2</c:v>
                </c:pt>
                <c:pt idx="35">
                  <c:v>1.262866191607283E-2</c:v>
                </c:pt>
                <c:pt idx="36">
                  <c:v>6.4535585042219948E-3</c:v>
                </c:pt>
                <c:pt idx="37">
                  <c:v>4.6691027202598758E-4</c:v>
                </c:pt>
                <c:pt idx="38">
                  <c:v>2.0468557336621448E-2</c:v>
                </c:pt>
                <c:pt idx="39">
                  <c:v>2.5166251039069033E-2</c:v>
                </c:pt>
                <c:pt idx="40">
                  <c:v>2.434127979924712E-2</c:v>
                </c:pt>
                <c:pt idx="41">
                  <c:v>2.092924126172209E-2</c:v>
                </c:pt>
                <c:pt idx="42">
                  <c:v>2.3760241483398017E-2</c:v>
                </c:pt>
                <c:pt idx="43">
                  <c:v>4.0677220756376385E-2</c:v>
                </c:pt>
                <c:pt idx="44">
                  <c:v>4.3569203382287411E-2</c:v>
                </c:pt>
                <c:pt idx="45">
                  <c:v>2.7297297297297272E-2</c:v>
                </c:pt>
                <c:pt idx="46">
                  <c:v>2.46316758747698E-2</c:v>
                </c:pt>
                <c:pt idx="47">
                  <c:v>3.007501172058134E-2</c:v>
                </c:pt>
                <c:pt idx="48">
                  <c:v>3.2261904761904749E-2</c:v>
                </c:pt>
                <c:pt idx="49">
                  <c:v>3.9296187683284495E-2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Winter!$C$34:$BM$34</c:f>
                <c:numCache>
                  <c:formatCode>General</c:formatCode>
                  <c:ptCount val="63"/>
                  <c:pt idx="0">
                    <c:v>1.5742594508005161E-2</c:v>
                  </c:pt>
                  <c:pt idx="1">
                    <c:v>1.7929239007640464E-2</c:v>
                  </c:pt>
                  <c:pt idx="2">
                    <c:v>1.7469457105191124E-2</c:v>
                  </c:pt>
                  <c:pt idx="3">
                    <c:v>1.7905845772045598E-2</c:v>
                  </c:pt>
                  <c:pt idx="4">
                    <c:v>1.8949739142636854E-2</c:v>
                  </c:pt>
                  <c:pt idx="5">
                    <c:v>1.9544626947759446E-2</c:v>
                  </c:pt>
                  <c:pt idx="6">
                    <c:v>2.156898708958534E-2</c:v>
                  </c:pt>
                  <c:pt idx="7">
                    <c:v>2.1988234330722122E-2</c:v>
                  </c:pt>
                  <c:pt idx="8">
                    <c:v>2.0735881308910829E-2</c:v>
                  </c:pt>
                  <c:pt idx="9">
                    <c:v>2.0027549736792095E-2</c:v>
                  </c:pt>
                  <c:pt idx="10">
                    <c:v>2.0132086051826793E-2</c:v>
                  </c:pt>
                  <c:pt idx="11">
                    <c:v>2.1633585602594662E-2</c:v>
                  </c:pt>
                  <c:pt idx="12">
                    <c:v>2.2451600752775882E-2</c:v>
                  </c:pt>
                  <c:pt idx="13">
                    <c:v>2.203820946000128E-2</c:v>
                  </c:pt>
                  <c:pt idx="14">
                    <c:v>2.1631413159001623E-2</c:v>
                  </c:pt>
                  <c:pt idx="15">
                    <c:v>2.0486226320722133E-2</c:v>
                  </c:pt>
                  <c:pt idx="16">
                    <c:v>1.9496983431608609E-2</c:v>
                  </c:pt>
                  <c:pt idx="17">
                    <c:v>1.869011091176434E-2</c:v>
                  </c:pt>
                  <c:pt idx="18">
                    <c:v>1.7093529965933878E-2</c:v>
                  </c:pt>
                  <c:pt idx="19">
                    <c:v>1.784655529711654E-2</c:v>
                  </c:pt>
                  <c:pt idx="20">
                    <c:v>1.9477189602089474E-2</c:v>
                  </c:pt>
                  <c:pt idx="21">
                    <c:v>2.3083932487435017E-2</c:v>
                  </c:pt>
                  <c:pt idx="22">
                    <c:v>2.5295717778669912E-2</c:v>
                  </c:pt>
                  <c:pt idx="23">
                    <c:v>2.40317099285372E-2</c:v>
                  </c:pt>
                  <c:pt idx="24">
                    <c:v>2.1619849696662353E-2</c:v>
                  </c:pt>
                  <c:pt idx="25">
                    <c:v>1.8542181625246328E-2</c:v>
                  </c:pt>
                  <c:pt idx="26">
                    <c:v>1.7270850205143136E-2</c:v>
                  </c:pt>
                  <c:pt idx="27">
                    <c:v>1.5821675937772787E-2</c:v>
                  </c:pt>
                  <c:pt idx="28">
                    <c:v>1.397498841743635E-2</c:v>
                  </c:pt>
                  <c:pt idx="29">
                    <c:v>1.4471009702251533E-2</c:v>
                  </c:pt>
                  <c:pt idx="30">
                    <c:v>1.3925030881793617E-2</c:v>
                  </c:pt>
                  <c:pt idx="31">
                    <c:v>1.4175926505528043E-2</c:v>
                  </c:pt>
                  <c:pt idx="32">
                    <c:v>1.5720301683156475E-2</c:v>
                  </c:pt>
                  <c:pt idx="33">
                    <c:v>1.4594252865624022E-2</c:v>
                  </c:pt>
                  <c:pt idx="34">
                    <c:v>1.4006172715854054E-2</c:v>
                  </c:pt>
                  <c:pt idx="35">
                    <c:v>1.4951075399974608E-2</c:v>
                  </c:pt>
                  <c:pt idx="36">
                    <c:v>1.5668630607756005E-2</c:v>
                  </c:pt>
                  <c:pt idx="37">
                    <c:v>1.5679386376529915E-2</c:v>
                  </c:pt>
                  <c:pt idx="38">
                    <c:v>1.6851465311774772E-2</c:v>
                  </c:pt>
                  <c:pt idx="39">
                    <c:v>1.5592932441769547E-2</c:v>
                  </c:pt>
                  <c:pt idx="40">
                    <c:v>1.640203348895351E-2</c:v>
                  </c:pt>
                  <c:pt idx="41">
                    <c:v>1.8463768028583374E-2</c:v>
                  </c:pt>
                  <c:pt idx="42">
                    <c:v>1.6693665677125911E-2</c:v>
                  </c:pt>
                  <c:pt idx="43">
                    <c:v>1.7151698242790864E-2</c:v>
                  </c:pt>
                  <c:pt idx="44">
                    <c:v>1.8877965641882547E-2</c:v>
                  </c:pt>
                  <c:pt idx="45">
                    <c:v>1.8442285395325355E-2</c:v>
                  </c:pt>
                  <c:pt idx="46">
                    <c:v>1.8610881091952511E-2</c:v>
                  </c:pt>
                  <c:pt idx="47">
                    <c:v>1.9678603547580897E-2</c:v>
                  </c:pt>
                  <c:pt idx="48">
                    <c:v>2.1003754129118153E-2</c:v>
                  </c:pt>
                  <c:pt idx="49">
                    <c:v>2.0856263285172726E-2</c:v>
                  </c:pt>
                  <c:pt idx="50">
                    <c:v>2.4264971641349189E-2</c:v>
                  </c:pt>
                  <c:pt idx="51">
                    <c:v>2.4483160159242349E-2</c:v>
                  </c:pt>
                  <c:pt idx="52">
                    <c:v>2.5695848196413625E-2</c:v>
                  </c:pt>
                  <c:pt idx="53">
                    <c:v>2.5381061240599422E-2</c:v>
                  </c:pt>
                  <c:pt idx="54">
                    <c:v>2.7531371982589949E-2</c:v>
                  </c:pt>
                  <c:pt idx="55">
                    <c:v>2.898315460083371E-2</c:v>
                  </c:pt>
                  <c:pt idx="56">
                    <c:v>2.9436226133286492E-2</c:v>
                  </c:pt>
                  <c:pt idx="57">
                    <c:v>3.1461168557204544E-2</c:v>
                  </c:pt>
                  <c:pt idx="58">
                    <c:v>3.4416044949584695E-2</c:v>
                  </c:pt>
                  <c:pt idx="59">
                    <c:v>3.5739265513003521E-2</c:v>
                  </c:pt>
                  <c:pt idx="60">
                    <c:v>4.0302524890903434E-2</c:v>
                  </c:pt>
                  <c:pt idx="61">
                    <c:v>4.931820450596737E-2</c:v>
                  </c:pt>
                  <c:pt idx="62">
                    <c:v>5.7347827148842338E-2</c:v>
                  </c:pt>
                </c:numCache>
              </c:numRef>
            </c:plus>
            <c:minus>
              <c:numRef>
                <c:f>Winter!$C$34:$BM$34</c:f>
                <c:numCache>
                  <c:formatCode>General</c:formatCode>
                  <c:ptCount val="63"/>
                  <c:pt idx="0">
                    <c:v>1.5742594508005161E-2</c:v>
                  </c:pt>
                  <c:pt idx="1">
                    <c:v>1.7929239007640464E-2</c:v>
                  </c:pt>
                  <c:pt idx="2">
                    <c:v>1.7469457105191124E-2</c:v>
                  </c:pt>
                  <c:pt idx="3">
                    <c:v>1.7905845772045598E-2</c:v>
                  </c:pt>
                  <c:pt idx="4">
                    <c:v>1.8949739142636854E-2</c:v>
                  </c:pt>
                  <c:pt idx="5">
                    <c:v>1.9544626947759446E-2</c:v>
                  </c:pt>
                  <c:pt idx="6">
                    <c:v>2.156898708958534E-2</c:v>
                  </c:pt>
                  <c:pt idx="7">
                    <c:v>2.1988234330722122E-2</c:v>
                  </c:pt>
                  <c:pt idx="8">
                    <c:v>2.0735881308910829E-2</c:v>
                  </c:pt>
                  <c:pt idx="9">
                    <c:v>2.0027549736792095E-2</c:v>
                  </c:pt>
                  <c:pt idx="10">
                    <c:v>2.0132086051826793E-2</c:v>
                  </c:pt>
                  <c:pt idx="11">
                    <c:v>2.1633585602594662E-2</c:v>
                  </c:pt>
                  <c:pt idx="12">
                    <c:v>2.2451600752775882E-2</c:v>
                  </c:pt>
                  <c:pt idx="13">
                    <c:v>2.203820946000128E-2</c:v>
                  </c:pt>
                  <c:pt idx="14">
                    <c:v>2.1631413159001623E-2</c:v>
                  </c:pt>
                  <c:pt idx="15">
                    <c:v>2.0486226320722133E-2</c:v>
                  </c:pt>
                  <c:pt idx="16">
                    <c:v>1.9496983431608609E-2</c:v>
                  </c:pt>
                  <c:pt idx="17">
                    <c:v>1.869011091176434E-2</c:v>
                  </c:pt>
                  <c:pt idx="18">
                    <c:v>1.7093529965933878E-2</c:v>
                  </c:pt>
                  <c:pt idx="19">
                    <c:v>1.784655529711654E-2</c:v>
                  </c:pt>
                  <c:pt idx="20">
                    <c:v>1.9477189602089474E-2</c:v>
                  </c:pt>
                  <c:pt idx="21">
                    <c:v>2.3083932487435017E-2</c:v>
                  </c:pt>
                  <c:pt idx="22">
                    <c:v>2.5295717778669912E-2</c:v>
                  </c:pt>
                  <c:pt idx="23">
                    <c:v>2.40317099285372E-2</c:v>
                  </c:pt>
                  <c:pt idx="24">
                    <c:v>2.1619849696662353E-2</c:v>
                  </c:pt>
                  <c:pt idx="25">
                    <c:v>1.8542181625246328E-2</c:v>
                  </c:pt>
                  <c:pt idx="26">
                    <c:v>1.7270850205143136E-2</c:v>
                  </c:pt>
                  <c:pt idx="27">
                    <c:v>1.5821675937772787E-2</c:v>
                  </c:pt>
                  <c:pt idx="28">
                    <c:v>1.397498841743635E-2</c:v>
                  </c:pt>
                  <c:pt idx="29">
                    <c:v>1.4471009702251533E-2</c:v>
                  </c:pt>
                  <c:pt idx="30">
                    <c:v>1.3925030881793617E-2</c:v>
                  </c:pt>
                  <c:pt idx="31">
                    <c:v>1.4175926505528043E-2</c:v>
                  </c:pt>
                  <c:pt idx="32">
                    <c:v>1.5720301683156475E-2</c:v>
                  </c:pt>
                  <c:pt idx="33">
                    <c:v>1.4594252865624022E-2</c:v>
                  </c:pt>
                  <c:pt idx="34">
                    <c:v>1.4006172715854054E-2</c:v>
                  </c:pt>
                  <c:pt idx="35">
                    <c:v>1.4951075399974608E-2</c:v>
                  </c:pt>
                  <c:pt idx="36">
                    <c:v>1.5668630607756005E-2</c:v>
                  </c:pt>
                  <c:pt idx="37">
                    <c:v>1.5679386376529915E-2</c:v>
                  </c:pt>
                  <c:pt idx="38">
                    <c:v>1.6851465311774772E-2</c:v>
                  </c:pt>
                  <c:pt idx="39">
                    <c:v>1.5592932441769547E-2</c:v>
                  </c:pt>
                  <c:pt idx="40">
                    <c:v>1.640203348895351E-2</c:v>
                  </c:pt>
                  <c:pt idx="41">
                    <c:v>1.8463768028583374E-2</c:v>
                  </c:pt>
                  <c:pt idx="42">
                    <c:v>1.6693665677125911E-2</c:v>
                  </c:pt>
                  <c:pt idx="43">
                    <c:v>1.7151698242790864E-2</c:v>
                  </c:pt>
                  <c:pt idx="44">
                    <c:v>1.8877965641882547E-2</c:v>
                  </c:pt>
                  <c:pt idx="45">
                    <c:v>1.8442285395325355E-2</c:v>
                  </c:pt>
                  <c:pt idx="46">
                    <c:v>1.8610881091952511E-2</c:v>
                  </c:pt>
                  <c:pt idx="47">
                    <c:v>1.9678603547580897E-2</c:v>
                  </c:pt>
                  <c:pt idx="48">
                    <c:v>2.1003754129118153E-2</c:v>
                  </c:pt>
                  <c:pt idx="49">
                    <c:v>2.0856263285172726E-2</c:v>
                  </c:pt>
                  <c:pt idx="50">
                    <c:v>2.4264971641349189E-2</c:v>
                  </c:pt>
                  <c:pt idx="51">
                    <c:v>2.4483160159242349E-2</c:v>
                  </c:pt>
                  <c:pt idx="52">
                    <c:v>2.5695848196413625E-2</c:v>
                  </c:pt>
                  <c:pt idx="53">
                    <c:v>2.5381061240599422E-2</c:v>
                  </c:pt>
                  <c:pt idx="54">
                    <c:v>2.7531371982589949E-2</c:v>
                  </c:pt>
                  <c:pt idx="55">
                    <c:v>2.898315460083371E-2</c:v>
                  </c:pt>
                  <c:pt idx="56">
                    <c:v>2.9436226133286492E-2</c:v>
                  </c:pt>
                  <c:pt idx="57">
                    <c:v>3.1461168557204544E-2</c:v>
                  </c:pt>
                  <c:pt idx="58">
                    <c:v>3.4416044949584695E-2</c:v>
                  </c:pt>
                  <c:pt idx="59">
                    <c:v>3.5739265513003521E-2</c:v>
                  </c:pt>
                  <c:pt idx="60">
                    <c:v>4.0302524890903434E-2</c:v>
                  </c:pt>
                  <c:pt idx="61">
                    <c:v>4.931820450596737E-2</c:v>
                  </c:pt>
                  <c:pt idx="62">
                    <c:v>5.7347827148842338E-2</c:v>
                  </c:pt>
                </c:numCache>
              </c:numRef>
            </c:minus>
            <c:spPr>
              <a:ln>
                <a:solidFill>
                  <a:schemeClr val="accent2"/>
                </a:solidFill>
              </a:ln>
            </c:spPr>
          </c:errBars>
          <c:xVal>
            <c:numRef>
              <c:f>Winter!$C$33:$BM$33</c:f>
              <c:numCache>
                <c:formatCode>General</c:formatCode>
                <c:ptCount val="63"/>
                <c:pt idx="0">
                  <c:v>8.8163181805907528E-2</c:v>
                </c:pt>
                <c:pt idx="1">
                  <c:v>1.8820433735531085E-2</c:v>
                </c:pt>
                <c:pt idx="2">
                  <c:v>8.8272678148682282E-3</c:v>
                </c:pt>
                <c:pt idx="3">
                  <c:v>-5.0028803891125923E-3</c:v>
                </c:pt>
                <c:pt idx="4">
                  <c:v>-7.3070008091959274E-3</c:v>
                </c:pt>
                <c:pt idx="5">
                  <c:v>-5.8885708869992129E-3</c:v>
                </c:pt>
                <c:pt idx="6">
                  <c:v>-1.7032646766690415E-2</c:v>
                </c:pt>
                <c:pt idx="7">
                  <c:v>-3.5334883218674082E-3</c:v>
                </c:pt>
                <c:pt idx="8">
                  <c:v>5.4208760809353451E-3</c:v>
                </c:pt>
                <c:pt idx="9">
                  <c:v>9.1608894025275514E-3</c:v>
                </c:pt>
                <c:pt idx="10">
                  <c:v>3.7501480855105201E-3</c:v>
                </c:pt>
                <c:pt idx="11">
                  <c:v>4.184036743048492E-3</c:v>
                </c:pt>
                <c:pt idx="12">
                  <c:v>8.499920437689561E-3</c:v>
                </c:pt>
                <c:pt idx="13">
                  <c:v>4.0422435465791891E-3</c:v>
                </c:pt>
                <c:pt idx="14">
                  <c:v>-4.0885214607353868E-3</c:v>
                </c:pt>
                <c:pt idx="15">
                  <c:v>-1.7359241446639372E-2</c:v>
                </c:pt>
                <c:pt idx="16">
                  <c:v>-2.3270617905625669E-2</c:v>
                </c:pt>
                <c:pt idx="17">
                  <c:v>-1.3398816570730332E-2</c:v>
                </c:pt>
                <c:pt idx="18">
                  <c:v>-3.6763090681920267E-3</c:v>
                </c:pt>
                <c:pt idx="19">
                  <c:v>-5.852815378264186E-4</c:v>
                </c:pt>
                <c:pt idx="20">
                  <c:v>-1.1198718815596642E-2</c:v>
                </c:pt>
                <c:pt idx="21">
                  <c:v>6.5857216472746749E-3</c:v>
                </c:pt>
                <c:pt idx="22">
                  <c:v>-2.7423403974897657E-3</c:v>
                </c:pt>
                <c:pt idx="23">
                  <c:v>-4.8323271531765912E-3</c:v>
                </c:pt>
                <c:pt idx="24">
                  <c:v>-3.7811454833089279E-2</c:v>
                </c:pt>
                <c:pt idx="25">
                  <c:v>-2.8756974524891985E-2</c:v>
                </c:pt>
                <c:pt idx="26">
                  <c:v>-3.426212556939786E-2</c:v>
                </c:pt>
                <c:pt idx="27">
                  <c:v>-1.321022087802376E-2</c:v>
                </c:pt>
                <c:pt idx="28">
                  <c:v>-1.3084393349131345E-2</c:v>
                </c:pt>
                <c:pt idx="29">
                  <c:v>-3.3459976975377788E-2</c:v>
                </c:pt>
                <c:pt idx="30">
                  <c:v>-3.7920666342395444E-2</c:v>
                </c:pt>
                <c:pt idx="31">
                  <c:v>-3.5113910633754998E-2</c:v>
                </c:pt>
                <c:pt idx="32">
                  <c:v>-3.6057103915942072E-2</c:v>
                </c:pt>
                <c:pt idx="33">
                  <c:v>-1.3953881038155936E-2</c:v>
                </c:pt>
                <c:pt idx="34">
                  <c:v>-1.3913660654649463E-2</c:v>
                </c:pt>
                <c:pt idx="35">
                  <c:v>-1.205887709045351E-3</c:v>
                </c:pt>
                <c:pt idx="36">
                  <c:v>-8.5874584179466661E-3</c:v>
                </c:pt>
                <c:pt idx="37">
                  <c:v>-1.7030970784302955E-2</c:v>
                </c:pt>
                <c:pt idx="38">
                  <c:v>-4.5724873742091707E-2</c:v>
                </c:pt>
                <c:pt idx="39">
                  <c:v>-3.194012871702881E-2</c:v>
                </c:pt>
                <c:pt idx="40">
                  <c:v>-2.3768382030052118E-2</c:v>
                </c:pt>
                <c:pt idx="41">
                  <c:v>-9.7966886660519701E-3</c:v>
                </c:pt>
                <c:pt idx="42">
                  <c:v>2.5503703736002208E-3</c:v>
                </c:pt>
                <c:pt idx="43">
                  <c:v>1.4359221099498679E-2</c:v>
                </c:pt>
                <c:pt idx="44">
                  <c:v>1.3980246967501206E-2</c:v>
                </c:pt>
                <c:pt idx="45">
                  <c:v>-3.2918290073526785E-2</c:v>
                </c:pt>
                <c:pt idx="46">
                  <c:v>-5.0670041071040499E-2</c:v>
                </c:pt>
                <c:pt idx="47">
                  <c:v>-3.567873026641892E-2</c:v>
                </c:pt>
                <c:pt idx="48">
                  <c:v>-1.6672027497564242E-2</c:v>
                </c:pt>
                <c:pt idx="49">
                  <c:v>-3.1767223654868338E-3</c:v>
                </c:pt>
                <c:pt idx="50">
                  <c:v>1.0685202062966146E-2</c:v>
                </c:pt>
                <c:pt idx="51">
                  <c:v>-2.2213675758307398E-2</c:v>
                </c:pt>
                <c:pt idx="52">
                  <c:v>-4.8114141252344943E-2</c:v>
                </c:pt>
                <c:pt idx="53">
                  <c:v>-5.5336560377054658E-2</c:v>
                </c:pt>
                <c:pt idx="54">
                  <c:v>-3.7445422289848679E-2</c:v>
                </c:pt>
                <c:pt idx="55">
                  <c:v>-5.6770198272144835E-2</c:v>
                </c:pt>
                <c:pt idx="56">
                  <c:v>-7.5866167762303482E-2</c:v>
                </c:pt>
                <c:pt idx="57">
                  <c:v>-7.6439509697134533E-2</c:v>
                </c:pt>
                <c:pt idx="58">
                  <c:v>-6.4846445864109689E-2</c:v>
                </c:pt>
                <c:pt idx="59">
                  <c:v>-0.10140577313383972</c:v>
                </c:pt>
                <c:pt idx="60">
                  <c:v>-7.690552036225258E-2</c:v>
                </c:pt>
                <c:pt idx="61">
                  <c:v>-2.3709264872949831E-2</c:v>
                </c:pt>
                <c:pt idx="62">
                  <c:v>-3.7134470645361489E-2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Winter!$C$37:$BM$37</c:f>
                <c:numCache>
                  <c:formatCode>General</c:formatCode>
                  <c:ptCount val="63"/>
                  <c:pt idx="0">
                    <c:v>2.1394167463554953E-2</c:v>
                  </c:pt>
                  <c:pt idx="1">
                    <c:v>2.019640425013379E-2</c:v>
                  </c:pt>
                  <c:pt idx="2">
                    <c:v>1.9421300831882943E-2</c:v>
                  </c:pt>
                  <c:pt idx="3">
                    <c:v>1.8772572797244608E-2</c:v>
                  </c:pt>
                  <c:pt idx="4">
                    <c:v>1.6484445301252853E-2</c:v>
                  </c:pt>
                  <c:pt idx="5">
                    <c:v>1.6488274848743989E-2</c:v>
                  </c:pt>
                  <c:pt idx="6">
                    <c:v>1.6962724158379763E-2</c:v>
                  </c:pt>
                  <c:pt idx="7">
                    <c:v>1.7901954487230965E-2</c:v>
                  </c:pt>
                  <c:pt idx="8">
                    <c:v>1.837866194376887E-2</c:v>
                  </c:pt>
                  <c:pt idx="9">
                    <c:v>1.8824196793857422E-2</c:v>
                  </c:pt>
                  <c:pt idx="10">
                    <c:v>1.8049197223200645E-2</c:v>
                  </c:pt>
                  <c:pt idx="11">
                    <c:v>1.8050618038132363E-2</c:v>
                  </c:pt>
                  <c:pt idx="12">
                    <c:v>1.7563898393110573E-2</c:v>
                  </c:pt>
                  <c:pt idx="13">
                    <c:v>1.6331046596249253E-2</c:v>
                  </c:pt>
                  <c:pt idx="14">
                    <c:v>1.5664525396493163E-2</c:v>
                  </c:pt>
                  <c:pt idx="15">
                    <c:v>1.4886902317783038E-2</c:v>
                  </c:pt>
                  <c:pt idx="16">
                    <c:v>1.3949439969449973E-2</c:v>
                  </c:pt>
                  <c:pt idx="17">
                    <c:v>1.328633556356865E-2</c:v>
                  </c:pt>
                  <c:pt idx="18">
                    <c:v>1.4341515848284123E-2</c:v>
                  </c:pt>
                  <c:pt idx="19">
                    <c:v>1.4861319924862827E-2</c:v>
                  </c:pt>
                  <c:pt idx="20">
                    <c:v>1.6040903808546999E-2</c:v>
                  </c:pt>
                  <c:pt idx="21">
                    <c:v>1.774843477673043E-2</c:v>
                  </c:pt>
                  <c:pt idx="22">
                    <c:v>2.0476833573959657E-2</c:v>
                  </c:pt>
                  <c:pt idx="23">
                    <c:v>2.0775633215383855E-2</c:v>
                  </c:pt>
                  <c:pt idx="24">
                    <c:v>2.0404793884304013E-2</c:v>
                  </c:pt>
                  <c:pt idx="25">
                    <c:v>1.8763440088985506E-2</c:v>
                  </c:pt>
                  <c:pt idx="26">
                    <c:v>1.7011509158242299E-2</c:v>
                  </c:pt>
                  <c:pt idx="27">
                    <c:v>1.5130622757523656E-2</c:v>
                  </c:pt>
                  <c:pt idx="28">
                    <c:v>1.3881946772985239E-2</c:v>
                  </c:pt>
                  <c:pt idx="29">
                    <c:v>1.2810089399960631E-2</c:v>
                  </c:pt>
                  <c:pt idx="30">
                    <c:v>1.279480927363841E-2</c:v>
                  </c:pt>
                  <c:pt idx="31">
                    <c:v>1.2247134461913016E-2</c:v>
                  </c:pt>
                  <c:pt idx="32">
                    <c:v>1.2904858155857069E-2</c:v>
                  </c:pt>
                  <c:pt idx="33">
                    <c:v>1.3851089567704001E-2</c:v>
                  </c:pt>
                  <c:pt idx="34">
                    <c:v>1.2344124067078296E-2</c:v>
                  </c:pt>
                  <c:pt idx="35">
                    <c:v>1.2467914182907994E-2</c:v>
                  </c:pt>
                  <c:pt idx="36">
                    <c:v>1.3686136232968204E-2</c:v>
                  </c:pt>
                  <c:pt idx="37">
                    <c:v>1.2826681440067806E-2</c:v>
                  </c:pt>
                  <c:pt idx="38">
                    <c:v>1.3320699175046578E-2</c:v>
                  </c:pt>
                  <c:pt idx="39">
                    <c:v>1.3921150853545399E-2</c:v>
                  </c:pt>
                  <c:pt idx="40">
                    <c:v>1.3278019356049064E-2</c:v>
                  </c:pt>
                  <c:pt idx="41">
                    <c:v>1.327449021569576E-2</c:v>
                  </c:pt>
                  <c:pt idx="42">
                    <c:v>1.3282143239179848E-2</c:v>
                  </c:pt>
                  <c:pt idx="43">
                    <c:v>1.2457050101616473E-2</c:v>
                  </c:pt>
                  <c:pt idx="44">
                    <c:v>1.2967533290449763E-2</c:v>
                  </c:pt>
                  <c:pt idx="45">
                    <c:v>1.4057889623648429E-2</c:v>
                  </c:pt>
                  <c:pt idx="46">
                    <c:v>1.4634711692602049E-2</c:v>
                  </c:pt>
                  <c:pt idx="47">
                    <c:v>1.5331016941618756E-2</c:v>
                  </c:pt>
                  <c:pt idx="48">
                    <c:v>1.6686778248187664E-2</c:v>
                  </c:pt>
                  <c:pt idx="49">
                    <c:v>1.7624906140533133E-2</c:v>
                  </c:pt>
                  <c:pt idx="50">
                    <c:v>2.1727610441559832E-2</c:v>
                  </c:pt>
                  <c:pt idx="51">
                    <c:v>2.6581127417447677E-2</c:v>
                  </c:pt>
                  <c:pt idx="52">
                    <c:v>3.2033894254966958E-2</c:v>
                  </c:pt>
                  <c:pt idx="53">
                    <c:v>3.7732738940801674E-2</c:v>
                  </c:pt>
                  <c:pt idx="54">
                    <c:v>4.0841739286783009E-2</c:v>
                  </c:pt>
                  <c:pt idx="55">
                    <c:v>4.6349702213347103E-2</c:v>
                  </c:pt>
                  <c:pt idx="56">
                    <c:v>6.8364268305684622E-2</c:v>
                  </c:pt>
                  <c:pt idx="57">
                    <c:v>8.2948782009601929E-2</c:v>
                  </c:pt>
                  <c:pt idx="58">
                    <c:v>0.10726081991044628</c:v>
                  </c:pt>
                  <c:pt idx="59">
                    <c:v>0.1269190453892047</c:v>
                  </c:pt>
                  <c:pt idx="60">
                    <c:v>0.22615939419955236</c:v>
                  </c:pt>
                  <c:pt idx="61">
                    <c:v>0.89968257045441635</c:v>
                  </c:pt>
                  <c:pt idx="62">
                    <c:v>1.0469135208484677</c:v>
                  </c:pt>
                </c:numCache>
              </c:numRef>
            </c:plus>
            <c:minus>
              <c:numRef>
                <c:f>Winter!$C$37:$BM$37</c:f>
                <c:numCache>
                  <c:formatCode>General</c:formatCode>
                  <c:ptCount val="63"/>
                  <c:pt idx="0">
                    <c:v>2.1394167463554953E-2</c:v>
                  </c:pt>
                  <c:pt idx="1">
                    <c:v>2.019640425013379E-2</c:v>
                  </c:pt>
                  <c:pt idx="2">
                    <c:v>1.9421300831882943E-2</c:v>
                  </c:pt>
                  <c:pt idx="3">
                    <c:v>1.8772572797244608E-2</c:v>
                  </c:pt>
                  <c:pt idx="4">
                    <c:v>1.6484445301252853E-2</c:v>
                  </c:pt>
                  <c:pt idx="5">
                    <c:v>1.6488274848743989E-2</c:v>
                  </c:pt>
                  <c:pt idx="6">
                    <c:v>1.6962724158379763E-2</c:v>
                  </c:pt>
                  <c:pt idx="7">
                    <c:v>1.7901954487230965E-2</c:v>
                  </c:pt>
                  <c:pt idx="8">
                    <c:v>1.837866194376887E-2</c:v>
                  </c:pt>
                  <c:pt idx="9">
                    <c:v>1.8824196793857422E-2</c:v>
                  </c:pt>
                  <c:pt idx="10">
                    <c:v>1.8049197223200645E-2</c:v>
                  </c:pt>
                  <c:pt idx="11">
                    <c:v>1.8050618038132363E-2</c:v>
                  </c:pt>
                  <c:pt idx="12">
                    <c:v>1.7563898393110573E-2</c:v>
                  </c:pt>
                  <c:pt idx="13">
                    <c:v>1.6331046596249253E-2</c:v>
                  </c:pt>
                  <c:pt idx="14">
                    <c:v>1.5664525396493163E-2</c:v>
                  </c:pt>
                  <c:pt idx="15">
                    <c:v>1.4886902317783038E-2</c:v>
                  </c:pt>
                  <c:pt idx="16">
                    <c:v>1.3949439969449973E-2</c:v>
                  </c:pt>
                  <c:pt idx="17">
                    <c:v>1.328633556356865E-2</c:v>
                  </c:pt>
                  <c:pt idx="18">
                    <c:v>1.4341515848284123E-2</c:v>
                  </c:pt>
                  <c:pt idx="19">
                    <c:v>1.4861319924862827E-2</c:v>
                  </c:pt>
                  <c:pt idx="20">
                    <c:v>1.6040903808546999E-2</c:v>
                  </c:pt>
                  <c:pt idx="21">
                    <c:v>1.774843477673043E-2</c:v>
                  </c:pt>
                  <c:pt idx="22">
                    <c:v>2.0476833573959657E-2</c:v>
                  </c:pt>
                  <c:pt idx="23">
                    <c:v>2.0775633215383855E-2</c:v>
                  </c:pt>
                  <c:pt idx="24">
                    <c:v>2.0404793884304013E-2</c:v>
                  </c:pt>
                  <c:pt idx="25">
                    <c:v>1.8763440088985506E-2</c:v>
                  </c:pt>
                  <c:pt idx="26">
                    <c:v>1.7011509158242299E-2</c:v>
                  </c:pt>
                  <c:pt idx="27">
                    <c:v>1.5130622757523656E-2</c:v>
                  </c:pt>
                  <c:pt idx="28">
                    <c:v>1.3881946772985239E-2</c:v>
                  </c:pt>
                  <c:pt idx="29">
                    <c:v>1.2810089399960631E-2</c:v>
                  </c:pt>
                  <c:pt idx="30">
                    <c:v>1.279480927363841E-2</c:v>
                  </c:pt>
                  <c:pt idx="31">
                    <c:v>1.2247134461913016E-2</c:v>
                  </c:pt>
                  <c:pt idx="32">
                    <c:v>1.2904858155857069E-2</c:v>
                  </c:pt>
                  <c:pt idx="33">
                    <c:v>1.3851089567704001E-2</c:v>
                  </c:pt>
                  <c:pt idx="34">
                    <c:v>1.2344124067078296E-2</c:v>
                  </c:pt>
                  <c:pt idx="35">
                    <c:v>1.2467914182907994E-2</c:v>
                  </c:pt>
                  <c:pt idx="36">
                    <c:v>1.3686136232968204E-2</c:v>
                  </c:pt>
                  <c:pt idx="37">
                    <c:v>1.2826681440067806E-2</c:v>
                  </c:pt>
                  <c:pt idx="38">
                    <c:v>1.3320699175046578E-2</c:v>
                  </c:pt>
                  <c:pt idx="39">
                    <c:v>1.3921150853545399E-2</c:v>
                  </c:pt>
                  <c:pt idx="40">
                    <c:v>1.3278019356049064E-2</c:v>
                  </c:pt>
                  <c:pt idx="41">
                    <c:v>1.327449021569576E-2</c:v>
                  </c:pt>
                  <c:pt idx="42">
                    <c:v>1.3282143239179848E-2</c:v>
                  </c:pt>
                  <c:pt idx="43">
                    <c:v>1.2457050101616473E-2</c:v>
                  </c:pt>
                  <c:pt idx="44">
                    <c:v>1.2967533290449763E-2</c:v>
                  </c:pt>
                  <c:pt idx="45">
                    <c:v>1.4057889623648429E-2</c:v>
                  </c:pt>
                  <c:pt idx="46">
                    <c:v>1.4634711692602049E-2</c:v>
                  </c:pt>
                  <c:pt idx="47">
                    <c:v>1.5331016941618756E-2</c:v>
                  </c:pt>
                  <c:pt idx="48">
                    <c:v>1.6686778248187664E-2</c:v>
                  </c:pt>
                  <c:pt idx="49">
                    <c:v>1.7624906140533133E-2</c:v>
                  </c:pt>
                  <c:pt idx="50">
                    <c:v>2.1727610441559832E-2</c:v>
                  </c:pt>
                  <c:pt idx="51">
                    <c:v>2.6581127417447677E-2</c:v>
                  </c:pt>
                  <c:pt idx="52">
                    <c:v>3.2033894254966958E-2</c:v>
                  </c:pt>
                  <c:pt idx="53">
                    <c:v>3.7732738940801674E-2</c:v>
                  </c:pt>
                  <c:pt idx="54">
                    <c:v>4.0841739286783009E-2</c:v>
                  </c:pt>
                  <c:pt idx="55">
                    <c:v>4.6349702213347103E-2</c:v>
                  </c:pt>
                  <c:pt idx="56">
                    <c:v>6.8364268305684622E-2</c:v>
                  </c:pt>
                  <c:pt idx="57">
                    <c:v>8.2948782009601929E-2</c:v>
                  </c:pt>
                  <c:pt idx="58">
                    <c:v>0.10726081991044628</c:v>
                  </c:pt>
                  <c:pt idx="59">
                    <c:v>0.1269190453892047</c:v>
                  </c:pt>
                  <c:pt idx="60">
                    <c:v>0.22615939419955236</c:v>
                  </c:pt>
                  <c:pt idx="61">
                    <c:v>0.89968257045441635</c:v>
                  </c:pt>
                  <c:pt idx="62">
                    <c:v>1.0469135208484677</c:v>
                  </c:pt>
                </c:numCache>
              </c:numRef>
            </c:minus>
            <c:spPr>
              <a:ln>
                <a:solidFill>
                  <a:schemeClr val="accent3"/>
                </a:solidFill>
              </a:ln>
            </c:spPr>
          </c:errBars>
          <c:xVal>
            <c:numRef>
              <c:f>Winter!$C$36:$BM$36</c:f>
              <c:numCache>
                <c:formatCode>General</c:formatCode>
                <c:ptCount val="63"/>
                <c:pt idx="0">
                  <c:v>0.52755457407142425</c:v>
                </c:pt>
                <c:pt idx="1">
                  <c:v>0.38857209095020417</c:v>
                </c:pt>
                <c:pt idx="2">
                  <c:v>7.2034108844129738E-2</c:v>
                </c:pt>
                <c:pt idx="3">
                  <c:v>2.6872472217998815E-2</c:v>
                </c:pt>
                <c:pt idx="4">
                  <c:v>2.1216566717420057E-2</c:v>
                </c:pt>
                <c:pt idx="5">
                  <c:v>3.4637223311131476E-2</c:v>
                </c:pt>
                <c:pt idx="6">
                  <c:v>3.7529707816016104E-2</c:v>
                </c:pt>
                <c:pt idx="7">
                  <c:v>4.284885580150944E-2</c:v>
                </c:pt>
                <c:pt idx="8">
                  <c:v>3.8867210768554275E-2</c:v>
                </c:pt>
                <c:pt idx="9">
                  <c:v>4.4730090332286442E-2</c:v>
                </c:pt>
                <c:pt idx="10">
                  <c:v>5.2218494800295348E-2</c:v>
                </c:pt>
                <c:pt idx="11">
                  <c:v>4.969512838239043E-2</c:v>
                </c:pt>
                <c:pt idx="12">
                  <c:v>5.6895045383982192E-2</c:v>
                </c:pt>
                <c:pt idx="13">
                  <c:v>5.5110133162863055E-2</c:v>
                </c:pt>
                <c:pt idx="14">
                  <c:v>4.0967947452575953E-2</c:v>
                </c:pt>
                <c:pt idx="15">
                  <c:v>2.9333765326530082E-2</c:v>
                </c:pt>
                <c:pt idx="16">
                  <c:v>2.1840914481382371E-2</c:v>
                </c:pt>
                <c:pt idx="17">
                  <c:v>2.093007562183577E-2</c:v>
                </c:pt>
                <c:pt idx="18">
                  <c:v>1.7065575507071763E-2</c:v>
                </c:pt>
                <c:pt idx="19">
                  <c:v>1.4659852104352547E-2</c:v>
                </c:pt>
                <c:pt idx="20">
                  <c:v>9.5743297539972079E-3</c:v>
                </c:pt>
                <c:pt idx="21">
                  <c:v>1.7359601258781027E-2</c:v>
                </c:pt>
                <c:pt idx="22">
                  <c:v>5.9947717322969569E-3</c:v>
                </c:pt>
                <c:pt idx="23">
                  <c:v>-6.0951233640804811E-3</c:v>
                </c:pt>
                <c:pt idx="24">
                  <c:v>-3.0244636065777604E-2</c:v>
                </c:pt>
                <c:pt idx="25">
                  <c:v>-2.1595968094819923E-2</c:v>
                </c:pt>
                <c:pt idx="26">
                  <c:v>-1.5141171764864843E-2</c:v>
                </c:pt>
                <c:pt idx="27">
                  <c:v>-1.8598944389947115E-2</c:v>
                </c:pt>
                <c:pt idx="28">
                  <c:v>-3.0362028684945468E-2</c:v>
                </c:pt>
                <c:pt idx="29">
                  <c:v>-3.8227922508204941E-2</c:v>
                </c:pt>
                <c:pt idx="30">
                  <c:v>-3.7942654520066121E-2</c:v>
                </c:pt>
                <c:pt idx="31">
                  <c:v>-5.3746639499478346E-2</c:v>
                </c:pt>
                <c:pt idx="32">
                  <c:v>-5.9713153667394665E-2</c:v>
                </c:pt>
                <c:pt idx="33">
                  <c:v>-5.6081999918092755E-2</c:v>
                </c:pt>
                <c:pt idx="34">
                  <c:v>-5.4276924629525027E-2</c:v>
                </c:pt>
                <c:pt idx="35">
                  <c:v>-4.7902340799071026E-2</c:v>
                </c:pt>
                <c:pt idx="36">
                  <c:v>-3.7302209735043487E-2</c:v>
                </c:pt>
                <c:pt idx="37">
                  <c:v>-4.5664695386985032E-2</c:v>
                </c:pt>
                <c:pt idx="38">
                  <c:v>-3.1312314892360721E-2</c:v>
                </c:pt>
                <c:pt idx="39">
                  <c:v>-3.6170956736231413E-2</c:v>
                </c:pt>
                <c:pt idx="40">
                  <c:v>-1.4546990808498181E-2</c:v>
                </c:pt>
                <c:pt idx="41">
                  <c:v>-2.117793729633282E-2</c:v>
                </c:pt>
                <c:pt idx="42">
                  <c:v>-2.5064443731802711E-2</c:v>
                </c:pt>
                <c:pt idx="43">
                  <c:v>-3.1235255542319419E-2</c:v>
                </c:pt>
                <c:pt idx="44">
                  <c:v>-1.0765940508177268E-2</c:v>
                </c:pt>
                <c:pt idx="45">
                  <c:v>-1.355920617510392E-2</c:v>
                </c:pt>
                <c:pt idx="46">
                  <c:v>-1.4537487549196468E-2</c:v>
                </c:pt>
                <c:pt idx="47">
                  <c:v>-3.7022030174539457E-2</c:v>
                </c:pt>
                <c:pt idx="48">
                  <c:v>-1.5321143054999285E-2</c:v>
                </c:pt>
                <c:pt idx="49">
                  <c:v>-3.103242626407722E-2</c:v>
                </c:pt>
                <c:pt idx="50">
                  <c:v>-5.301221767289252E-2</c:v>
                </c:pt>
                <c:pt idx="51">
                  <c:v>-3.0265610335605257E-2</c:v>
                </c:pt>
                <c:pt idx="52">
                  <c:v>-6.7039945024764055E-2</c:v>
                </c:pt>
                <c:pt idx="53">
                  <c:v>-9.1993769859976468E-2</c:v>
                </c:pt>
                <c:pt idx="54">
                  <c:v>-0.10642498004844744</c:v>
                </c:pt>
                <c:pt idx="55">
                  <c:v>-0.14538914990058477</c:v>
                </c:pt>
                <c:pt idx="56">
                  <c:v>-0.13938730768503957</c:v>
                </c:pt>
                <c:pt idx="57">
                  <c:v>-0.25168603613024759</c:v>
                </c:pt>
                <c:pt idx="58">
                  <c:v>-0.2380731436737922</c:v>
                </c:pt>
                <c:pt idx="59">
                  <c:v>-0.28807398563093523</c:v>
                </c:pt>
                <c:pt idx="60">
                  <c:v>-0.13736938981550156</c:v>
                </c:pt>
                <c:pt idx="61">
                  <c:v>0.35543112515262959</c:v>
                </c:pt>
                <c:pt idx="62">
                  <c:v>0.192333792919546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820096"/>
        <c:axId val="168908288"/>
      </c:scatterChart>
      <c:valAx>
        <c:axId val="16882009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908288"/>
        <c:crosses val="autoZero"/>
        <c:crossBetween val="midCat"/>
      </c:valAx>
      <c:valAx>
        <c:axId val="16890828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82009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Winter</a:t>
            </a:r>
            <a:r>
              <a:rPr lang="en-GB" baseline="0"/>
              <a:t>  18:00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00:00</a:t>
            </a:r>
            <a:endParaRPr lang="en-GB"/>
          </a:p>
        </c:rich>
      </c:tx>
      <c:layout/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Winter!$A$7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Winter!$C$42:$AZ$42</c:f>
                <c:numCache>
                  <c:formatCode>General</c:formatCode>
                  <c:ptCount val="50"/>
                  <c:pt idx="0">
                    <c:v>7.8461862495966383E-3</c:v>
                  </c:pt>
                  <c:pt idx="1">
                    <c:v>9.2859233511944882E-3</c:v>
                  </c:pt>
                  <c:pt idx="2">
                    <c:v>9.9003281454641268E-3</c:v>
                  </c:pt>
                  <c:pt idx="3">
                    <c:v>1.058654197852152E-2</c:v>
                  </c:pt>
                  <c:pt idx="4">
                    <c:v>1.0820276554854593E-2</c:v>
                  </c:pt>
                  <c:pt idx="5">
                    <c:v>1.094638374625727E-2</c:v>
                  </c:pt>
                  <c:pt idx="6">
                    <c:v>1.1259777681364097E-2</c:v>
                  </c:pt>
                  <c:pt idx="7">
                    <c:v>1.0986503106827177E-2</c:v>
                  </c:pt>
                  <c:pt idx="8">
                    <c:v>1.1813823030286082E-2</c:v>
                  </c:pt>
                  <c:pt idx="9">
                    <c:v>1.2276064791229354E-2</c:v>
                  </c:pt>
                  <c:pt idx="10">
                    <c:v>1.2618559469093142E-2</c:v>
                  </c:pt>
                  <c:pt idx="11">
                    <c:v>1.3278335269764739E-2</c:v>
                  </c:pt>
                  <c:pt idx="12">
                    <c:v>1.3254559189053296E-2</c:v>
                  </c:pt>
                  <c:pt idx="13">
                    <c:v>1.2837152370701335E-2</c:v>
                  </c:pt>
                  <c:pt idx="14">
                    <c:v>1.2051568220588586E-2</c:v>
                  </c:pt>
                  <c:pt idx="15">
                    <c:v>1.0881060843063024E-2</c:v>
                  </c:pt>
                  <c:pt idx="16">
                    <c:v>1.0024883111615359E-2</c:v>
                  </c:pt>
                  <c:pt idx="17">
                    <c:v>9.7619989172510798E-3</c:v>
                  </c:pt>
                  <c:pt idx="18">
                    <c:v>9.9253046761297852E-3</c:v>
                  </c:pt>
                  <c:pt idx="19">
                    <c:v>1.0677738311817146E-2</c:v>
                  </c:pt>
                  <c:pt idx="20">
                    <c:v>1.2278119752675154E-2</c:v>
                  </c:pt>
                  <c:pt idx="21">
                    <c:v>1.3166167653446746E-2</c:v>
                  </c:pt>
                  <c:pt idx="22">
                    <c:v>1.3948871631500586E-2</c:v>
                  </c:pt>
                  <c:pt idx="23">
                    <c:v>1.4485083571693383E-2</c:v>
                  </c:pt>
                  <c:pt idx="24">
                    <c:v>1.3437992664859537E-2</c:v>
                  </c:pt>
                  <c:pt idx="25">
                    <c:v>1.2250384170823025E-2</c:v>
                  </c:pt>
                  <c:pt idx="26">
                    <c:v>1.0663512411984237E-2</c:v>
                  </c:pt>
                  <c:pt idx="27">
                    <c:v>9.4258195806906035E-3</c:v>
                  </c:pt>
                  <c:pt idx="28">
                    <c:v>8.5645946746644649E-3</c:v>
                  </c:pt>
                  <c:pt idx="29">
                    <c:v>8.442273851207974E-3</c:v>
                  </c:pt>
                  <c:pt idx="30">
                    <c:v>8.2646471868311044E-3</c:v>
                  </c:pt>
                  <c:pt idx="31">
                    <c:v>8.1863394977845453E-3</c:v>
                  </c:pt>
                  <c:pt idx="32">
                    <c:v>8.2263927451471947E-3</c:v>
                  </c:pt>
                  <c:pt idx="33">
                    <c:v>8.5457770328037173E-3</c:v>
                  </c:pt>
                  <c:pt idx="34">
                    <c:v>8.1498792098925726E-3</c:v>
                  </c:pt>
                  <c:pt idx="35">
                    <c:v>8.4214060969394818E-3</c:v>
                  </c:pt>
                  <c:pt idx="36">
                    <c:v>8.5173407910556914E-3</c:v>
                  </c:pt>
                  <c:pt idx="37">
                    <c:v>8.6588173176551618E-3</c:v>
                  </c:pt>
                  <c:pt idx="38">
                    <c:v>8.8865983447497382E-3</c:v>
                  </c:pt>
                  <c:pt idx="39">
                    <c:v>9.1210353239532058E-3</c:v>
                  </c:pt>
                  <c:pt idx="40">
                    <c:v>8.7470831924369372E-3</c:v>
                  </c:pt>
                  <c:pt idx="41">
                    <c:v>9.1343696425260461E-3</c:v>
                  </c:pt>
                  <c:pt idx="42">
                    <c:v>9.8533930537062307E-3</c:v>
                  </c:pt>
                  <c:pt idx="43">
                    <c:v>9.993325927687426E-3</c:v>
                  </c:pt>
                  <c:pt idx="44">
                    <c:v>1.0482906191145558E-2</c:v>
                  </c:pt>
                  <c:pt idx="45">
                    <c:v>1.0978473668107053E-2</c:v>
                  </c:pt>
                  <c:pt idx="46">
                    <c:v>1.2050498069767815E-2</c:v>
                  </c:pt>
                  <c:pt idx="47">
                    <c:v>1.1566207720262961E-2</c:v>
                  </c:pt>
                  <c:pt idx="48">
                    <c:v>1.1495432442544267E-2</c:v>
                  </c:pt>
                  <c:pt idx="49">
                    <c:v>1.2204332605072971E-2</c:v>
                  </c:pt>
                </c:numCache>
              </c:numRef>
            </c:plus>
            <c:minus>
              <c:numRef>
                <c:f>Winter!$C$42:$AZ$42</c:f>
                <c:numCache>
                  <c:formatCode>General</c:formatCode>
                  <c:ptCount val="50"/>
                  <c:pt idx="0">
                    <c:v>7.8461862495966383E-3</c:v>
                  </c:pt>
                  <c:pt idx="1">
                    <c:v>9.2859233511944882E-3</c:v>
                  </c:pt>
                  <c:pt idx="2">
                    <c:v>9.9003281454641268E-3</c:v>
                  </c:pt>
                  <c:pt idx="3">
                    <c:v>1.058654197852152E-2</c:v>
                  </c:pt>
                  <c:pt idx="4">
                    <c:v>1.0820276554854593E-2</c:v>
                  </c:pt>
                  <c:pt idx="5">
                    <c:v>1.094638374625727E-2</c:v>
                  </c:pt>
                  <c:pt idx="6">
                    <c:v>1.1259777681364097E-2</c:v>
                  </c:pt>
                  <c:pt idx="7">
                    <c:v>1.0986503106827177E-2</c:v>
                  </c:pt>
                  <c:pt idx="8">
                    <c:v>1.1813823030286082E-2</c:v>
                  </c:pt>
                  <c:pt idx="9">
                    <c:v>1.2276064791229354E-2</c:v>
                  </c:pt>
                  <c:pt idx="10">
                    <c:v>1.2618559469093142E-2</c:v>
                  </c:pt>
                  <c:pt idx="11">
                    <c:v>1.3278335269764739E-2</c:v>
                  </c:pt>
                  <c:pt idx="12">
                    <c:v>1.3254559189053296E-2</c:v>
                  </c:pt>
                  <c:pt idx="13">
                    <c:v>1.2837152370701335E-2</c:v>
                  </c:pt>
                  <c:pt idx="14">
                    <c:v>1.2051568220588586E-2</c:v>
                  </c:pt>
                  <c:pt idx="15">
                    <c:v>1.0881060843063024E-2</c:v>
                  </c:pt>
                  <c:pt idx="16">
                    <c:v>1.0024883111615359E-2</c:v>
                  </c:pt>
                  <c:pt idx="17">
                    <c:v>9.7619989172510798E-3</c:v>
                  </c:pt>
                  <c:pt idx="18">
                    <c:v>9.9253046761297852E-3</c:v>
                  </c:pt>
                  <c:pt idx="19">
                    <c:v>1.0677738311817146E-2</c:v>
                  </c:pt>
                  <c:pt idx="20">
                    <c:v>1.2278119752675154E-2</c:v>
                  </c:pt>
                  <c:pt idx="21">
                    <c:v>1.3166167653446746E-2</c:v>
                  </c:pt>
                  <c:pt idx="22">
                    <c:v>1.3948871631500586E-2</c:v>
                  </c:pt>
                  <c:pt idx="23">
                    <c:v>1.4485083571693383E-2</c:v>
                  </c:pt>
                  <c:pt idx="24">
                    <c:v>1.3437992664859537E-2</c:v>
                  </c:pt>
                  <c:pt idx="25">
                    <c:v>1.2250384170823025E-2</c:v>
                  </c:pt>
                  <c:pt idx="26">
                    <c:v>1.0663512411984237E-2</c:v>
                  </c:pt>
                  <c:pt idx="27">
                    <c:v>9.4258195806906035E-3</c:v>
                  </c:pt>
                  <c:pt idx="28">
                    <c:v>8.5645946746644649E-3</c:v>
                  </c:pt>
                  <c:pt idx="29">
                    <c:v>8.442273851207974E-3</c:v>
                  </c:pt>
                  <c:pt idx="30">
                    <c:v>8.2646471868311044E-3</c:v>
                  </c:pt>
                  <c:pt idx="31">
                    <c:v>8.1863394977845453E-3</c:v>
                  </c:pt>
                  <c:pt idx="32">
                    <c:v>8.2263927451471947E-3</c:v>
                  </c:pt>
                  <c:pt idx="33">
                    <c:v>8.5457770328037173E-3</c:v>
                  </c:pt>
                  <c:pt idx="34">
                    <c:v>8.1498792098925726E-3</c:v>
                  </c:pt>
                  <c:pt idx="35">
                    <c:v>8.4214060969394818E-3</c:v>
                  </c:pt>
                  <c:pt idx="36">
                    <c:v>8.5173407910556914E-3</c:v>
                  </c:pt>
                  <c:pt idx="37">
                    <c:v>8.6588173176551618E-3</c:v>
                  </c:pt>
                  <c:pt idx="38">
                    <c:v>8.8865983447497382E-3</c:v>
                  </c:pt>
                  <c:pt idx="39">
                    <c:v>9.1210353239532058E-3</c:v>
                  </c:pt>
                  <c:pt idx="40">
                    <c:v>8.7470831924369372E-3</c:v>
                  </c:pt>
                  <c:pt idx="41">
                    <c:v>9.1343696425260461E-3</c:v>
                  </c:pt>
                  <c:pt idx="42">
                    <c:v>9.8533930537062307E-3</c:v>
                  </c:pt>
                  <c:pt idx="43">
                    <c:v>9.993325927687426E-3</c:v>
                  </c:pt>
                  <c:pt idx="44">
                    <c:v>1.0482906191145558E-2</c:v>
                  </c:pt>
                  <c:pt idx="45">
                    <c:v>1.0978473668107053E-2</c:v>
                  </c:pt>
                  <c:pt idx="46">
                    <c:v>1.2050498069767815E-2</c:v>
                  </c:pt>
                  <c:pt idx="47">
                    <c:v>1.1566207720262961E-2</c:v>
                  </c:pt>
                  <c:pt idx="48">
                    <c:v>1.1495432442544267E-2</c:v>
                  </c:pt>
                  <c:pt idx="49">
                    <c:v>1.2204332605072971E-2</c:v>
                  </c:pt>
                </c:numCache>
              </c:numRef>
            </c:minus>
            <c:spPr>
              <a:ln>
                <a:solidFill>
                  <a:schemeClr val="accent1"/>
                </a:solidFill>
              </a:ln>
            </c:spPr>
          </c:errBars>
          <c:xVal>
            <c:numRef>
              <c:f>Winter!$C$41:$BM$41</c:f>
              <c:numCache>
                <c:formatCode>General</c:formatCode>
                <c:ptCount val="63"/>
                <c:pt idx="0">
                  <c:v>-9.602662509448226E-2</c:v>
                </c:pt>
                <c:pt idx="1">
                  <c:v>-1.2567760770975054E-2</c:v>
                </c:pt>
                <c:pt idx="2">
                  <c:v>-1.4483467498110381E-2</c:v>
                </c:pt>
                <c:pt idx="3">
                  <c:v>-2.2755914588057403E-2</c:v>
                </c:pt>
                <c:pt idx="4">
                  <c:v>-1.3639153439153444E-2</c:v>
                </c:pt>
                <c:pt idx="5">
                  <c:v>-1.2896012849584268E-2</c:v>
                </c:pt>
                <c:pt idx="6">
                  <c:v>-1.0479610733182165E-2</c:v>
                </c:pt>
                <c:pt idx="7">
                  <c:v>-7.3204837490551816E-3</c:v>
                </c:pt>
                <c:pt idx="8">
                  <c:v>5.1209372637943656E-4</c:v>
                </c:pt>
                <c:pt idx="9">
                  <c:v>1.8272864701436189E-3</c:v>
                </c:pt>
                <c:pt idx="10">
                  <c:v>1.2849584278155685E-3</c:v>
                </c:pt>
                <c:pt idx="11">
                  <c:v>-8.5034013605440439E-4</c:v>
                </c:pt>
                <c:pt idx="12">
                  <c:v>-6.3492063492063553E-3</c:v>
                </c:pt>
                <c:pt idx="13">
                  <c:v>-1.0846560846560849E-2</c:v>
                </c:pt>
                <c:pt idx="14">
                  <c:v>-2.0786092214663623E-2</c:v>
                </c:pt>
                <c:pt idx="15">
                  <c:v>-2.8231292517006797E-2</c:v>
                </c:pt>
                <c:pt idx="16">
                  <c:v>-2.7430949678395791E-2</c:v>
                </c:pt>
                <c:pt idx="17">
                  <c:v>-1.7839576239122221E-2</c:v>
                </c:pt>
                <c:pt idx="18">
                  <c:v>-1.2031782065834301E-2</c:v>
                </c:pt>
                <c:pt idx="19">
                  <c:v>-7.2133637053910264E-3</c:v>
                </c:pt>
                <c:pt idx="20">
                  <c:v>9.2761904761904934E-3</c:v>
                </c:pt>
                <c:pt idx="21">
                  <c:v>2.464681176021383E-2</c:v>
                </c:pt>
                <c:pt idx="22">
                  <c:v>2.4169530355097342E-2</c:v>
                </c:pt>
                <c:pt idx="23">
                  <c:v>2.9439969313387097E-2</c:v>
                </c:pt>
                <c:pt idx="24">
                  <c:v>3.268049155145928E-2</c:v>
                </c:pt>
                <c:pt idx="25">
                  <c:v>2.2882986913010054E-2</c:v>
                </c:pt>
                <c:pt idx="26">
                  <c:v>1.5680587780355741E-2</c:v>
                </c:pt>
                <c:pt idx="27">
                  <c:v>1.8948182521268345E-2</c:v>
                </c:pt>
                <c:pt idx="28">
                  <c:v>1.6802641802641804E-2</c:v>
                </c:pt>
                <c:pt idx="29">
                  <c:v>2.0253411306042905E-2</c:v>
                </c:pt>
                <c:pt idx="30">
                  <c:v>1.8096357226791999E-2</c:v>
                </c:pt>
                <c:pt idx="31">
                  <c:v>2.8985507246376843E-2</c:v>
                </c:pt>
                <c:pt idx="32">
                  <c:v>3.2228796844181451E-2</c:v>
                </c:pt>
                <c:pt idx="33">
                  <c:v>2.4332935085623196E-2</c:v>
                </c:pt>
                <c:pt idx="34">
                  <c:v>1.4897466827502965E-2</c:v>
                </c:pt>
                <c:pt idx="35">
                  <c:v>8.7061668681982819E-3</c:v>
                </c:pt>
                <c:pt idx="36">
                  <c:v>1.2089490968801278E-2</c:v>
                </c:pt>
                <c:pt idx="37">
                  <c:v>1.5279503105590011E-2</c:v>
                </c:pt>
                <c:pt idx="38">
                  <c:v>8.5762568652302754E-3</c:v>
                </c:pt>
                <c:pt idx="39">
                  <c:v>7.0849338454972381E-3</c:v>
                </c:pt>
                <c:pt idx="40">
                  <c:v>9.1849935316947132E-3</c:v>
                </c:pt>
                <c:pt idx="41">
                  <c:v>5.0925925925925843E-3</c:v>
                </c:pt>
                <c:pt idx="42">
                  <c:v>-1.4043419267299854E-2</c:v>
                </c:pt>
                <c:pt idx="43">
                  <c:v>-3.2157676348547722E-2</c:v>
                </c:pt>
                <c:pt idx="44">
                  <c:v>-3.1447430457331435E-2</c:v>
                </c:pt>
                <c:pt idx="45">
                  <c:v>-1.4942528735632187E-2</c:v>
                </c:pt>
                <c:pt idx="46">
                  <c:v>-1.7428711897738446E-2</c:v>
                </c:pt>
                <c:pt idx="47">
                  <c:v>-3.2124874118831824E-2</c:v>
                </c:pt>
                <c:pt idx="48">
                  <c:v>-2.5565843621399215E-2</c:v>
                </c:pt>
                <c:pt idx="49">
                  <c:v>-2.9305776364599873E-2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Winter!$A$10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Winter!$C$45:$BM$45</c:f>
                <c:numCache>
                  <c:formatCode>General</c:formatCode>
                  <c:ptCount val="63"/>
                  <c:pt idx="0">
                    <c:v>1.4167614168293392E-2</c:v>
                  </c:pt>
                  <c:pt idx="1">
                    <c:v>1.7192463038138015E-2</c:v>
                  </c:pt>
                  <c:pt idx="2">
                    <c:v>1.9254843111914492E-2</c:v>
                  </c:pt>
                  <c:pt idx="3">
                    <c:v>1.875285496649623E-2</c:v>
                  </c:pt>
                  <c:pt idx="4">
                    <c:v>1.9209033273079032E-2</c:v>
                  </c:pt>
                  <c:pt idx="5">
                    <c:v>2.0542913426377846E-2</c:v>
                  </c:pt>
                  <c:pt idx="6">
                    <c:v>2.1026181491693212E-2</c:v>
                  </c:pt>
                  <c:pt idx="7">
                    <c:v>2.2482589086179602E-2</c:v>
                  </c:pt>
                  <c:pt idx="8">
                    <c:v>2.3926048340044023E-2</c:v>
                  </c:pt>
                  <c:pt idx="9">
                    <c:v>2.5578471554262121E-2</c:v>
                  </c:pt>
                  <c:pt idx="10">
                    <c:v>2.6885421171707106E-2</c:v>
                  </c:pt>
                  <c:pt idx="11">
                    <c:v>2.6636570543454915E-2</c:v>
                  </c:pt>
                  <c:pt idx="12">
                    <c:v>2.5060848006830606E-2</c:v>
                  </c:pt>
                  <c:pt idx="13">
                    <c:v>2.3736745895794938E-2</c:v>
                  </c:pt>
                  <c:pt idx="14">
                    <c:v>2.0917347829064303E-2</c:v>
                  </c:pt>
                  <c:pt idx="15">
                    <c:v>1.8223738748639334E-2</c:v>
                  </c:pt>
                  <c:pt idx="16">
                    <c:v>1.7168424583340725E-2</c:v>
                  </c:pt>
                  <c:pt idx="17">
                    <c:v>1.8964530409832422E-2</c:v>
                  </c:pt>
                  <c:pt idx="18">
                    <c:v>2.1986149779433171E-2</c:v>
                  </c:pt>
                  <c:pt idx="19">
                    <c:v>2.2979228299550163E-2</c:v>
                  </c:pt>
                  <c:pt idx="20">
                    <c:v>2.5012946992937393E-2</c:v>
                  </c:pt>
                  <c:pt idx="21">
                    <c:v>2.4939880270011414E-2</c:v>
                  </c:pt>
                  <c:pt idx="22">
                    <c:v>2.3235161123738017E-2</c:v>
                  </c:pt>
                  <c:pt idx="23">
                    <c:v>2.3158472472701794E-2</c:v>
                  </c:pt>
                  <c:pt idx="24">
                    <c:v>2.0537043196172354E-2</c:v>
                  </c:pt>
                  <c:pt idx="25">
                    <c:v>1.9020497664783784E-2</c:v>
                  </c:pt>
                  <c:pt idx="26">
                    <c:v>1.5989738747412965E-2</c:v>
                  </c:pt>
                  <c:pt idx="27">
                    <c:v>1.3964279311647237E-2</c:v>
                  </c:pt>
                  <c:pt idx="28">
                    <c:v>1.3999545069202807E-2</c:v>
                  </c:pt>
                  <c:pt idx="29">
                    <c:v>1.4193886857046053E-2</c:v>
                  </c:pt>
                  <c:pt idx="30">
                    <c:v>1.5393077859869809E-2</c:v>
                  </c:pt>
                  <c:pt idx="31">
                    <c:v>1.4578522966893272E-2</c:v>
                  </c:pt>
                  <c:pt idx="32">
                    <c:v>1.450976776847579E-2</c:v>
                  </c:pt>
                  <c:pt idx="33">
                    <c:v>1.4934800150464996E-2</c:v>
                  </c:pt>
                  <c:pt idx="34">
                    <c:v>1.4872004066248294E-2</c:v>
                  </c:pt>
                  <c:pt idx="35">
                    <c:v>1.525804456445105E-2</c:v>
                  </c:pt>
                  <c:pt idx="36">
                    <c:v>1.6979157856995063E-2</c:v>
                  </c:pt>
                  <c:pt idx="37">
                    <c:v>1.7841531329598891E-2</c:v>
                  </c:pt>
                  <c:pt idx="38">
                    <c:v>1.7503328260008423E-2</c:v>
                  </c:pt>
                  <c:pt idx="39">
                    <c:v>1.7771034468458898E-2</c:v>
                  </c:pt>
                  <c:pt idx="40">
                    <c:v>1.6999744606132745E-2</c:v>
                  </c:pt>
                  <c:pt idx="41">
                    <c:v>1.6949282266554257E-2</c:v>
                  </c:pt>
                  <c:pt idx="42">
                    <c:v>1.575515112471803E-2</c:v>
                  </c:pt>
                  <c:pt idx="43">
                    <c:v>1.7746608616921563E-2</c:v>
                  </c:pt>
                  <c:pt idx="44">
                    <c:v>1.8898422882645663E-2</c:v>
                  </c:pt>
                  <c:pt idx="45">
                    <c:v>1.9379614095033176E-2</c:v>
                  </c:pt>
                  <c:pt idx="46">
                    <c:v>1.7087614133766103E-2</c:v>
                  </c:pt>
                  <c:pt idx="47">
                    <c:v>1.9412765289662137E-2</c:v>
                  </c:pt>
                  <c:pt idx="48">
                    <c:v>2.1743935063507348E-2</c:v>
                  </c:pt>
                  <c:pt idx="49">
                    <c:v>2.2225970754472146E-2</c:v>
                  </c:pt>
                  <c:pt idx="50">
                    <c:v>2.2942108871800152E-2</c:v>
                  </c:pt>
                  <c:pt idx="51">
                    <c:v>2.3584139164483358E-2</c:v>
                  </c:pt>
                  <c:pt idx="52">
                    <c:v>2.2164951270554862E-2</c:v>
                  </c:pt>
                  <c:pt idx="53">
                    <c:v>2.4741263473784039E-2</c:v>
                  </c:pt>
                  <c:pt idx="54">
                    <c:v>2.5240970351444295E-2</c:v>
                  </c:pt>
                  <c:pt idx="55">
                    <c:v>2.522974478471747E-2</c:v>
                  </c:pt>
                  <c:pt idx="56">
                    <c:v>2.9924394950597073E-2</c:v>
                  </c:pt>
                  <c:pt idx="57">
                    <c:v>3.1791339866059455E-2</c:v>
                  </c:pt>
                  <c:pt idx="58">
                    <c:v>3.1729361305697798E-2</c:v>
                  </c:pt>
                  <c:pt idx="59">
                    <c:v>3.3517897187721933E-2</c:v>
                  </c:pt>
                  <c:pt idx="60">
                    <c:v>3.6347102681908668E-2</c:v>
                  </c:pt>
                  <c:pt idx="61">
                    <c:v>3.6495543281321562E-2</c:v>
                  </c:pt>
                  <c:pt idx="62">
                    <c:v>4.6679333156339632E-2</c:v>
                  </c:pt>
                </c:numCache>
              </c:numRef>
            </c:plus>
            <c:minus>
              <c:numRef>
                <c:f>Winter!$C$45:$BM$45</c:f>
                <c:numCache>
                  <c:formatCode>General</c:formatCode>
                  <c:ptCount val="63"/>
                  <c:pt idx="0">
                    <c:v>1.4167614168293392E-2</c:v>
                  </c:pt>
                  <c:pt idx="1">
                    <c:v>1.7192463038138015E-2</c:v>
                  </c:pt>
                  <c:pt idx="2">
                    <c:v>1.9254843111914492E-2</c:v>
                  </c:pt>
                  <c:pt idx="3">
                    <c:v>1.875285496649623E-2</c:v>
                  </c:pt>
                  <c:pt idx="4">
                    <c:v>1.9209033273079032E-2</c:v>
                  </c:pt>
                  <c:pt idx="5">
                    <c:v>2.0542913426377846E-2</c:v>
                  </c:pt>
                  <c:pt idx="6">
                    <c:v>2.1026181491693212E-2</c:v>
                  </c:pt>
                  <c:pt idx="7">
                    <c:v>2.2482589086179602E-2</c:v>
                  </c:pt>
                  <c:pt idx="8">
                    <c:v>2.3926048340044023E-2</c:v>
                  </c:pt>
                  <c:pt idx="9">
                    <c:v>2.5578471554262121E-2</c:v>
                  </c:pt>
                  <c:pt idx="10">
                    <c:v>2.6885421171707106E-2</c:v>
                  </c:pt>
                  <c:pt idx="11">
                    <c:v>2.6636570543454915E-2</c:v>
                  </c:pt>
                  <c:pt idx="12">
                    <c:v>2.5060848006830606E-2</c:v>
                  </c:pt>
                  <c:pt idx="13">
                    <c:v>2.3736745895794938E-2</c:v>
                  </c:pt>
                  <c:pt idx="14">
                    <c:v>2.0917347829064303E-2</c:v>
                  </c:pt>
                  <c:pt idx="15">
                    <c:v>1.8223738748639334E-2</c:v>
                  </c:pt>
                  <c:pt idx="16">
                    <c:v>1.7168424583340725E-2</c:v>
                  </c:pt>
                  <c:pt idx="17">
                    <c:v>1.8964530409832422E-2</c:v>
                  </c:pt>
                  <c:pt idx="18">
                    <c:v>2.1986149779433171E-2</c:v>
                  </c:pt>
                  <c:pt idx="19">
                    <c:v>2.2979228299550163E-2</c:v>
                  </c:pt>
                  <c:pt idx="20">
                    <c:v>2.5012946992937393E-2</c:v>
                  </c:pt>
                  <c:pt idx="21">
                    <c:v>2.4939880270011414E-2</c:v>
                  </c:pt>
                  <c:pt idx="22">
                    <c:v>2.3235161123738017E-2</c:v>
                  </c:pt>
                  <c:pt idx="23">
                    <c:v>2.3158472472701794E-2</c:v>
                  </c:pt>
                  <c:pt idx="24">
                    <c:v>2.0537043196172354E-2</c:v>
                  </c:pt>
                  <c:pt idx="25">
                    <c:v>1.9020497664783784E-2</c:v>
                  </c:pt>
                  <c:pt idx="26">
                    <c:v>1.5989738747412965E-2</c:v>
                  </c:pt>
                  <c:pt idx="27">
                    <c:v>1.3964279311647237E-2</c:v>
                  </c:pt>
                  <c:pt idx="28">
                    <c:v>1.3999545069202807E-2</c:v>
                  </c:pt>
                  <c:pt idx="29">
                    <c:v>1.4193886857046053E-2</c:v>
                  </c:pt>
                  <c:pt idx="30">
                    <c:v>1.5393077859869809E-2</c:v>
                  </c:pt>
                  <c:pt idx="31">
                    <c:v>1.4578522966893272E-2</c:v>
                  </c:pt>
                  <c:pt idx="32">
                    <c:v>1.450976776847579E-2</c:v>
                  </c:pt>
                  <c:pt idx="33">
                    <c:v>1.4934800150464996E-2</c:v>
                  </c:pt>
                  <c:pt idx="34">
                    <c:v>1.4872004066248294E-2</c:v>
                  </c:pt>
                  <c:pt idx="35">
                    <c:v>1.525804456445105E-2</c:v>
                  </c:pt>
                  <c:pt idx="36">
                    <c:v>1.6979157856995063E-2</c:v>
                  </c:pt>
                  <c:pt idx="37">
                    <c:v>1.7841531329598891E-2</c:v>
                  </c:pt>
                  <c:pt idx="38">
                    <c:v>1.7503328260008423E-2</c:v>
                  </c:pt>
                  <c:pt idx="39">
                    <c:v>1.7771034468458898E-2</c:v>
                  </c:pt>
                  <c:pt idx="40">
                    <c:v>1.6999744606132745E-2</c:v>
                  </c:pt>
                  <c:pt idx="41">
                    <c:v>1.6949282266554257E-2</c:v>
                  </c:pt>
                  <c:pt idx="42">
                    <c:v>1.575515112471803E-2</c:v>
                  </c:pt>
                  <c:pt idx="43">
                    <c:v>1.7746608616921563E-2</c:v>
                  </c:pt>
                  <c:pt idx="44">
                    <c:v>1.8898422882645663E-2</c:v>
                  </c:pt>
                  <c:pt idx="45">
                    <c:v>1.9379614095033176E-2</c:v>
                  </c:pt>
                  <c:pt idx="46">
                    <c:v>1.7087614133766103E-2</c:v>
                  </c:pt>
                  <c:pt idx="47">
                    <c:v>1.9412765289662137E-2</c:v>
                  </c:pt>
                  <c:pt idx="48">
                    <c:v>2.1743935063507348E-2</c:v>
                  </c:pt>
                  <c:pt idx="49">
                    <c:v>2.2225970754472146E-2</c:v>
                  </c:pt>
                  <c:pt idx="50">
                    <c:v>2.2942108871800152E-2</c:v>
                  </c:pt>
                  <c:pt idx="51">
                    <c:v>2.3584139164483358E-2</c:v>
                  </c:pt>
                  <c:pt idx="52">
                    <c:v>2.2164951270554862E-2</c:v>
                  </c:pt>
                  <c:pt idx="53">
                    <c:v>2.4741263473784039E-2</c:v>
                  </c:pt>
                  <c:pt idx="54">
                    <c:v>2.5240970351444295E-2</c:v>
                  </c:pt>
                  <c:pt idx="55">
                    <c:v>2.522974478471747E-2</c:v>
                  </c:pt>
                  <c:pt idx="56">
                    <c:v>2.9924394950597073E-2</c:v>
                  </c:pt>
                  <c:pt idx="57">
                    <c:v>3.1791339866059455E-2</c:v>
                  </c:pt>
                  <c:pt idx="58">
                    <c:v>3.1729361305697798E-2</c:v>
                  </c:pt>
                  <c:pt idx="59">
                    <c:v>3.3517897187721933E-2</c:v>
                  </c:pt>
                  <c:pt idx="60">
                    <c:v>3.6347102681908668E-2</c:v>
                  </c:pt>
                  <c:pt idx="61">
                    <c:v>3.6495543281321562E-2</c:v>
                  </c:pt>
                  <c:pt idx="62">
                    <c:v>4.6679333156339632E-2</c:v>
                  </c:pt>
                </c:numCache>
              </c:numRef>
            </c:minus>
            <c:spPr>
              <a:ln>
                <a:solidFill>
                  <a:schemeClr val="accent2"/>
                </a:solidFill>
              </a:ln>
            </c:spPr>
          </c:errBars>
          <c:xVal>
            <c:numRef>
              <c:f>Winter!$C$44:$BM$44</c:f>
              <c:numCache>
                <c:formatCode>General</c:formatCode>
                <c:ptCount val="63"/>
                <c:pt idx="0">
                  <c:v>-9.2823852308457591E-2</c:v>
                </c:pt>
                <c:pt idx="1">
                  <c:v>-4.9632307218138334E-3</c:v>
                </c:pt>
                <c:pt idx="2">
                  <c:v>3.4384906301106475E-3</c:v>
                </c:pt>
                <c:pt idx="3">
                  <c:v>1.1438897791283232E-2</c:v>
                </c:pt>
                <c:pt idx="4">
                  <c:v>1.2686246849502529E-2</c:v>
                </c:pt>
                <c:pt idx="5">
                  <c:v>-8.9574237913494399E-3</c:v>
                </c:pt>
                <c:pt idx="6">
                  <c:v>-1.7044099245902163E-2</c:v>
                </c:pt>
                <c:pt idx="7">
                  <c:v>-1.8859585439081401E-2</c:v>
                </c:pt>
                <c:pt idx="8">
                  <c:v>-2.6343279979848023E-2</c:v>
                </c:pt>
                <c:pt idx="9">
                  <c:v>-2.1031775060155921E-2</c:v>
                </c:pt>
                <c:pt idx="10">
                  <c:v>-1.3804334273255826E-2</c:v>
                </c:pt>
                <c:pt idx="11">
                  <c:v>-1.1408257639028425E-2</c:v>
                </c:pt>
                <c:pt idx="12">
                  <c:v>-1.8726612738248664E-2</c:v>
                </c:pt>
                <c:pt idx="13">
                  <c:v>-2.0720212191149584E-2</c:v>
                </c:pt>
                <c:pt idx="14">
                  <c:v>-1.7170302021276437E-2</c:v>
                </c:pt>
                <c:pt idx="15">
                  <c:v>-8.0021699735514287E-3</c:v>
                </c:pt>
                <c:pt idx="16">
                  <c:v>2.56336714667099E-3</c:v>
                </c:pt>
                <c:pt idx="17">
                  <c:v>2.6113066830654253E-3</c:v>
                </c:pt>
                <c:pt idx="18">
                  <c:v>8.3857649935499858E-3</c:v>
                </c:pt>
                <c:pt idx="19">
                  <c:v>2.9128789441134152E-2</c:v>
                </c:pt>
                <c:pt idx="20">
                  <c:v>5.9520476834380685E-2</c:v>
                </c:pt>
                <c:pt idx="21">
                  <c:v>4.3481853290197631E-2</c:v>
                </c:pt>
                <c:pt idx="22">
                  <c:v>3.2474982578897339E-2</c:v>
                </c:pt>
                <c:pt idx="23">
                  <c:v>1.88005166366703E-2</c:v>
                </c:pt>
                <c:pt idx="24">
                  <c:v>2.8862204222613805E-2</c:v>
                </c:pt>
                <c:pt idx="25">
                  <c:v>1.5478689643086999E-2</c:v>
                </c:pt>
                <c:pt idx="26">
                  <c:v>3.1910786265156428E-2</c:v>
                </c:pt>
                <c:pt idx="27">
                  <c:v>3.1966675284331551E-2</c:v>
                </c:pt>
                <c:pt idx="28">
                  <c:v>1.8210949612036016E-2</c:v>
                </c:pt>
                <c:pt idx="29">
                  <c:v>5.8050947139237979E-3</c:v>
                </c:pt>
                <c:pt idx="30">
                  <c:v>-9.4565866737816671E-3</c:v>
                </c:pt>
                <c:pt idx="31">
                  <c:v>-1.186537179145924E-2</c:v>
                </c:pt>
                <c:pt idx="32">
                  <c:v>2.5981337680685127E-2</c:v>
                </c:pt>
                <c:pt idx="33">
                  <c:v>4.2354915816069554E-3</c:v>
                </c:pt>
                <c:pt idx="34">
                  <c:v>2.050367333879163E-2</c:v>
                </c:pt>
                <c:pt idx="35">
                  <c:v>2.3796871848060574E-2</c:v>
                </c:pt>
                <c:pt idx="36">
                  <c:v>1.6528213736650883E-2</c:v>
                </c:pt>
                <c:pt idx="37">
                  <c:v>1.0952547814503062E-2</c:v>
                </c:pt>
                <c:pt idx="38">
                  <c:v>1.8889923353120525E-2</c:v>
                </c:pt>
                <c:pt idx="39">
                  <c:v>1.0975940215930598E-2</c:v>
                </c:pt>
                <c:pt idx="40">
                  <c:v>8.6657672732635852E-4</c:v>
                </c:pt>
                <c:pt idx="41">
                  <c:v>-9.7261719139499735E-3</c:v>
                </c:pt>
                <c:pt idx="42">
                  <c:v>-9.7160000603490801E-4</c:v>
                </c:pt>
                <c:pt idx="43">
                  <c:v>4.1205599338866531E-3</c:v>
                </c:pt>
                <c:pt idx="44">
                  <c:v>-6.068317969773032E-3</c:v>
                </c:pt>
                <c:pt idx="45">
                  <c:v>6.9879778835191426E-3</c:v>
                </c:pt>
                <c:pt idx="46">
                  <c:v>-5.7711473694043725E-3</c:v>
                </c:pt>
                <c:pt idx="47">
                  <c:v>-3.9191418557710293E-2</c:v>
                </c:pt>
                <c:pt idx="48">
                  <c:v>-5.3955976456641533E-2</c:v>
                </c:pt>
                <c:pt idx="49">
                  <c:v>-6.12527051939383E-2</c:v>
                </c:pt>
                <c:pt idx="50">
                  <c:v>-7.4957630867120623E-2</c:v>
                </c:pt>
                <c:pt idx="51">
                  <c:v>-6.553147744282399E-2</c:v>
                </c:pt>
                <c:pt idx="52">
                  <c:v>-6.3046285429952373E-2</c:v>
                </c:pt>
                <c:pt idx="53">
                  <c:v>-4.7900441333893679E-2</c:v>
                </c:pt>
                <c:pt idx="54">
                  <c:v>-4.2899052555301638E-2</c:v>
                </c:pt>
                <c:pt idx="55">
                  <c:v>-6.3700653279434721E-2</c:v>
                </c:pt>
                <c:pt idx="56">
                  <c:v>-6.251697416971258E-2</c:v>
                </c:pt>
                <c:pt idx="57">
                  <c:v>-6.4643358478249563E-2</c:v>
                </c:pt>
                <c:pt idx="58">
                  <c:v>-8.6095734313549513E-2</c:v>
                </c:pt>
                <c:pt idx="59">
                  <c:v>-8.0412932304556567E-2</c:v>
                </c:pt>
                <c:pt idx="60">
                  <c:v>-4.9326161583015844E-2</c:v>
                </c:pt>
                <c:pt idx="61">
                  <c:v>-1.9006250389052522E-2</c:v>
                </c:pt>
                <c:pt idx="62">
                  <c:v>-4.5438959892089847E-2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Winter!$A$13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Winter!$C$48:$BM$48</c:f>
                <c:numCache>
                  <c:formatCode>General</c:formatCode>
                  <c:ptCount val="63"/>
                  <c:pt idx="0">
                    <c:v>1.9888363767926749E-2</c:v>
                  </c:pt>
                  <c:pt idx="1">
                    <c:v>2.1207797974671028E-2</c:v>
                  </c:pt>
                  <c:pt idx="2">
                    <c:v>1.9360718410543636E-2</c:v>
                  </c:pt>
                  <c:pt idx="3">
                    <c:v>1.7480315349769068E-2</c:v>
                  </c:pt>
                  <c:pt idx="4">
                    <c:v>1.7191051045755905E-2</c:v>
                  </c:pt>
                  <c:pt idx="5">
                    <c:v>1.7169664871418341E-2</c:v>
                  </c:pt>
                  <c:pt idx="6">
                    <c:v>1.6901591556606949E-2</c:v>
                  </c:pt>
                  <c:pt idx="7">
                    <c:v>1.7231734184776453E-2</c:v>
                  </c:pt>
                  <c:pt idx="8">
                    <c:v>1.8129354821507109E-2</c:v>
                  </c:pt>
                  <c:pt idx="9">
                    <c:v>1.8448640631957322E-2</c:v>
                  </c:pt>
                  <c:pt idx="10">
                    <c:v>1.7670696857789908E-2</c:v>
                  </c:pt>
                  <c:pt idx="11">
                    <c:v>1.7645781365759314E-2</c:v>
                  </c:pt>
                  <c:pt idx="12">
                    <c:v>1.7066948376417194E-2</c:v>
                  </c:pt>
                  <c:pt idx="13">
                    <c:v>1.6479651950087638E-2</c:v>
                  </c:pt>
                  <c:pt idx="14">
                    <c:v>1.5486142307681066E-2</c:v>
                  </c:pt>
                  <c:pt idx="15">
                    <c:v>1.4016667447797124E-2</c:v>
                  </c:pt>
                  <c:pt idx="16">
                    <c:v>1.3816160166821708E-2</c:v>
                  </c:pt>
                  <c:pt idx="17">
                    <c:v>1.4062297992187315E-2</c:v>
                  </c:pt>
                  <c:pt idx="18">
                    <c:v>1.4605650692659294E-2</c:v>
                  </c:pt>
                  <c:pt idx="19">
                    <c:v>1.5841853008128431E-2</c:v>
                  </c:pt>
                  <c:pt idx="20">
                    <c:v>1.7080538639914315E-2</c:v>
                  </c:pt>
                  <c:pt idx="21">
                    <c:v>1.8173111866823348E-2</c:v>
                  </c:pt>
                  <c:pt idx="22">
                    <c:v>1.9525173839303519E-2</c:v>
                  </c:pt>
                  <c:pt idx="23">
                    <c:v>1.9610775757546359E-2</c:v>
                  </c:pt>
                  <c:pt idx="24">
                    <c:v>1.8423066279924873E-2</c:v>
                  </c:pt>
                  <c:pt idx="25">
                    <c:v>1.7988145429412947E-2</c:v>
                  </c:pt>
                  <c:pt idx="26">
                    <c:v>1.5758366878862635E-2</c:v>
                  </c:pt>
                  <c:pt idx="27">
                    <c:v>1.4141697482828008E-2</c:v>
                  </c:pt>
                  <c:pt idx="28">
                    <c:v>1.2774330048317486E-2</c:v>
                  </c:pt>
                  <c:pt idx="29">
                    <c:v>1.2829412032569376E-2</c:v>
                  </c:pt>
                  <c:pt idx="30">
                    <c:v>1.3629151824669502E-2</c:v>
                  </c:pt>
                  <c:pt idx="31">
                    <c:v>1.4129621132726209E-2</c:v>
                  </c:pt>
                  <c:pt idx="32">
                    <c:v>1.3472289747946729E-2</c:v>
                  </c:pt>
                  <c:pt idx="33">
                    <c:v>1.3234253346214642E-2</c:v>
                  </c:pt>
                  <c:pt idx="34">
                    <c:v>1.3344172006882617E-2</c:v>
                  </c:pt>
                  <c:pt idx="35">
                    <c:v>1.322112404394209E-2</c:v>
                  </c:pt>
                  <c:pt idx="36">
                    <c:v>1.3779213723130927E-2</c:v>
                  </c:pt>
                  <c:pt idx="37">
                    <c:v>1.2657520120127178E-2</c:v>
                  </c:pt>
                  <c:pt idx="38">
                    <c:v>1.2960518409847771E-2</c:v>
                  </c:pt>
                  <c:pt idx="39">
                    <c:v>1.2635812748322579E-2</c:v>
                  </c:pt>
                  <c:pt idx="40">
                    <c:v>1.2631971220742893E-2</c:v>
                  </c:pt>
                  <c:pt idx="41">
                    <c:v>1.2826429414804361E-2</c:v>
                  </c:pt>
                  <c:pt idx="42">
                    <c:v>1.2824322012411044E-2</c:v>
                  </c:pt>
                  <c:pt idx="43">
                    <c:v>1.2241936301441976E-2</c:v>
                  </c:pt>
                  <c:pt idx="44">
                    <c:v>1.2153816220304424E-2</c:v>
                  </c:pt>
                  <c:pt idx="45">
                    <c:v>1.3688306910892225E-2</c:v>
                  </c:pt>
                  <c:pt idx="46">
                    <c:v>1.4256848735772628E-2</c:v>
                  </c:pt>
                  <c:pt idx="47">
                    <c:v>1.4662370180649389E-2</c:v>
                  </c:pt>
                  <c:pt idx="48">
                    <c:v>1.6298986197922524E-2</c:v>
                  </c:pt>
                  <c:pt idx="49">
                    <c:v>1.7101623003653976E-2</c:v>
                  </c:pt>
                  <c:pt idx="50">
                    <c:v>2.0920828134969625E-2</c:v>
                  </c:pt>
                  <c:pt idx="51">
                    <c:v>2.4638184822567792E-2</c:v>
                  </c:pt>
                  <c:pt idx="52">
                    <c:v>2.7618425237257337E-2</c:v>
                  </c:pt>
                  <c:pt idx="53">
                    <c:v>3.0095692536707096E-2</c:v>
                  </c:pt>
                  <c:pt idx="54">
                    <c:v>4.4050527306923999E-2</c:v>
                  </c:pt>
                  <c:pt idx="55">
                    <c:v>5.5796449733838072E-2</c:v>
                  </c:pt>
                  <c:pt idx="56">
                    <c:v>6.734734738454061E-2</c:v>
                  </c:pt>
                  <c:pt idx="57">
                    <c:v>0.15323829435441672</c:v>
                  </c:pt>
                  <c:pt idx="58">
                    <c:v>0.23193602371971639</c:v>
                  </c:pt>
                  <c:pt idx="59">
                    <c:v>0.22829203339185727</c:v>
                  </c:pt>
                  <c:pt idx="60">
                    <c:v>4.0722587218221896E-2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Winter!$C$48:$BM$48</c:f>
                <c:numCache>
                  <c:formatCode>General</c:formatCode>
                  <c:ptCount val="63"/>
                  <c:pt idx="0">
                    <c:v>1.9888363767926749E-2</c:v>
                  </c:pt>
                  <c:pt idx="1">
                    <c:v>2.1207797974671028E-2</c:v>
                  </c:pt>
                  <c:pt idx="2">
                    <c:v>1.9360718410543636E-2</c:v>
                  </c:pt>
                  <c:pt idx="3">
                    <c:v>1.7480315349769068E-2</c:v>
                  </c:pt>
                  <c:pt idx="4">
                    <c:v>1.7191051045755905E-2</c:v>
                  </c:pt>
                  <c:pt idx="5">
                    <c:v>1.7169664871418341E-2</c:v>
                  </c:pt>
                  <c:pt idx="6">
                    <c:v>1.6901591556606949E-2</c:v>
                  </c:pt>
                  <c:pt idx="7">
                    <c:v>1.7231734184776453E-2</c:v>
                  </c:pt>
                  <c:pt idx="8">
                    <c:v>1.8129354821507109E-2</c:v>
                  </c:pt>
                  <c:pt idx="9">
                    <c:v>1.8448640631957322E-2</c:v>
                  </c:pt>
                  <c:pt idx="10">
                    <c:v>1.7670696857789908E-2</c:v>
                  </c:pt>
                  <c:pt idx="11">
                    <c:v>1.7645781365759314E-2</c:v>
                  </c:pt>
                  <c:pt idx="12">
                    <c:v>1.7066948376417194E-2</c:v>
                  </c:pt>
                  <c:pt idx="13">
                    <c:v>1.6479651950087638E-2</c:v>
                  </c:pt>
                  <c:pt idx="14">
                    <c:v>1.5486142307681066E-2</c:v>
                  </c:pt>
                  <c:pt idx="15">
                    <c:v>1.4016667447797124E-2</c:v>
                  </c:pt>
                  <c:pt idx="16">
                    <c:v>1.3816160166821708E-2</c:v>
                  </c:pt>
                  <c:pt idx="17">
                    <c:v>1.4062297992187315E-2</c:v>
                  </c:pt>
                  <c:pt idx="18">
                    <c:v>1.4605650692659294E-2</c:v>
                  </c:pt>
                  <c:pt idx="19">
                    <c:v>1.5841853008128431E-2</c:v>
                  </c:pt>
                  <c:pt idx="20">
                    <c:v>1.7080538639914315E-2</c:v>
                  </c:pt>
                  <c:pt idx="21">
                    <c:v>1.8173111866823348E-2</c:v>
                  </c:pt>
                  <c:pt idx="22">
                    <c:v>1.9525173839303519E-2</c:v>
                  </c:pt>
                  <c:pt idx="23">
                    <c:v>1.9610775757546359E-2</c:v>
                  </c:pt>
                  <c:pt idx="24">
                    <c:v>1.8423066279924873E-2</c:v>
                  </c:pt>
                  <c:pt idx="25">
                    <c:v>1.7988145429412947E-2</c:v>
                  </c:pt>
                  <c:pt idx="26">
                    <c:v>1.5758366878862635E-2</c:v>
                  </c:pt>
                  <c:pt idx="27">
                    <c:v>1.4141697482828008E-2</c:v>
                  </c:pt>
                  <c:pt idx="28">
                    <c:v>1.2774330048317486E-2</c:v>
                  </c:pt>
                  <c:pt idx="29">
                    <c:v>1.2829412032569376E-2</c:v>
                  </c:pt>
                  <c:pt idx="30">
                    <c:v>1.3629151824669502E-2</c:v>
                  </c:pt>
                  <c:pt idx="31">
                    <c:v>1.4129621132726209E-2</c:v>
                  </c:pt>
                  <c:pt idx="32">
                    <c:v>1.3472289747946729E-2</c:v>
                  </c:pt>
                  <c:pt idx="33">
                    <c:v>1.3234253346214642E-2</c:v>
                  </c:pt>
                  <c:pt idx="34">
                    <c:v>1.3344172006882617E-2</c:v>
                  </c:pt>
                  <c:pt idx="35">
                    <c:v>1.322112404394209E-2</c:v>
                  </c:pt>
                  <c:pt idx="36">
                    <c:v>1.3779213723130927E-2</c:v>
                  </c:pt>
                  <c:pt idx="37">
                    <c:v>1.2657520120127178E-2</c:v>
                  </c:pt>
                  <c:pt idx="38">
                    <c:v>1.2960518409847771E-2</c:v>
                  </c:pt>
                  <c:pt idx="39">
                    <c:v>1.2635812748322579E-2</c:v>
                  </c:pt>
                  <c:pt idx="40">
                    <c:v>1.2631971220742893E-2</c:v>
                  </c:pt>
                  <c:pt idx="41">
                    <c:v>1.2826429414804361E-2</c:v>
                  </c:pt>
                  <c:pt idx="42">
                    <c:v>1.2824322012411044E-2</c:v>
                  </c:pt>
                  <c:pt idx="43">
                    <c:v>1.2241936301441976E-2</c:v>
                  </c:pt>
                  <c:pt idx="44">
                    <c:v>1.2153816220304424E-2</c:v>
                  </c:pt>
                  <c:pt idx="45">
                    <c:v>1.3688306910892225E-2</c:v>
                  </c:pt>
                  <c:pt idx="46">
                    <c:v>1.4256848735772628E-2</c:v>
                  </c:pt>
                  <c:pt idx="47">
                    <c:v>1.4662370180649389E-2</c:v>
                  </c:pt>
                  <c:pt idx="48">
                    <c:v>1.6298986197922524E-2</c:v>
                  </c:pt>
                  <c:pt idx="49">
                    <c:v>1.7101623003653976E-2</c:v>
                  </c:pt>
                  <c:pt idx="50">
                    <c:v>2.0920828134969625E-2</c:v>
                  </c:pt>
                  <c:pt idx="51">
                    <c:v>2.4638184822567792E-2</c:v>
                  </c:pt>
                  <c:pt idx="52">
                    <c:v>2.7618425237257337E-2</c:v>
                  </c:pt>
                  <c:pt idx="53">
                    <c:v>3.0095692536707096E-2</c:v>
                  </c:pt>
                  <c:pt idx="54">
                    <c:v>4.4050527306923999E-2</c:v>
                  </c:pt>
                  <c:pt idx="55">
                    <c:v>5.5796449733838072E-2</c:v>
                  </c:pt>
                  <c:pt idx="56">
                    <c:v>6.734734738454061E-2</c:v>
                  </c:pt>
                  <c:pt idx="57">
                    <c:v>0.15323829435441672</c:v>
                  </c:pt>
                  <c:pt idx="58">
                    <c:v>0.23193602371971639</c:v>
                  </c:pt>
                  <c:pt idx="59">
                    <c:v>0.22829203339185727</c:v>
                  </c:pt>
                  <c:pt idx="60">
                    <c:v>4.0722587218221896E-2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>
                <a:solidFill>
                  <a:schemeClr val="accent3"/>
                </a:solidFill>
              </a:ln>
            </c:spPr>
          </c:errBars>
          <c:xVal>
            <c:numRef>
              <c:f>Winter!$C$47:$BM$47</c:f>
              <c:numCache>
                <c:formatCode>General</c:formatCode>
                <c:ptCount val="63"/>
                <c:pt idx="0">
                  <c:v>-0.50728357289197723</c:v>
                </c:pt>
                <c:pt idx="1">
                  <c:v>-7.7274185362330675E-2</c:v>
                </c:pt>
                <c:pt idx="2">
                  <c:v>8.286183905425358E-2</c:v>
                </c:pt>
                <c:pt idx="3">
                  <c:v>3.4865134028293547E-2</c:v>
                </c:pt>
                <c:pt idx="4">
                  <c:v>8.161802080158622E-3</c:v>
                </c:pt>
                <c:pt idx="5">
                  <c:v>-6.4561241976499239E-3</c:v>
                </c:pt>
                <c:pt idx="6">
                  <c:v>-1.3763577237875911E-2</c:v>
                </c:pt>
                <c:pt idx="7">
                  <c:v>-3.0452583876792855E-2</c:v>
                </c:pt>
                <c:pt idx="8">
                  <c:v>-3.5797973585960388E-2</c:v>
                </c:pt>
                <c:pt idx="9">
                  <c:v>-5.0510252404100155E-2</c:v>
                </c:pt>
                <c:pt idx="10">
                  <c:v>-4.6774697410449179E-2</c:v>
                </c:pt>
                <c:pt idx="11">
                  <c:v>-4.2207049680102193E-2</c:v>
                </c:pt>
                <c:pt idx="12">
                  <c:v>-4.0292937189186806E-2</c:v>
                </c:pt>
                <c:pt idx="13">
                  <c:v>-5.2403271285107328E-2</c:v>
                </c:pt>
                <c:pt idx="14">
                  <c:v>-4.3599699568870949E-2</c:v>
                </c:pt>
                <c:pt idx="15">
                  <c:v>-3.6189416754353089E-2</c:v>
                </c:pt>
                <c:pt idx="16">
                  <c:v>-3.2105585074243929E-2</c:v>
                </c:pt>
                <c:pt idx="17">
                  <c:v>-2.6476767927828385E-2</c:v>
                </c:pt>
                <c:pt idx="18">
                  <c:v>-2.6174638663055732E-2</c:v>
                </c:pt>
                <c:pt idx="19">
                  <c:v>-1.052646127780299E-2</c:v>
                </c:pt>
                <c:pt idx="20">
                  <c:v>8.9566813938277319E-3</c:v>
                </c:pt>
                <c:pt idx="21">
                  <c:v>7.5149512593958656E-3</c:v>
                </c:pt>
                <c:pt idx="22">
                  <c:v>2.4472641859926196E-2</c:v>
                </c:pt>
                <c:pt idx="23">
                  <c:v>2.1484933001539142E-2</c:v>
                </c:pt>
                <c:pt idx="24">
                  <c:v>2.635861747869514E-2</c:v>
                </c:pt>
                <c:pt idx="25">
                  <c:v>5.5536016816997861E-3</c:v>
                </c:pt>
                <c:pt idx="26">
                  <c:v>4.4514844024257432E-3</c:v>
                </c:pt>
                <c:pt idx="27">
                  <c:v>1.0248294648253511E-2</c:v>
                </c:pt>
                <c:pt idx="28">
                  <c:v>2.7790679736135332E-2</c:v>
                </c:pt>
                <c:pt idx="29">
                  <c:v>3.5043691873168671E-2</c:v>
                </c:pt>
                <c:pt idx="30">
                  <c:v>1.9797332937999387E-2</c:v>
                </c:pt>
                <c:pt idx="31">
                  <c:v>3.0431062109651994E-2</c:v>
                </c:pt>
                <c:pt idx="32">
                  <c:v>1.6607538061189732E-2</c:v>
                </c:pt>
                <c:pt idx="33">
                  <c:v>3.8827411039591392E-2</c:v>
                </c:pt>
                <c:pt idx="34">
                  <c:v>5.5444797724945559E-2</c:v>
                </c:pt>
                <c:pt idx="35">
                  <c:v>6.221054842040788E-2</c:v>
                </c:pt>
                <c:pt idx="36">
                  <c:v>3.8376215719173566E-2</c:v>
                </c:pt>
                <c:pt idx="37">
                  <c:v>5.1845369936880235E-2</c:v>
                </c:pt>
                <c:pt idx="38">
                  <c:v>4.1206605637470341E-2</c:v>
                </c:pt>
                <c:pt idx="39">
                  <c:v>3.1179463550325852E-2</c:v>
                </c:pt>
                <c:pt idx="40">
                  <c:v>5.2756320459341529E-3</c:v>
                </c:pt>
                <c:pt idx="41">
                  <c:v>7.4130216986084728E-3</c:v>
                </c:pt>
                <c:pt idx="42">
                  <c:v>1.7980192551875371E-2</c:v>
                </c:pt>
                <c:pt idx="43">
                  <c:v>1.5440361075174401E-2</c:v>
                </c:pt>
                <c:pt idx="44">
                  <c:v>-3.7332484792238136E-3</c:v>
                </c:pt>
                <c:pt idx="45">
                  <c:v>-8.4725176057225161E-3</c:v>
                </c:pt>
                <c:pt idx="46">
                  <c:v>-1.7766315335014788E-2</c:v>
                </c:pt>
                <c:pt idx="47">
                  <c:v>-1.7959297323430174E-2</c:v>
                </c:pt>
                <c:pt idx="48">
                  <c:v>-3.1140606973636731E-2</c:v>
                </c:pt>
                <c:pt idx="49">
                  <c:v>-1.9951109809166524E-2</c:v>
                </c:pt>
                <c:pt idx="50">
                  <c:v>-2.0519289312340174E-2</c:v>
                </c:pt>
                <c:pt idx="51">
                  <c:v>-5.3328621057836666E-2</c:v>
                </c:pt>
                <c:pt idx="52">
                  <c:v>-2.4415836442664315E-2</c:v>
                </c:pt>
                <c:pt idx="53">
                  <c:v>1.2997654731432232E-2</c:v>
                </c:pt>
                <c:pt idx="54">
                  <c:v>-1.0963249026893717E-3</c:v>
                </c:pt>
                <c:pt idx="55">
                  <c:v>-1.1112925331728779E-2</c:v>
                </c:pt>
                <c:pt idx="56">
                  <c:v>-1.0176113359383038E-2</c:v>
                </c:pt>
                <c:pt idx="57">
                  <c:v>1.468346976348775E-2</c:v>
                </c:pt>
                <c:pt idx="58">
                  <c:v>-0.22524805426683278</c:v>
                </c:pt>
                <c:pt idx="59">
                  <c:v>-0.12326440603842551</c:v>
                </c:pt>
                <c:pt idx="60">
                  <c:v>-7.5153199964432815E-3</c:v>
                </c:pt>
                <c:pt idx="61">
                  <c:v>0.44176751290653254</c:v>
                </c:pt>
                <c:pt idx="62">
                  <c:v>0</c:v>
                </c:pt>
              </c:numCache>
            </c:numRef>
          </c:xVal>
          <c:yVal>
            <c:numRef>
              <c:f>Winter!$C$3:$BM$3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948096"/>
        <c:axId val="168950016"/>
      </c:scatterChart>
      <c:valAx>
        <c:axId val="16894809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950016"/>
        <c:crosses val="autoZero"/>
        <c:crossBetween val="midCat"/>
      </c:valAx>
      <c:valAx>
        <c:axId val="16895001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6894809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00:00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06:00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Spring!$C$8:$AZ$8</c:f>
                <c:numCache>
                  <c:formatCode>General</c:formatCode>
                  <c:ptCount val="50"/>
                  <c:pt idx="0">
                    <c:v>7.8664072653089247E-3</c:v>
                  </c:pt>
                  <c:pt idx="1">
                    <c:v>8.0095090796325104E-3</c:v>
                  </c:pt>
                  <c:pt idx="2">
                    <c:v>8.0680482439792825E-3</c:v>
                  </c:pt>
                  <c:pt idx="3">
                    <c:v>7.8799716089515918E-3</c:v>
                  </c:pt>
                  <c:pt idx="4">
                    <c:v>8.0135739080136829E-3</c:v>
                  </c:pt>
                  <c:pt idx="5">
                    <c:v>8.5547947075690287E-3</c:v>
                  </c:pt>
                  <c:pt idx="6">
                    <c:v>8.5523403830703934E-3</c:v>
                  </c:pt>
                  <c:pt idx="7">
                    <c:v>9.1159302207433554E-3</c:v>
                  </c:pt>
                  <c:pt idx="8">
                    <c:v>9.5459569195991845E-3</c:v>
                  </c:pt>
                  <c:pt idx="9">
                    <c:v>9.9580869183735835E-3</c:v>
                  </c:pt>
                  <c:pt idx="10">
                    <c:v>9.7762415493900662E-3</c:v>
                  </c:pt>
                  <c:pt idx="11">
                    <c:v>9.5686315971546566E-3</c:v>
                  </c:pt>
                  <c:pt idx="12">
                    <c:v>9.5853947227840779E-3</c:v>
                  </c:pt>
                  <c:pt idx="13">
                    <c:v>9.4204697632087799E-3</c:v>
                  </c:pt>
                  <c:pt idx="14">
                    <c:v>9.2693493035106069E-3</c:v>
                  </c:pt>
                  <c:pt idx="15">
                    <c:v>8.8085524819260068E-3</c:v>
                  </c:pt>
                  <c:pt idx="16">
                    <c:v>8.2393088013372594E-3</c:v>
                  </c:pt>
                  <c:pt idx="17">
                    <c:v>8.3720403703287528E-3</c:v>
                  </c:pt>
                  <c:pt idx="18">
                    <c:v>8.5603719815190178E-3</c:v>
                  </c:pt>
                  <c:pt idx="19">
                    <c:v>9.6590036131586603E-3</c:v>
                  </c:pt>
                  <c:pt idx="20">
                    <c:v>1.0841811034679466E-2</c:v>
                  </c:pt>
                  <c:pt idx="21">
                    <c:v>1.1283188544598859E-2</c:v>
                  </c:pt>
                  <c:pt idx="22">
                    <c:v>1.1938167788155636E-2</c:v>
                  </c:pt>
                  <c:pt idx="23">
                    <c:v>1.1216792108225088E-2</c:v>
                  </c:pt>
                  <c:pt idx="24">
                    <c:v>9.6969397127479248E-3</c:v>
                  </c:pt>
                  <c:pt idx="25">
                    <c:v>8.3708882643732802E-3</c:v>
                  </c:pt>
                  <c:pt idx="26">
                    <c:v>7.7301046773822985E-3</c:v>
                  </c:pt>
                  <c:pt idx="27">
                    <c:v>7.0677277902139249E-3</c:v>
                  </c:pt>
                  <c:pt idx="28">
                    <c:v>6.414437004404314E-3</c:v>
                  </c:pt>
                  <c:pt idx="29">
                    <c:v>6.3841556936183831E-3</c:v>
                  </c:pt>
                  <c:pt idx="30">
                    <c:v>6.3439505906618242E-3</c:v>
                  </c:pt>
                  <c:pt idx="31">
                    <c:v>6.2812356213320999E-3</c:v>
                  </c:pt>
                  <c:pt idx="32">
                    <c:v>6.2600138963008747E-3</c:v>
                  </c:pt>
                  <c:pt idx="33">
                    <c:v>6.3929715070460127E-3</c:v>
                  </c:pt>
                  <c:pt idx="34">
                    <c:v>6.1362011857019842E-3</c:v>
                  </c:pt>
                  <c:pt idx="35">
                    <c:v>6.1743609838756453E-3</c:v>
                  </c:pt>
                  <c:pt idx="36">
                    <c:v>6.3659916004782172E-3</c:v>
                  </c:pt>
                  <c:pt idx="37">
                    <c:v>6.3256654569172977E-3</c:v>
                  </c:pt>
                  <c:pt idx="38">
                    <c:v>6.3309643406921504E-3</c:v>
                  </c:pt>
                  <c:pt idx="39">
                    <c:v>6.6846200815747813E-3</c:v>
                  </c:pt>
                  <c:pt idx="40">
                    <c:v>6.8948293303946794E-3</c:v>
                  </c:pt>
                  <c:pt idx="41">
                    <c:v>7.1858248506807302E-3</c:v>
                  </c:pt>
                  <c:pt idx="42">
                    <c:v>7.0463818988821952E-3</c:v>
                  </c:pt>
                  <c:pt idx="43">
                    <c:v>7.1468729784136178E-3</c:v>
                  </c:pt>
                  <c:pt idx="44">
                    <c:v>7.4655473929497321E-3</c:v>
                  </c:pt>
                  <c:pt idx="45">
                    <c:v>7.8405935099892451E-3</c:v>
                  </c:pt>
                  <c:pt idx="46">
                    <c:v>7.9385875086398321E-3</c:v>
                  </c:pt>
                  <c:pt idx="47">
                    <c:v>8.0833104162957182E-3</c:v>
                  </c:pt>
                  <c:pt idx="48">
                    <c:v>8.2716871421423411E-3</c:v>
                  </c:pt>
                  <c:pt idx="49">
                    <c:v>8.3785919779955174E-3</c:v>
                  </c:pt>
                </c:numCache>
              </c:numRef>
            </c:plus>
            <c:minus>
              <c:numRef>
                <c:f>Spring!$C$8:$AZ$8</c:f>
                <c:numCache>
                  <c:formatCode>General</c:formatCode>
                  <c:ptCount val="50"/>
                  <c:pt idx="0">
                    <c:v>7.8664072653089247E-3</c:v>
                  </c:pt>
                  <c:pt idx="1">
                    <c:v>8.0095090796325104E-3</c:v>
                  </c:pt>
                  <c:pt idx="2">
                    <c:v>8.0680482439792825E-3</c:v>
                  </c:pt>
                  <c:pt idx="3">
                    <c:v>7.8799716089515918E-3</c:v>
                  </c:pt>
                  <c:pt idx="4">
                    <c:v>8.0135739080136829E-3</c:v>
                  </c:pt>
                  <c:pt idx="5">
                    <c:v>8.5547947075690287E-3</c:v>
                  </c:pt>
                  <c:pt idx="6">
                    <c:v>8.5523403830703934E-3</c:v>
                  </c:pt>
                  <c:pt idx="7">
                    <c:v>9.1159302207433554E-3</c:v>
                  </c:pt>
                  <c:pt idx="8">
                    <c:v>9.5459569195991845E-3</c:v>
                  </c:pt>
                  <c:pt idx="9">
                    <c:v>9.9580869183735835E-3</c:v>
                  </c:pt>
                  <c:pt idx="10">
                    <c:v>9.7762415493900662E-3</c:v>
                  </c:pt>
                  <c:pt idx="11">
                    <c:v>9.5686315971546566E-3</c:v>
                  </c:pt>
                  <c:pt idx="12">
                    <c:v>9.5853947227840779E-3</c:v>
                  </c:pt>
                  <c:pt idx="13">
                    <c:v>9.4204697632087799E-3</c:v>
                  </c:pt>
                  <c:pt idx="14">
                    <c:v>9.2693493035106069E-3</c:v>
                  </c:pt>
                  <c:pt idx="15">
                    <c:v>8.8085524819260068E-3</c:v>
                  </c:pt>
                  <c:pt idx="16">
                    <c:v>8.2393088013372594E-3</c:v>
                  </c:pt>
                  <c:pt idx="17">
                    <c:v>8.3720403703287528E-3</c:v>
                  </c:pt>
                  <c:pt idx="18">
                    <c:v>8.5603719815190178E-3</c:v>
                  </c:pt>
                  <c:pt idx="19">
                    <c:v>9.6590036131586603E-3</c:v>
                  </c:pt>
                  <c:pt idx="20">
                    <c:v>1.0841811034679466E-2</c:v>
                  </c:pt>
                  <c:pt idx="21">
                    <c:v>1.1283188544598859E-2</c:v>
                  </c:pt>
                  <c:pt idx="22">
                    <c:v>1.1938167788155636E-2</c:v>
                  </c:pt>
                  <c:pt idx="23">
                    <c:v>1.1216792108225088E-2</c:v>
                  </c:pt>
                  <c:pt idx="24">
                    <c:v>9.6969397127479248E-3</c:v>
                  </c:pt>
                  <c:pt idx="25">
                    <c:v>8.3708882643732802E-3</c:v>
                  </c:pt>
                  <c:pt idx="26">
                    <c:v>7.7301046773822985E-3</c:v>
                  </c:pt>
                  <c:pt idx="27">
                    <c:v>7.0677277902139249E-3</c:v>
                  </c:pt>
                  <c:pt idx="28">
                    <c:v>6.414437004404314E-3</c:v>
                  </c:pt>
                  <c:pt idx="29">
                    <c:v>6.3841556936183831E-3</c:v>
                  </c:pt>
                  <c:pt idx="30">
                    <c:v>6.3439505906618242E-3</c:v>
                  </c:pt>
                  <c:pt idx="31">
                    <c:v>6.2812356213320999E-3</c:v>
                  </c:pt>
                  <c:pt idx="32">
                    <c:v>6.2600138963008747E-3</c:v>
                  </c:pt>
                  <c:pt idx="33">
                    <c:v>6.3929715070460127E-3</c:v>
                  </c:pt>
                  <c:pt idx="34">
                    <c:v>6.1362011857019842E-3</c:v>
                  </c:pt>
                  <c:pt idx="35">
                    <c:v>6.1743609838756453E-3</c:v>
                  </c:pt>
                  <c:pt idx="36">
                    <c:v>6.3659916004782172E-3</c:v>
                  </c:pt>
                  <c:pt idx="37">
                    <c:v>6.3256654569172977E-3</c:v>
                  </c:pt>
                  <c:pt idx="38">
                    <c:v>6.3309643406921504E-3</c:v>
                  </c:pt>
                  <c:pt idx="39">
                    <c:v>6.6846200815747813E-3</c:v>
                  </c:pt>
                  <c:pt idx="40">
                    <c:v>6.8948293303946794E-3</c:v>
                  </c:pt>
                  <c:pt idx="41">
                    <c:v>7.1858248506807302E-3</c:v>
                  </c:pt>
                  <c:pt idx="42">
                    <c:v>7.0463818988821952E-3</c:v>
                  </c:pt>
                  <c:pt idx="43">
                    <c:v>7.1468729784136178E-3</c:v>
                  </c:pt>
                  <c:pt idx="44">
                    <c:v>7.4655473929497321E-3</c:v>
                  </c:pt>
                  <c:pt idx="45">
                    <c:v>7.8405935099892451E-3</c:v>
                  </c:pt>
                  <c:pt idx="46">
                    <c:v>7.9385875086398321E-3</c:v>
                  </c:pt>
                  <c:pt idx="47">
                    <c:v>8.0833104162957182E-3</c:v>
                  </c:pt>
                  <c:pt idx="48">
                    <c:v>8.2716871421423411E-3</c:v>
                  </c:pt>
                  <c:pt idx="49">
                    <c:v>8.3785919779955174E-3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Spring!$C$7:$BM$7</c:f>
              <c:numCache>
                <c:formatCode>General</c:formatCode>
                <c:ptCount val="63"/>
                <c:pt idx="0">
                  <c:v>-0.23126539859102682</c:v>
                </c:pt>
                <c:pt idx="1">
                  <c:v>-0.11560836114200945</c:v>
                </c:pt>
                <c:pt idx="2">
                  <c:v>-7.4738153503893234E-2</c:v>
                </c:pt>
                <c:pt idx="3">
                  <c:v>-5.5548604004449408E-2</c:v>
                </c:pt>
                <c:pt idx="4">
                  <c:v>-4.2750329996292219E-2</c:v>
                </c:pt>
                <c:pt idx="5">
                  <c:v>-3.6287263626251384E-2</c:v>
                </c:pt>
                <c:pt idx="6">
                  <c:v>-3.4159473489061946E-2</c:v>
                </c:pt>
                <c:pt idx="7">
                  <c:v>-3.575176121616612E-2</c:v>
                </c:pt>
                <c:pt idx="8">
                  <c:v>-3.7243233222098646E-2</c:v>
                </c:pt>
                <c:pt idx="9">
                  <c:v>-3.2094920281794614E-2</c:v>
                </c:pt>
                <c:pt idx="10">
                  <c:v>-2.9781238413051546E-2</c:v>
                </c:pt>
                <c:pt idx="11">
                  <c:v>-3.4705228031145757E-2</c:v>
                </c:pt>
                <c:pt idx="12">
                  <c:v>-3.976640711902113E-2</c:v>
                </c:pt>
                <c:pt idx="13">
                  <c:v>-4.2361883574341862E-2</c:v>
                </c:pt>
                <c:pt idx="14">
                  <c:v>-4.4160177975528334E-2</c:v>
                </c:pt>
                <c:pt idx="15">
                  <c:v>-4.6644419725621084E-2</c:v>
                </c:pt>
                <c:pt idx="16">
                  <c:v>-4.959123002601265E-2</c:v>
                </c:pt>
                <c:pt idx="17">
                  <c:v>-4.8604910714285722E-2</c:v>
                </c:pt>
                <c:pt idx="18">
                  <c:v>-4.6744791666666632E-2</c:v>
                </c:pt>
                <c:pt idx="19">
                  <c:v>-4.1144668158090938E-2</c:v>
                </c:pt>
                <c:pt idx="20">
                  <c:v>-4.2470104633781688E-2</c:v>
                </c:pt>
                <c:pt idx="21">
                  <c:v>-3.6001503194287902E-2</c:v>
                </c:pt>
                <c:pt idx="22">
                  <c:v>-1.8420060331825083E-2</c:v>
                </c:pt>
                <c:pt idx="23">
                  <c:v>-1.4774877033673849E-2</c:v>
                </c:pt>
                <c:pt idx="24">
                  <c:v>-1.5776515151515111E-2</c:v>
                </c:pt>
                <c:pt idx="25">
                  <c:v>-1.4448236632537003E-2</c:v>
                </c:pt>
                <c:pt idx="26">
                  <c:v>-2.1412300683371258E-2</c:v>
                </c:pt>
                <c:pt idx="27">
                  <c:v>-2.06955530216648E-2</c:v>
                </c:pt>
                <c:pt idx="28">
                  <c:v>-1.8985176738882507E-2</c:v>
                </c:pt>
                <c:pt idx="29">
                  <c:v>-1.5447619047619023E-2</c:v>
                </c:pt>
                <c:pt idx="30">
                  <c:v>-1.3123809523809518E-2</c:v>
                </c:pt>
                <c:pt idx="31">
                  <c:v>-9.9428571428571578E-3</c:v>
                </c:pt>
                <c:pt idx="32">
                  <c:v>-1.302440884820744E-2</c:v>
                </c:pt>
                <c:pt idx="33">
                  <c:v>-8.9640672782874756E-3</c:v>
                </c:pt>
                <c:pt idx="34">
                  <c:v>-2.0359739762724822E-2</c:v>
                </c:pt>
                <c:pt idx="35">
                  <c:v>-1.729812476081129E-2</c:v>
                </c:pt>
                <c:pt idx="36">
                  <c:v>-1.5344827586206889E-2</c:v>
                </c:pt>
                <c:pt idx="37">
                  <c:v>-3.056835637480794E-2</c:v>
                </c:pt>
                <c:pt idx="38">
                  <c:v>-2.8766859344894001E-2</c:v>
                </c:pt>
                <c:pt idx="39">
                  <c:v>-1.9080726149092314E-2</c:v>
                </c:pt>
                <c:pt idx="40">
                  <c:v>-2.3723897911832961E-2</c:v>
                </c:pt>
                <c:pt idx="41">
                  <c:v>-2.9926442121564069E-2</c:v>
                </c:pt>
                <c:pt idx="42">
                  <c:v>-3.5081585081585091E-2</c:v>
                </c:pt>
                <c:pt idx="43">
                  <c:v>-3.9688109161793377E-2</c:v>
                </c:pt>
                <c:pt idx="44">
                  <c:v>-3.8862837045721008E-2</c:v>
                </c:pt>
                <c:pt idx="45">
                  <c:v>-2.5352941176470627E-2</c:v>
                </c:pt>
                <c:pt idx="46">
                  <c:v>-2.9921104536489163E-2</c:v>
                </c:pt>
                <c:pt idx="47">
                  <c:v>-2.5721629102412047E-2</c:v>
                </c:pt>
                <c:pt idx="48">
                  <c:v>-2.7863961813842548E-2</c:v>
                </c:pt>
                <c:pt idx="49">
                  <c:v>-2.4660271782573941E-2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Spring!$C$11:$BM$11</c:f>
                <c:numCache>
                  <c:formatCode>General</c:formatCode>
                  <c:ptCount val="63"/>
                  <c:pt idx="0">
                    <c:v>1.4717682842787632E-2</c:v>
                  </c:pt>
                  <c:pt idx="1">
                    <c:v>1.4722446969351429E-2</c:v>
                  </c:pt>
                  <c:pt idx="2">
                    <c:v>1.4810176444920598E-2</c:v>
                  </c:pt>
                  <c:pt idx="3">
                    <c:v>1.4346374983719245E-2</c:v>
                  </c:pt>
                  <c:pt idx="4">
                    <c:v>1.4154192788294148E-2</c:v>
                  </c:pt>
                  <c:pt idx="5">
                    <c:v>1.4216927209756995E-2</c:v>
                  </c:pt>
                  <c:pt idx="6">
                    <c:v>1.3958621842585407E-2</c:v>
                  </c:pt>
                  <c:pt idx="7">
                    <c:v>1.4787105829879811E-2</c:v>
                  </c:pt>
                  <c:pt idx="8">
                    <c:v>1.3942408951347462E-2</c:v>
                  </c:pt>
                  <c:pt idx="9">
                    <c:v>1.3973247729510333E-2</c:v>
                  </c:pt>
                  <c:pt idx="10">
                    <c:v>1.346553103705384E-2</c:v>
                  </c:pt>
                  <c:pt idx="11">
                    <c:v>1.3599244755062648E-2</c:v>
                  </c:pt>
                  <c:pt idx="12">
                    <c:v>1.4317444276187018E-2</c:v>
                  </c:pt>
                  <c:pt idx="13">
                    <c:v>1.520947660018401E-2</c:v>
                  </c:pt>
                  <c:pt idx="14">
                    <c:v>1.5328621635711406E-2</c:v>
                  </c:pt>
                  <c:pt idx="15">
                    <c:v>1.5187084809169549E-2</c:v>
                  </c:pt>
                  <c:pt idx="16">
                    <c:v>1.3425610467583352E-2</c:v>
                  </c:pt>
                  <c:pt idx="17">
                    <c:v>1.3307078797792443E-2</c:v>
                  </c:pt>
                  <c:pt idx="18">
                    <c:v>1.2851836454225954E-2</c:v>
                  </c:pt>
                  <c:pt idx="19">
                    <c:v>1.321858188609863E-2</c:v>
                  </c:pt>
                  <c:pt idx="20">
                    <c:v>1.7958626665120062E-2</c:v>
                  </c:pt>
                  <c:pt idx="21">
                    <c:v>1.7433270037798869E-2</c:v>
                  </c:pt>
                  <c:pt idx="22">
                    <c:v>1.862757783320371E-2</c:v>
                  </c:pt>
                  <c:pt idx="23">
                    <c:v>1.9674971529963382E-2</c:v>
                  </c:pt>
                  <c:pt idx="24">
                    <c:v>1.7838973334744213E-2</c:v>
                  </c:pt>
                  <c:pt idx="25">
                    <c:v>1.5594239707371555E-2</c:v>
                  </c:pt>
                  <c:pt idx="26">
                    <c:v>1.4083227020054948E-2</c:v>
                  </c:pt>
                  <c:pt idx="27">
                    <c:v>1.2365933276311226E-2</c:v>
                  </c:pt>
                  <c:pt idx="28">
                    <c:v>1.001145425305593E-2</c:v>
                  </c:pt>
                  <c:pt idx="29">
                    <c:v>1.0009101987123042E-2</c:v>
                  </c:pt>
                  <c:pt idx="30">
                    <c:v>1.1119532359789354E-2</c:v>
                  </c:pt>
                  <c:pt idx="31">
                    <c:v>9.847303254559089E-3</c:v>
                  </c:pt>
                  <c:pt idx="32">
                    <c:v>1.0274296182052169E-2</c:v>
                  </c:pt>
                  <c:pt idx="33">
                    <c:v>9.9429595677318402E-3</c:v>
                  </c:pt>
                  <c:pt idx="34">
                    <c:v>1.114150783654601E-2</c:v>
                  </c:pt>
                  <c:pt idx="35">
                    <c:v>1.0814380175845335E-2</c:v>
                  </c:pt>
                  <c:pt idx="36">
                    <c:v>1.0665332624972764E-2</c:v>
                  </c:pt>
                  <c:pt idx="37">
                    <c:v>1.0653585742566342E-2</c:v>
                  </c:pt>
                  <c:pt idx="38">
                    <c:v>1.1861856751120935E-2</c:v>
                  </c:pt>
                  <c:pt idx="39">
                    <c:v>1.1763980373894117E-2</c:v>
                  </c:pt>
                  <c:pt idx="40">
                    <c:v>1.1169194339800927E-2</c:v>
                  </c:pt>
                  <c:pt idx="41">
                    <c:v>1.1861162986133952E-2</c:v>
                  </c:pt>
                  <c:pt idx="42">
                    <c:v>1.2050052476590672E-2</c:v>
                  </c:pt>
                  <c:pt idx="43">
                    <c:v>1.1947280275808511E-2</c:v>
                  </c:pt>
                  <c:pt idx="44">
                    <c:v>1.2053947444665774E-2</c:v>
                  </c:pt>
                  <c:pt idx="45">
                    <c:v>1.1984523214678534E-2</c:v>
                  </c:pt>
                  <c:pt idx="46">
                    <c:v>1.4058758078139116E-2</c:v>
                  </c:pt>
                  <c:pt idx="47">
                    <c:v>1.333044125049841E-2</c:v>
                  </c:pt>
                  <c:pt idx="48">
                    <c:v>1.369388496564976E-2</c:v>
                  </c:pt>
                  <c:pt idx="49">
                    <c:v>1.4634551683433679E-2</c:v>
                  </c:pt>
                  <c:pt idx="50">
                    <c:v>1.4967851703265011E-2</c:v>
                  </c:pt>
                  <c:pt idx="51">
                    <c:v>1.6946261708513596E-2</c:v>
                  </c:pt>
                  <c:pt idx="52">
                    <c:v>1.5899083299965363E-2</c:v>
                  </c:pt>
                  <c:pt idx="53">
                    <c:v>1.4883523661532363E-2</c:v>
                  </c:pt>
                  <c:pt idx="54">
                    <c:v>1.5718143545983859E-2</c:v>
                  </c:pt>
                  <c:pt idx="55">
                    <c:v>1.7875196588069058E-2</c:v>
                  </c:pt>
                  <c:pt idx="56">
                    <c:v>1.9495303759761055E-2</c:v>
                  </c:pt>
                  <c:pt idx="57">
                    <c:v>1.9891694478975871E-2</c:v>
                  </c:pt>
                  <c:pt idx="58">
                    <c:v>2.0294197398908639E-2</c:v>
                  </c:pt>
                  <c:pt idx="59">
                    <c:v>2.2013171980066314E-2</c:v>
                  </c:pt>
                  <c:pt idx="60">
                    <c:v>2.4068923167130607E-2</c:v>
                  </c:pt>
                  <c:pt idx="61">
                    <c:v>2.5449640750141497E-2</c:v>
                  </c:pt>
                  <c:pt idx="62">
                    <c:v>2.6844430069329937E-2</c:v>
                  </c:pt>
                </c:numCache>
              </c:numRef>
            </c:plus>
            <c:minus>
              <c:numRef>
                <c:f>Spring!$C$11:$BM$11</c:f>
                <c:numCache>
                  <c:formatCode>General</c:formatCode>
                  <c:ptCount val="63"/>
                  <c:pt idx="0">
                    <c:v>1.4717682842787632E-2</c:v>
                  </c:pt>
                  <c:pt idx="1">
                    <c:v>1.4722446969351429E-2</c:v>
                  </c:pt>
                  <c:pt idx="2">
                    <c:v>1.4810176444920598E-2</c:v>
                  </c:pt>
                  <c:pt idx="3">
                    <c:v>1.4346374983719245E-2</c:v>
                  </c:pt>
                  <c:pt idx="4">
                    <c:v>1.4154192788294148E-2</c:v>
                  </c:pt>
                  <c:pt idx="5">
                    <c:v>1.4216927209756995E-2</c:v>
                  </c:pt>
                  <c:pt idx="6">
                    <c:v>1.3958621842585407E-2</c:v>
                  </c:pt>
                  <c:pt idx="7">
                    <c:v>1.4787105829879811E-2</c:v>
                  </c:pt>
                  <c:pt idx="8">
                    <c:v>1.3942408951347462E-2</c:v>
                  </c:pt>
                  <c:pt idx="9">
                    <c:v>1.3973247729510333E-2</c:v>
                  </c:pt>
                  <c:pt idx="10">
                    <c:v>1.346553103705384E-2</c:v>
                  </c:pt>
                  <c:pt idx="11">
                    <c:v>1.3599244755062648E-2</c:v>
                  </c:pt>
                  <c:pt idx="12">
                    <c:v>1.4317444276187018E-2</c:v>
                  </c:pt>
                  <c:pt idx="13">
                    <c:v>1.520947660018401E-2</c:v>
                  </c:pt>
                  <c:pt idx="14">
                    <c:v>1.5328621635711406E-2</c:v>
                  </c:pt>
                  <c:pt idx="15">
                    <c:v>1.5187084809169549E-2</c:v>
                  </c:pt>
                  <c:pt idx="16">
                    <c:v>1.3425610467583352E-2</c:v>
                  </c:pt>
                  <c:pt idx="17">
                    <c:v>1.3307078797792443E-2</c:v>
                  </c:pt>
                  <c:pt idx="18">
                    <c:v>1.2851836454225954E-2</c:v>
                  </c:pt>
                  <c:pt idx="19">
                    <c:v>1.321858188609863E-2</c:v>
                  </c:pt>
                  <c:pt idx="20">
                    <c:v>1.7958626665120062E-2</c:v>
                  </c:pt>
                  <c:pt idx="21">
                    <c:v>1.7433270037798869E-2</c:v>
                  </c:pt>
                  <c:pt idx="22">
                    <c:v>1.862757783320371E-2</c:v>
                  </c:pt>
                  <c:pt idx="23">
                    <c:v>1.9674971529963382E-2</c:v>
                  </c:pt>
                  <c:pt idx="24">
                    <c:v>1.7838973334744213E-2</c:v>
                  </c:pt>
                  <c:pt idx="25">
                    <c:v>1.5594239707371555E-2</c:v>
                  </c:pt>
                  <c:pt idx="26">
                    <c:v>1.4083227020054948E-2</c:v>
                  </c:pt>
                  <c:pt idx="27">
                    <c:v>1.2365933276311226E-2</c:v>
                  </c:pt>
                  <c:pt idx="28">
                    <c:v>1.001145425305593E-2</c:v>
                  </c:pt>
                  <c:pt idx="29">
                    <c:v>1.0009101987123042E-2</c:v>
                  </c:pt>
                  <c:pt idx="30">
                    <c:v>1.1119532359789354E-2</c:v>
                  </c:pt>
                  <c:pt idx="31">
                    <c:v>9.847303254559089E-3</c:v>
                  </c:pt>
                  <c:pt idx="32">
                    <c:v>1.0274296182052169E-2</c:v>
                  </c:pt>
                  <c:pt idx="33">
                    <c:v>9.9429595677318402E-3</c:v>
                  </c:pt>
                  <c:pt idx="34">
                    <c:v>1.114150783654601E-2</c:v>
                  </c:pt>
                  <c:pt idx="35">
                    <c:v>1.0814380175845335E-2</c:v>
                  </c:pt>
                  <c:pt idx="36">
                    <c:v>1.0665332624972764E-2</c:v>
                  </c:pt>
                  <c:pt idx="37">
                    <c:v>1.0653585742566342E-2</c:v>
                  </c:pt>
                  <c:pt idx="38">
                    <c:v>1.1861856751120935E-2</c:v>
                  </c:pt>
                  <c:pt idx="39">
                    <c:v>1.1763980373894117E-2</c:v>
                  </c:pt>
                  <c:pt idx="40">
                    <c:v>1.1169194339800927E-2</c:v>
                  </c:pt>
                  <c:pt idx="41">
                    <c:v>1.1861162986133952E-2</c:v>
                  </c:pt>
                  <c:pt idx="42">
                    <c:v>1.2050052476590672E-2</c:v>
                  </c:pt>
                  <c:pt idx="43">
                    <c:v>1.1947280275808511E-2</c:v>
                  </c:pt>
                  <c:pt idx="44">
                    <c:v>1.2053947444665774E-2</c:v>
                  </c:pt>
                  <c:pt idx="45">
                    <c:v>1.1984523214678534E-2</c:v>
                  </c:pt>
                  <c:pt idx="46">
                    <c:v>1.4058758078139116E-2</c:v>
                  </c:pt>
                  <c:pt idx="47">
                    <c:v>1.333044125049841E-2</c:v>
                  </c:pt>
                  <c:pt idx="48">
                    <c:v>1.369388496564976E-2</c:v>
                  </c:pt>
                  <c:pt idx="49">
                    <c:v>1.4634551683433679E-2</c:v>
                  </c:pt>
                  <c:pt idx="50">
                    <c:v>1.4967851703265011E-2</c:v>
                  </c:pt>
                  <c:pt idx="51">
                    <c:v>1.6946261708513596E-2</c:v>
                  </c:pt>
                  <c:pt idx="52">
                    <c:v>1.5899083299965363E-2</c:v>
                  </c:pt>
                  <c:pt idx="53">
                    <c:v>1.4883523661532363E-2</c:v>
                  </c:pt>
                  <c:pt idx="54">
                    <c:v>1.5718143545983859E-2</c:v>
                  </c:pt>
                  <c:pt idx="55">
                    <c:v>1.7875196588069058E-2</c:v>
                  </c:pt>
                  <c:pt idx="56">
                    <c:v>1.9495303759761055E-2</c:v>
                  </c:pt>
                  <c:pt idx="57">
                    <c:v>1.9891694478975871E-2</c:v>
                  </c:pt>
                  <c:pt idx="58">
                    <c:v>2.0294197398908639E-2</c:v>
                  </c:pt>
                  <c:pt idx="59">
                    <c:v>2.2013171980066314E-2</c:v>
                  </c:pt>
                  <c:pt idx="60">
                    <c:v>2.4068923167130607E-2</c:v>
                  </c:pt>
                  <c:pt idx="61">
                    <c:v>2.5449640750141497E-2</c:v>
                  </c:pt>
                  <c:pt idx="62">
                    <c:v>2.6844430069329937E-2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Spring!$C$10:$BM$10</c:f>
              <c:numCache>
                <c:formatCode>General</c:formatCode>
                <c:ptCount val="63"/>
                <c:pt idx="0">
                  <c:v>-0.26359698561326922</c:v>
                </c:pt>
                <c:pt idx="1">
                  <c:v>-0.13271881549752901</c:v>
                </c:pt>
                <c:pt idx="2">
                  <c:v>-8.4031739934803257E-2</c:v>
                </c:pt>
                <c:pt idx="3">
                  <c:v>-5.3144321011031607E-2</c:v>
                </c:pt>
                <c:pt idx="4">
                  <c:v>-4.1709506005369539E-2</c:v>
                </c:pt>
                <c:pt idx="5">
                  <c:v>-4.8337967057249673E-2</c:v>
                </c:pt>
                <c:pt idx="6">
                  <c:v>-3.7917026059347027E-2</c:v>
                </c:pt>
                <c:pt idx="7">
                  <c:v>-2.8531150516998428E-2</c:v>
                </c:pt>
                <c:pt idx="8">
                  <c:v>-2.8206130656985424E-2</c:v>
                </c:pt>
                <c:pt idx="9">
                  <c:v>-4.0673610740191421E-2</c:v>
                </c:pt>
                <c:pt idx="10">
                  <c:v>-5.0495122900148959E-2</c:v>
                </c:pt>
                <c:pt idx="11">
                  <c:v>-4.4624892525612213E-2</c:v>
                </c:pt>
                <c:pt idx="12">
                  <c:v>-4.3894369493244309E-2</c:v>
                </c:pt>
                <c:pt idx="13">
                  <c:v>-3.6667443217207267E-2</c:v>
                </c:pt>
                <c:pt idx="14">
                  <c:v>-3.6363335036160807E-2</c:v>
                </c:pt>
                <c:pt idx="15">
                  <c:v>-4.3374797033420974E-2</c:v>
                </c:pt>
                <c:pt idx="16">
                  <c:v>-5.1586365675062702E-2</c:v>
                </c:pt>
                <c:pt idx="17">
                  <c:v>-4.5986988415154598E-2</c:v>
                </c:pt>
                <c:pt idx="18">
                  <c:v>-4.4813293292490008E-2</c:v>
                </c:pt>
                <c:pt idx="19">
                  <c:v>-3.6455683573826357E-2</c:v>
                </c:pt>
                <c:pt idx="20">
                  <c:v>-1.6863986778183026E-2</c:v>
                </c:pt>
                <c:pt idx="21">
                  <c:v>-4.1100405885899135E-3</c:v>
                </c:pt>
                <c:pt idx="22">
                  <c:v>-1.3302958710701737E-2</c:v>
                </c:pt>
                <c:pt idx="23">
                  <c:v>-4.3906842970991913E-2</c:v>
                </c:pt>
                <c:pt idx="24">
                  <c:v>-3.1436451011449061E-2</c:v>
                </c:pt>
                <c:pt idx="25">
                  <c:v>-1.4377712265990007E-2</c:v>
                </c:pt>
                <c:pt idx="26">
                  <c:v>-2.0005457025814806E-2</c:v>
                </c:pt>
                <c:pt idx="27">
                  <c:v>-1.8120130107256355E-2</c:v>
                </c:pt>
                <c:pt idx="28">
                  <c:v>-1.2603681167070354E-2</c:v>
                </c:pt>
                <c:pt idx="29">
                  <c:v>-9.1491053979566618E-3</c:v>
                </c:pt>
                <c:pt idx="30">
                  <c:v>-1.3642171229624248E-2</c:v>
                </c:pt>
                <c:pt idx="31">
                  <c:v>-1.6396099697302327E-3</c:v>
                </c:pt>
                <c:pt idx="32">
                  <c:v>9.636986408523715E-3</c:v>
                </c:pt>
                <c:pt idx="33">
                  <c:v>-9.366387217839018E-4</c:v>
                </c:pt>
                <c:pt idx="34">
                  <c:v>3.1792681916461567E-3</c:v>
                </c:pt>
                <c:pt idx="35">
                  <c:v>-6.6787124459499331E-3</c:v>
                </c:pt>
                <c:pt idx="36">
                  <c:v>-1.707333421392445E-2</c:v>
                </c:pt>
                <c:pt idx="37">
                  <c:v>-1.8691616753289668E-2</c:v>
                </c:pt>
                <c:pt idx="38">
                  <c:v>-1.5387404823918415E-2</c:v>
                </c:pt>
                <c:pt idx="39">
                  <c:v>-1.2644714831074853E-2</c:v>
                </c:pt>
                <c:pt idx="40">
                  <c:v>-8.9043865937975791E-3</c:v>
                </c:pt>
                <c:pt idx="41">
                  <c:v>-5.2019486810890485E-3</c:v>
                </c:pt>
                <c:pt idx="42">
                  <c:v>4.673741164540648E-3</c:v>
                </c:pt>
                <c:pt idx="43">
                  <c:v>-4.3895563327250257E-3</c:v>
                </c:pt>
                <c:pt idx="44">
                  <c:v>-2.3255942105492516E-2</c:v>
                </c:pt>
                <c:pt idx="45">
                  <c:v>-2.2764176969806878E-2</c:v>
                </c:pt>
                <c:pt idx="46">
                  <c:v>-1.5130483256296484E-2</c:v>
                </c:pt>
                <c:pt idx="47">
                  <c:v>-1.284437832304852E-2</c:v>
                </c:pt>
                <c:pt idx="48">
                  <c:v>-1.4207358027456353E-4</c:v>
                </c:pt>
                <c:pt idx="49">
                  <c:v>7.4027769099911638E-3</c:v>
                </c:pt>
                <c:pt idx="50">
                  <c:v>1.1644913952380036E-2</c:v>
                </c:pt>
                <c:pt idx="51">
                  <c:v>1.7745593497550349E-2</c:v>
                </c:pt>
                <c:pt idx="52">
                  <c:v>-9.9558604103833128E-3</c:v>
                </c:pt>
                <c:pt idx="53">
                  <c:v>-2.5796663232692314E-2</c:v>
                </c:pt>
                <c:pt idx="54">
                  <c:v>-1.0710533909388958E-2</c:v>
                </c:pt>
                <c:pt idx="55">
                  <c:v>-7.9806738169264334E-3</c:v>
                </c:pt>
                <c:pt idx="56">
                  <c:v>1.3977522799861395E-2</c:v>
                </c:pt>
                <c:pt idx="57">
                  <c:v>2.8078640491581489E-2</c:v>
                </c:pt>
                <c:pt idx="58">
                  <c:v>3.3800424894773778E-2</c:v>
                </c:pt>
                <c:pt idx="59">
                  <c:v>3.8118826255733214E-2</c:v>
                </c:pt>
                <c:pt idx="60">
                  <c:v>4.0628579103835986E-2</c:v>
                </c:pt>
                <c:pt idx="61">
                  <c:v>3.2450495460279977E-2</c:v>
                </c:pt>
                <c:pt idx="62">
                  <c:v>1.0044908872427658E-2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Spring!$C$14:$BM$14</c:f>
                <c:numCache>
                  <c:formatCode>General</c:formatCode>
                  <c:ptCount val="63"/>
                  <c:pt idx="0">
                    <c:v>1.6360410789223706E-2</c:v>
                  </c:pt>
                  <c:pt idx="1">
                    <c:v>1.6727752731522761E-2</c:v>
                  </c:pt>
                  <c:pt idx="2">
                    <c:v>1.7188504418498899E-2</c:v>
                  </c:pt>
                  <c:pt idx="3">
                    <c:v>1.5403370758580743E-2</c:v>
                  </c:pt>
                  <c:pt idx="4">
                    <c:v>1.48322073406151E-2</c:v>
                  </c:pt>
                  <c:pt idx="5">
                    <c:v>1.4489299433662209E-2</c:v>
                  </c:pt>
                  <c:pt idx="6">
                    <c:v>1.3126903758951449E-2</c:v>
                  </c:pt>
                  <c:pt idx="7">
                    <c:v>1.1723512340378498E-2</c:v>
                  </c:pt>
                  <c:pt idx="8">
                    <c:v>1.1367011225951372E-2</c:v>
                  </c:pt>
                  <c:pt idx="9">
                    <c:v>1.1764777661175412E-2</c:v>
                  </c:pt>
                  <c:pt idx="10">
                    <c:v>1.2387913229574575E-2</c:v>
                  </c:pt>
                  <c:pt idx="11">
                    <c:v>1.2547681971046777E-2</c:v>
                  </c:pt>
                  <c:pt idx="12">
                    <c:v>1.2344005346290448E-2</c:v>
                  </c:pt>
                  <c:pt idx="13">
                    <c:v>1.2647605770583385E-2</c:v>
                  </c:pt>
                  <c:pt idx="14">
                    <c:v>1.227781275013513E-2</c:v>
                  </c:pt>
                  <c:pt idx="15">
                    <c:v>1.1651123512167783E-2</c:v>
                  </c:pt>
                  <c:pt idx="16">
                    <c:v>1.1124839187593947E-2</c:v>
                  </c:pt>
                  <c:pt idx="17">
                    <c:v>1.1459891314018571E-2</c:v>
                  </c:pt>
                  <c:pt idx="18">
                    <c:v>1.237847610621339E-2</c:v>
                  </c:pt>
                  <c:pt idx="19">
                    <c:v>1.3090246027685071E-2</c:v>
                  </c:pt>
                  <c:pt idx="20">
                    <c:v>1.320047425983129E-2</c:v>
                  </c:pt>
                  <c:pt idx="21">
                    <c:v>1.3881944243727788E-2</c:v>
                  </c:pt>
                  <c:pt idx="22">
                    <c:v>1.4663999009187982E-2</c:v>
                  </c:pt>
                  <c:pt idx="23">
                    <c:v>1.6365351671767388E-2</c:v>
                  </c:pt>
                  <c:pt idx="24">
                    <c:v>5.5350249536486713E-2</c:v>
                  </c:pt>
                  <c:pt idx="25">
                    <c:v>1.8375252488167234E-2</c:v>
                  </c:pt>
                  <c:pt idx="26">
                    <c:v>1.6496379552264902E-2</c:v>
                  </c:pt>
                  <c:pt idx="27">
                    <c:v>1.5445139466423523E-2</c:v>
                  </c:pt>
                  <c:pt idx="28">
                    <c:v>1.4337232185966385E-2</c:v>
                  </c:pt>
                  <c:pt idx="29">
                    <c:v>1.3770249249955615E-2</c:v>
                  </c:pt>
                  <c:pt idx="30">
                    <c:v>1.2630082630585187E-2</c:v>
                  </c:pt>
                  <c:pt idx="31">
                    <c:v>1.3904572925644502E-2</c:v>
                  </c:pt>
                  <c:pt idx="32">
                    <c:v>1.4027672956411217E-2</c:v>
                  </c:pt>
                  <c:pt idx="33">
                    <c:v>1.3400301742943672E-2</c:v>
                  </c:pt>
                  <c:pt idx="34">
                    <c:v>1.3056141797920058E-2</c:v>
                  </c:pt>
                  <c:pt idx="35">
                    <c:v>1.350014470389037E-2</c:v>
                  </c:pt>
                  <c:pt idx="36">
                    <c:v>1.2783075684442122E-2</c:v>
                  </c:pt>
                  <c:pt idx="37">
                    <c:v>1.3095993043572911E-2</c:v>
                  </c:pt>
                  <c:pt idx="38">
                    <c:v>1.3593300123155735E-2</c:v>
                  </c:pt>
                  <c:pt idx="39">
                    <c:v>1.3318169557266835E-2</c:v>
                  </c:pt>
                  <c:pt idx="40">
                    <c:v>1.3079064770222451E-2</c:v>
                  </c:pt>
                  <c:pt idx="41">
                    <c:v>1.3332782517415149E-2</c:v>
                  </c:pt>
                  <c:pt idx="42">
                    <c:v>1.3218494045785853E-2</c:v>
                  </c:pt>
                  <c:pt idx="43">
                    <c:v>1.3236692251251849E-2</c:v>
                  </c:pt>
                  <c:pt idx="44">
                    <c:v>1.3446102218150955E-2</c:v>
                  </c:pt>
                  <c:pt idx="45">
                    <c:v>1.383040375387328E-2</c:v>
                  </c:pt>
                  <c:pt idx="46">
                    <c:v>1.3173917420911611E-2</c:v>
                  </c:pt>
                  <c:pt idx="47">
                    <c:v>1.4586027728473236E-2</c:v>
                  </c:pt>
                  <c:pt idx="48">
                    <c:v>1.5039961983066362E-2</c:v>
                  </c:pt>
                  <c:pt idx="49">
                    <c:v>1.5606772910295941E-2</c:v>
                  </c:pt>
                  <c:pt idx="50">
                    <c:v>1.8471200079482629E-2</c:v>
                  </c:pt>
                  <c:pt idx="51">
                    <c:v>1.9460836656176199E-2</c:v>
                  </c:pt>
                  <c:pt idx="52">
                    <c:v>2.1409990084152175E-2</c:v>
                  </c:pt>
                  <c:pt idx="53">
                    <c:v>2.3102400619773839E-2</c:v>
                  </c:pt>
                  <c:pt idx="54">
                    <c:v>2.9075675121631082E-2</c:v>
                  </c:pt>
                  <c:pt idx="55">
                    <c:v>3.6269894987819247E-2</c:v>
                  </c:pt>
                  <c:pt idx="56">
                    <c:v>4.4291008077289397E-2</c:v>
                  </c:pt>
                  <c:pt idx="57">
                    <c:v>8.6196781564215716E-2</c:v>
                  </c:pt>
                  <c:pt idx="58">
                    <c:v>0.13575388625868895</c:v>
                  </c:pt>
                  <c:pt idx="59">
                    <c:v>6.8652395831461266E-2</c:v>
                  </c:pt>
                  <c:pt idx="60">
                    <c:v>8.7993114789387303E-2</c:v>
                  </c:pt>
                  <c:pt idx="61">
                    <c:v>0.17446367198601073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Spring!$C$14:$BM$14</c:f>
                <c:numCache>
                  <c:formatCode>General</c:formatCode>
                  <c:ptCount val="63"/>
                  <c:pt idx="0">
                    <c:v>1.6360410789223706E-2</c:v>
                  </c:pt>
                  <c:pt idx="1">
                    <c:v>1.6727752731522761E-2</c:v>
                  </c:pt>
                  <c:pt idx="2">
                    <c:v>1.7188504418498899E-2</c:v>
                  </c:pt>
                  <c:pt idx="3">
                    <c:v>1.5403370758580743E-2</c:v>
                  </c:pt>
                  <c:pt idx="4">
                    <c:v>1.48322073406151E-2</c:v>
                  </c:pt>
                  <c:pt idx="5">
                    <c:v>1.4489299433662209E-2</c:v>
                  </c:pt>
                  <c:pt idx="6">
                    <c:v>1.3126903758951449E-2</c:v>
                  </c:pt>
                  <c:pt idx="7">
                    <c:v>1.1723512340378498E-2</c:v>
                  </c:pt>
                  <c:pt idx="8">
                    <c:v>1.1367011225951372E-2</c:v>
                  </c:pt>
                  <c:pt idx="9">
                    <c:v>1.1764777661175412E-2</c:v>
                  </c:pt>
                  <c:pt idx="10">
                    <c:v>1.2387913229574575E-2</c:v>
                  </c:pt>
                  <c:pt idx="11">
                    <c:v>1.2547681971046777E-2</c:v>
                  </c:pt>
                  <c:pt idx="12">
                    <c:v>1.2344005346290448E-2</c:v>
                  </c:pt>
                  <c:pt idx="13">
                    <c:v>1.2647605770583385E-2</c:v>
                  </c:pt>
                  <c:pt idx="14">
                    <c:v>1.227781275013513E-2</c:v>
                  </c:pt>
                  <c:pt idx="15">
                    <c:v>1.1651123512167783E-2</c:v>
                  </c:pt>
                  <c:pt idx="16">
                    <c:v>1.1124839187593947E-2</c:v>
                  </c:pt>
                  <c:pt idx="17">
                    <c:v>1.1459891314018571E-2</c:v>
                  </c:pt>
                  <c:pt idx="18">
                    <c:v>1.237847610621339E-2</c:v>
                  </c:pt>
                  <c:pt idx="19">
                    <c:v>1.3090246027685071E-2</c:v>
                  </c:pt>
                  <c:pt idx="20">
                    <c:v>1.320047425983129E-2</c:v>
                  </c:pt>
                  <c:pt idx="21">
                    <c:v>1.3881944243727788E-2</c:v>
                  </c:pt>
                  <c:pt idx="22">
                    <c:v>1.4663999009187982E-2</c:v>
                  </c:pt>
                  <c:pt idx="23">
                    <c:v>1.6365351671767388E-2</c:v>
                  </c:pt>
                  <c:pt idx="24">
                    <c:v>5.5350249536486713E-2</c:v>
                  </c:pt>
                  <c:pt idx="25">
                    <c:v>1.8375252488167234E-2</c:v>
                  </c:pt>
                  <c:pt idx="26">
                    <c:v>1.6496379552264902E-2</c:v>
                  </c:pt>
                  <c:pt idx="27">
                    <c:v>1.5445139466423523E-2</c:v>
                  </c:pt>
                  <c:pt idx="28">
                    <c:v>1.4337232185966385E-2</c:v>
                  </c:pt>
                  <c:pt idx="29">
                    <c:v>1.3770249249955615E-2</c:v>
                  </c:pt>
                  <c:pt idx="30">
                    <c:v>1.2630082630585187E-2</c:v>
                  </c:pt>
                  <c:pt idx="31">
                    <c:v>1.3904572925644502E-2</c:v>
                  </c:pt>
                  <c:pt idx="32">
                    <c:v>1.4027672956411217E-2</c:v>
                  </c:pt>
                  <c:pt idx="33">
                    <c:v>1.3400301742943672E-2</c:v>
                  </c:pt>
                  <c:pt idx="34">
                    <c:v>1.3056141797920058E-2</c:v>
                  </c:pt>
                  <c:pt idx="35">
                    <c:v>1.350014470389037E-2</c:v>
                  </c:pt>
                  <c:pt idx="36">
                    <c:v>1.2783075684442122E-2</c:v>
                  </c:pt>
                  <c:pt idx="37">
                    <c:v>1.3095993043572911E-2</c:v>
                  </c:pt>
                  <c:pt idx="38">
                    <c:v>1.3593300123155735E-2</c:v>
                  </c:pt>
                  <c:pt idx="39">
                    <c:v>1.3318169557266835E-2</c:v>
                  </c:pt>
                  <c:pt idx="40">
                    <c:v>1.3079064770222451E-2</c:v>
                  </c:pt>
                  <c:pt idx="41">
                    <c:v>1.3332782517415149E-2</c:v>
                  </c:pt>
                  <c:pt idx="42">
                    <c:v>1.3218494045785853E-2</c:v>
                  </c:pt>
                  <c:pt idx="43">
                    <c:v>1.3236692251251849E-2</c:v>
                  </c:pt>
                  <c:pt idx="44">
                    <c:v>1.3446102218150955E-2</c:v>
                  </c:pt>
                  <c:pt idx="45">
                    <c:v>1.383040375387328E-2</c:v>
                  </c:pt>
                  <c:pt idx="46">
                    <c:v>1.3173917420911611E-2</c:v>
                  </c:pt>
                  <c:pt idx="47">
                    <c:v>1.4586027728473236E-2</c:v>
                  </c:pt>
                  <c:pt idx="48">
                    <c:v>1.5039961983066362E-2</c:v>
                  </c:pt>
                  <c:pt idx="49">
                    <c:v>1.5606772910295941E-2</c:v>
                  </c:pt>
                  <c:pt idx="50">
                    <c:v>1.8471200079482629E-2</c:v>
                  </c:pt>
                  <c:pt idx="51">
                    <c:v>1.9460836656176199E-2</c:v>
                  </c:pt>
                  <c:pt idx="52">
                    <c:v>2.1409990084152175E-2</c:v>
                  </c:pt>
                  <c:pt idx="53">
                    <c:v>2.3102400619773839E-2</c:v>
                  </c:pt>
                  <c:pt idx="54">
                    <c:v>2.9075675121631082E-2</c:v>
                  </c:pt>
                  <c:pt idx="55">
                    <c:v>3.6269894987819247E-2</c:v>
                  </c:pt>
                  <c:pt idx="56">
                    <c:v>4.4291008077289397E-2</c:v>
                  </c:pt>
                  <c:pt idx="57">
                    <c:v>8.6196781564215716E-2</c:v>
                  </c:pt>
                  <c:pt idx="58">
                    <c:v>0.13575388625868895</c:v>
                  </c:pt>
                  <c:pt idx="59">
                    <c:v>6.8652395831461266E-2</c:v>
                  </c:pt>
                  <c:pt idx="60">
                    <c:v>8.7993114789387303E-2</c:v>
                  </c:pt>
                  <c:pt idx="61">
                    <c:v>0.17446367198601073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Spring!$C$13:$BM$13</c:f>
              <c:numCache>
                <c:formatCode>General</c:formatCode>
                <c:ptCount val="63"/>
                <c:pt idx="0">
                  <c:v>-0.4562702286451496</c:v>
                </c:pt>
                <c:pt idx="1">
                  <c:v>-0.26766569459328443</c:v>
                </c:pt>
                <c:pt idx="2">
                  <c:v>-7.0490661978933944E-2</c:v>
                </c:pt>
                <c:pt idx="3">
                  <c:v>-1.8875939524195525E-2</c:v>
                </c:pt>
                <c:pt idx="4">
                  <c:v>-1.6160352423640452E-2</c:v>
                </c:pt>
                <c:pt idx="5">
                  <c:v>-2.9173375640252498E-2</c:v>
                </c:pt>
                <c:pt idx="6">
                  <c:v>-4.3634790565072468E-2</c:v>
                </c:pt>
                <c:pt idx="7">
                  <c:v>-5.1021442300709936E-2</c:v>
                </c:pt>
                <c:pt idx="8">
                  <c:v>-5.1821842008568791E-2</c:v>
                </c:pt>
                <c:pt idx="9">
                  <c:v>-5.8533034777176349E-2</c:v>
                </c:pt>
                <c:pt idx="10">
                  <c:v>-5.960258503592808E-2</c:v>
                </c:pt>
                <c:pt idx="11">
                  <c:v>-5.7663006930671667E-2</c:v>
                </c:pt>
                <c:pt idx="12">
                  <c:v>-3.9345275094851952E-2</c:v>
                </c:pt>
                <c:pt idx="13">
                  <c:v>-3.1111305819086388E-2</c:v>
                </c:pt>
                <c:pt idx="14">
                  <c:v>-2.9171697707192551E-2</c:v>
                </c:pt>
                <c:pt idx="15">
                  <c:v>-2.7979915676691204E-2</c:v>
                </c:pt>
                <c:pt idx="16">
                  <c:v>-3.9319347029357188E-2</c:v>
                </c:pt>
                <c:pt idx="17">
                  <c:v>-5.045621309408653E-2</c:v>
                </c:pt>
                <c:pt idx="18">
                  <c:v>-5.9038472991196488E-2</c:v>
                </c:pt>
                <c:pt idx="19">
                  <c:v>-6.894207839524974E-2</c:v>
                </c:pt>
                <c:pt idx="20">
                  <c:v>-6.9874999929148668E-2</c:v>
                </c:pt>
                <c:pt idx="21">
                  <c:v>-7.0725742491095145E-2</c:v>
                </c:pt>
                <c:pt idx="22">
                  <c:v>-6.3776029231091241E-2</c:v>
                </c:pt>
                <c:pt idx="23">
                  <c:v>-4.437476175762551E-2</c:v>
                </c:pt>
                <c:pt idx="24">
                  <c:v>3.3746630831234942E-2</c:v>
                </c:pt>
                <c:pt idx="25">
                  <c:v>-1.0358592782419202E-2</c:v>
                </c:pt>
                <c:pt idx="26">
                  <c:v>1.7584642288752475E-3</c:v>
                </c:pt>
                <c:pt idx="27">
                  <c:v>-1.3300550518145668E-2</c:v>
                </c:pt>
                <c:pt idx="28">
                  <c:v>-1.2803244094135426E-3</c:v>
                </c:pt>
                <c:pt idx="29">
                  <c:v>-2.689137140498734E-3</c:v>
                </c:pt>
                <c:pt idx="30">
                  <c:v>-2.8243467905177603E-3</c:v>
                </c:pt>
                <c:pt idx="31">
                  <c:v>2.5694325470943465E-2</c:v>
                </c:pt>
                <c:pt idx="32">
                  <c:v>9.9019751788418618E-3</c:v>
                </c:pt>
                <c:pt idx="33">
                  <c:v>7.0068752768309593E-3</c:v>
                </c:pt>
                <c:pt idx="34">
                  <c:v>-2.7021282317563839E-3</c:v>
                </c:pt>
                <c:pt idx="35">
                  <c:v>-1.0147215879251383E-2</c:v>
                </c:pt>
                <c:pt idx="36">
                  <c:v>-1.4298864504934707E-2</c:v>
                </c:pt>
                <c:pt idx="37">
                  <c:v>-1.1145075654653568E-2</c:v>
                </c:pt>
                <c:pt idx="38">
                  <c:v>-1.0909247453745198E-2</c:v>
                </c:pt>
                <c:pt idx="39">
                  <c:v>2.2699409047225896E-3</c:v>
                </c:pt>
                <c:pt idx="40">
                  <c:v>3.3642857980187399E-3</c:v>
                </c:pt>
                <c:pt idx="41">
                  <c:v>-1.083196287024904E-2</c:v>
                </c:pt>
                <c:pt idx="42">
                  <c:v>-4.8348802784896998E-3</c:v>
                </c:pt>
                <c:pt idx="43">
                  <c:v>-1.1100787393951634E-2</c:v>
                </c:pt>
                <c:pt idx="44">
                  <c:v>5.1696070392175473E-3</c:v>
                </c:pt>
                <c:pt idx="45">
                  <c:v>-3.4596521611615517E-3</c:v>
                </c:pt>
                <c:pt idx="46">
                  <c:v>-7.6486154249747456E-3</c:v>
                </c:pt>
                <c:pt idx="47">
                  <c:v>2.3825586566418862E-3</c:v>
                </c:pt>
                <c:pt idx="48">
                  <c:v>5.1723142332106287E-3</c:v>
                </c:pt>
                <c:pt idx="49">
                  <c:v>4.8981262896333122E-3</c:v>
                </c:pt>
                <c:pt idx="50">
                  <c:v>3.8160088324661029E-2</c:v>
                </c:pt>
                <c:pt idx="51">
                  <c:v>3.5832172314232406E-2</c:v>
                </c:pt>
                <c:pt idx="52">
                  <c:v>5.9272661863329516E-2</c:v>
                </c:pt>
                <c:pt idx="53">
                  <c:v>6.4701624393009263E-2</c:v>
                </c:pt>
                <c:pt idx="54">
                  <c:v>4.4042195297324574E-2</c:v>
                </c:pt>
                <c:pt idx="55">
                  <c:v>3.1757180273498373E-2</c:v>
                </c:pt>
                <c:pt idx="56">
                  <c:v>4.9901782693863993E-2</c:v>
                </c:pt>
                <c:pt idx="57">
                  <c:v>9.5849385688913658E-2</c:v>
                </c:pt>
                <c:pt idx="58">
                  <c:v>8.9995845871717398E-2</c:v>
                </c:pt>
                <c:pt idx="59">
                  <c:v>-2.2954727167343796E-2</c:v>
                </c:pt>
                <c:pt idx="60">
                  <c:v>0.1813724672073628</c:v>
                </c:pt>
                <c:pt idx="61">
                  <c:v>3.1270760058706375E-2</c:v>
                </c:pt>
                <c:pt idx="62">
                  <c:v>-0.34488890435960684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977536"/>
        <c:axId val="168979456"/>
      </c:scatterChart>
      <c:valAx>
        <c:axId val="168977536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8979456"/>
        <c:crosses val="autoZero"/>
        <c:crossBetween val="midCat"/>
      </c:valAx>
      <c:valAx>
        <c:axId val="168979456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8977536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06:00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12:00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Spring!$C$19:$AZ$19</c:f>
                <c:numCache>
                  <c:formatCode>General</c:formatCode>
                  <c:ptCount val="50"/>
                  <c:pt idx="0">
                    <c:v>1.0967585469773243E-2</c:v>
                  </c:pt>
                  <c:pt idx="1">
                    <c:v>8.4131079013901149E-3</c:v>
                  </c:pt>
                  <c:pt idx="2">
                    <c:v>7.9867674308871373E-3</c:v>
                  </c:pt>
                  <c:pt idx="3">
                    <c:v>7.8907635484072106E-3</c:v>
                  </c:pt>
                  <c:pt idx="4">
                    <c:v>8.2359977442831942E-3</c:v>
                  </c:pt>
                  <c:pt idx="5">
                    <c:v>8.3304388184015175E-3</c:v>
                  </c:pt>
                  <c:pt idx="6">
                    <c:v>8.2223914912609389E-3</c:v>
                  </c:pt>
                  <c:pt idx="7">
                    <c:v>8.4896894489864417E-3</c:v>
                  </c:pt>
                  <c:pt idx="8">
                    <c:v>8.7576259268072488E-3</c:v>
                  </c:pt>
                  <c:pt idx="9">
                    <c:v>8.9406734417204169E-3</c:v>
                  </c:pt>
                  <c:pt idx="10">
                    <c:v>9.4113177273578413E-3</c:v>
                  </c:pt>
                  <c:pt idx="11">
                    <c:v>9.8320780850173831E-3</c:v>
                  </c:pt>
                  <c:pt idx="12">
                    <c:v>9.7562812500868526E-3</c:v>
                  </c:pt>
                  <c:pt idx="13">
                    <c:v>9.3750271074854782E-3</c:v>
                  </c:pt>
                  <c:pt idx="14">
                    <c:v>8.9579652754182264E-3</c:v>
                  </c:pt>
                  <c:pt idx="15">
                    <c:v>8.661627227946108E-3</c:v>
                  </c:pt>
                  <c:pt idx="16">
                    <c:v>8.2831404450588366E-3</c:v>
                  </c:pt>
                  <c:pt idx="17">
                    <c:v>8.335880007401977E-3</c:v>
                  </c:pt>
                  <c:pt idx="18">
                    <c:v>8.9544978616039796E-3</c:v>
                  </c:pt>
                  <c:pt idx="19">
                    <c:v>1.0184627133748979E-2</c:v>
                  </c:pt>
                  <c:pt idx="20">
                    <c:v>1.0890443823943212E-2</c:v>
                  </c:pt>
                  <c:pt idx="21">
                    <c:v>1.0734243716106822E-2</c:v>
                  </c:pt>
                  <c:pt idx="22">
                    <c:v>1.0570655113870089E-2</c:v>
                  </c:pt>
                  <c:pt idx="23">
                    <c:v>1.077430699813434E-2</c:v>
                  </c:pt>
                  <c:pt idx="24">
                    <c:v>1.0168835177256174E-2</c:v>
                  </c:pt>
                  <c:pt idx="25">
                    <c:v>8.3202229785559849E-3</c:v>
                  </c:pt>
                  <c:pt idx="26">
                    <c:v>7.6482911683456636E-3</c:v>
                  </c:pt>
                  <c:pt idx="27">
                    <c:v>6.9118349761448945E-3</c:v>
                  </c:pt>
                  <c:pt idx="28">
                    <c:v>6.4592937297248089E-3</c:v>
                  </c:pt>
                  <c:pt idx="29">
                    <c:v>6.2056305569991744E-3</c:v>
                  </c:pt>
                  <c:pt idx="30">
                    <c:v>6.2360970092409634E-3</c:v>
                  </c:pt>
                  <c:pt idx="31">
                    <c:v>6.3266364821269643E-3</c:v>
                  </c:pt>
                  <c:pt idx="32">
                    <c:v>6.3728105450703947E-3</c:v>
                  </c:pt>
                  <c:pt idx="33">
                    <c:v>6.3606508429167423E-3</c:v>
                  </c:pt>
                  <c:pt idx="34">
                    <c:v>6.340778783230536E-3</c:v>
                  </c:pt>
                  <c:pt idx="35">
                    <c:v>6.5372755338649838E-3</c:v>
                  </c:pt>
                  <c:pt idx="36">
                    <c:v>6.5388415465007536E-3</c:v>
                  </c:pt>
                  <c:pt idx="37">
                    <c:v>6.6397986718757926E-3</c:v>
                  </c:pt>
                  <c:pt idx="38">
                    <c:v>6.6489097347304654E-3</c:v>
                  </c:pt>
                  <c:pt idx="39">
                    <c:v>6.4745747921840869E-3</c:v>
                  </c:pt>
                  <c:pt idx="40">
                    <c:v>7.0454757600503758E-3</c:v>
                  </c:pt>
                  <c:pt idx="41">
                    <c:v>7.1758797552918183E-3</c:v>
                  </c:pt>
                  <c:pt idx="42">
                    <c:v>7.3269849217076303E-3</c:v>
                  </c:pt>
                  <c:pt idx="43">
                    <c:v>7.3452060114528629E-3</c:v>
                  </c:pt>
                  <c:pt idx="44">
                    <c:v>7.6991547568005725E-3</c:v>
                  </c:pt>
                  <c:pt idx="45">
                    <c:v>8.0807089811995095E-3</c:v>
                  </c:pt>
                  <c:pt idx="46">
                    <c:v>8.4050817341927639E-3</c:v>
                  </c:pt>
                  <c:pt idx="47">
                    <c:v>8.5727975245707706E-3</c:v>
                  </c:pt>
                  <c:pt idx="48">
                    <c:v>8.4400405106017182E-3</c:v>
                  </c:pt>
                  <c:pt idx="49">
                    <c:v>8.4226400555948624E-3</c:v>
                  </c:pt>
                </c:numCache>
              </c:numRef>
            </c:plus>
            <c:minus>
              <c:numRef>
                <c:f>Spring!$C$19:$AZ$19</c:f>
                <c:numCache>
                  <c:formatCode>General</c:formatCode>
                  <c:ptCount val="50"/>
                  <c:pt idx="0">
                    <c:v>1.0967585469773243E-2</c:v>
                  </c:pt>
                  <c:pt idx="1">
                    <c:v>8.4131079013901149E-3</c:v>
                  </c:pt>
                  <c:pt idx="2">
                    <c:v>7.9867674308871373E-3</c:v>
                  </c:pt>
                  <c:pt idx="3">
                    <c:v>7.8907635484072106E-3</c:v>
                  </c:pt>
                  <c:pt idx="4">
                    <c:v>8.2359977442831942E-3</c:v>
                  </c:pt>
                  <c:pt idx="5">
                    <c:v>8.3304388184015175E-3</c:v>
                  </c:pt>
                  <c:pt idx="6">
                    <c:v>8.2223914912609389E-3</c:v>
                  </c:pt>
                  <c:pt idx="7">
                    <c:v>8.4896894489864417E-3</c:v>
                  </c:pt>
                  <c:pt idx="8">
                    <c:v>8.7576259268072488E-3</c:v>
                  </c:pt>
                  <c:pt idx="9">
                    <c:v>8.9406734417204169E-3</c:v>
                  </c:pt>
                  <c:pt idx="10">
                    <c:v>9.4113177273578413E-3</c:v>
                  </c:pt>
                  <c:pt idx="11">
                    <c:v>9.8320780850173831E-3</c:v>
                  </c:pt>
                  <c:pt idx="12">
                    <c:v>9.7562812500868526E-3</c:v>
                  </c:pt>
                  <c:pt idx="13">
                    <c:v>9.3750271074854782E-3</c:v>
                  </c:pt>
                  <c:pt idx="14">
                    <c:v>8.9579652754182264E-3</c:v>
                  </c:pt>
                  <c:pt idx="15">
                    <c:v>8.661627227946108E-3</c:v>
                  </c:pt>
                  <c:pt idx="16">
                    <c:v>8.2831404450588366E-3</c:v>
                  </c:pt>
                  <c:pt idx="17">
                    <c:v>8.335880007401977E-3</c:v>
                  </c:pt>
                  <c:pt idx="18">
                    <c:v>8.9544978616039796E-3</c:v>
                  </c:pt>
                  <c:pt idx="19">
                    <c:v>1.0184627133748979E-2</c:v>
                  </c:pt>
                  <c:pt idx="20">
                    <c:v>1.0890443823943212E-2</c:v>
                  </c:pt>
                  <c:pt idx="21">
                    <c:v>1.0734243716106822E-2</c:v>
                  </c:pt>
                  <c:pt idx="22">
                    <c:v>1.0570655113870089E-2</c:v>
                  </c:pt>
                  <c:pt idx="23">
                    <c:v>1.077430699813434E-2</c:v>
                  </c:pt>
                  <c:pt idx="24">
                    <c:v>1.0168835177256174E-2</c:v>
                  </c:pt>
                  <c:pt idx="25">
                    <c:v>8.3202229785559849E-3</c:v>
                  </c:pt>
                  <c:pt idx="26">
                    <c:v>7.6482911683456636E-3</c:v>
                  </c:pt>
                  <c:pt idx="27">
                    <c:v>6.9118349761448945E-3</c:v>
                  </c:pt>
                  <c:pt idx="28">
                    <c:v>6.4592937297248089E-3</c:v>
                  </c:pt>
                  <c:pt idx="29">
                    <c:v>6.2056305569991744E-3</c:v>
                  </c:pt>
                  <c:pt idx="30">
                    <c:v>6.2360970092409634E-3</c:v>
                  </c:pt>
                  <c:pt idx="31">
                    <c:v>6.3266364821269643E-3</c:v>
                  </c:pt>
                  <c:pt idx="32">
                    <c:v>6.3728105450703947E-3</c:v>
                  </c:pt>
                  <c:pt idx="33">
                    <c:v>6.3606508429167423E-3</c:v>
                  </c:pt>
                  <c:pt idx="34">
                    <c:v>6.340778783230536E-3</c:v>
                  </c:pt>
                  <c:pt idx="35">
                    <c:v>6.5372755338649838E-3</c:v>
                  </c:pt>
                  <c:pt idx="36">
                    <c:v>6.5388415465007536E-3</c:v>
                  </c:pt>
                  <c:pt idx="37">
                    <c:v>6.6397986718757926E-3</c:v>
                  </c:pt>
                  <c:pt idx="38">
                    <c:v>6.6489097347304654E-3</c:v>
                  </c:pt>
                  <c:pt idx="39">
                    <c:v>6.4745747921840869E-3</c:v>
                  </c:pt>
                  <c:pt idx="40">
                    <c:v>7.0454757600503758E-3</c:v>
                  </c:pt>
                  <c:pt idx="41">
                    <c:v>7.1758797552918183E-3</c:v>
                  </c:pt>
                  <c:pt idx="42">
                    <c:v>7.3269849217076303E-3</c:v>
                  </c:pt>
                  <c:pt idx="43">
                    <c:v>7.3452060114528629E-3</c:v>
                  </c:pt>
                  <c:pt idx="44">
                    <c:v>7.6991547568005725E-3</c:v>
                  </c:pt>
                  <c:pt idx="45">
                    <c:v>8.0807089811995095E-3</c:v>
                  </c:pt>
                  <c:pt idx="46">
                    <c:v>8.4050817341927639E-3</c:v>
                  </c:pt>
                  <c:pt idx="47">
                    <c:v>8.5727975245707706E-3</c:v>
                  </c:pt>
                  <c:pt idx="48">
                    <c:v>8.4400405106017182E-3</c:v>
                  </c:pt>
                  <c:pt idx="49">
                    <c:v>8.4226400555948624E-3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Spring!$C$18:$BM$18</c:f>
              <c:numCache>
                <c:formatCode>General</c:formatCode>
                <c:ptCount val="63"/>
                <c:pt idx="0">
                  <c:v>0.49505384331116031</c:v>
                </c:pt>
                <c:pt idx="1">
                  <c:v>8.8051498521803245E-2</c:v>
                </c:pt>
                <c:pt idx="2">
                  <c:v>3.0770916481892115E-2</c:v>
                </c:pt>
                <c:pt idx="3">
                  <c:v>3.2231393200295611E-2</c:v>
                </c:pt>
                <c:pt idx="4">
                  <c:v>4.1186991869918713E-2</c:v>
                </c:pt>
                <c:pt idx="5">
                  <c:v>4.0618033998521839E-2</c:v>
                </c:pt>
                <c:pt idx="6">
                  <c:v>3.5241027346637109E-2</c:v>
                </c:pt>
                <c:pt idx="7">
                  <c:v>3.1897357723577283E-2</c:v>
                </c:pt>
                <c:pt idx="8">
                  <c:v>2.4212860310421285E-2</c:v>
                </c:pt>
                <c:pt idx="9">
                  <c:v>2.1036585365853691E-2</c:v>
                </c:pt>
                <c:pt idx="10">
                  <c:v>1.762195121951219E-2</c:v>
                </c:pt>
                <c:pt idx="11">
                  <c:v>2.025527192008875E-2</c:v>
                </c:pt>
                <c:pt idx="12">
                  <c:v>2.4361820199778058E-2</c:v>
                </c:pt>
                <c:pt idx="13">
                  <c:v>3.4054753977062487E-2</c:v>
                </c:pt>
                <c:pt idx="14">
                  <c:v>4.1305956344802053E-2</c:v>
                </c:pt>
                <c:pt idx="15">
                  <c:v>4.5272525027808687E-2</c:v>
                </c:pt>
                <c:pt idx="16">
                  <c:v>4.8866592344853133E-2</c:v>
                </c:pt>
                <c:pt idx="17">
                  <c:v>5.1618303571428666E-2</c:v>
                </c:pt>
                <c:pt idx="18">
                  <c:v>4.5386904761904816E-2</c:v>
                </c:pt>
                <c:pt idx="19">
                  <c:v>4.55257270693512E-2</c:v>
                </c:pt>
                <c:pt idx="20">
                  <c:v>3.7252706233669289E-2</c:v>
                </c:pt>
                <c:pt idx="21">
                  <c:v>3.4346846846846857E-2</c:v>
                </c:pt>
                <c:pt idx="22">
                  <c:v>2.5395927601809965E-2</c:v>
                </c:pt>
                <c:pt idx="23">
                  <c:v>2.7979568671963689E-2</c:v>
                </c:pt>
                <c:pt idx="24">
                  <c:v>1.5359848484848468E-2</c:v>
                </c:pt>
                <c:pt idx="25">
                  <c:v>1.3211845102505684E-2</c:v>
                </c:pt>
                <c:pt idx="26">
                  <c:v>1.9245354569586638E-2</c:v>
                </c:pt>
                <c:pt idx="27">
                  <c:v>1.5186028853454818E-2</c:v>
                </c:pt>
                <c:pt idx="28">
                  <c:v>1.6685692541856915E-2</c:v>
                </c:pt>
                <c:pt idx="29">
                  <c:v>1.1276190476190448E-2</c:v>
                </c:pt>
                <c:pt idx="30">
                  <c:v>6.2476190476190531E-3</c:v>
                </c:pt>
                <c:pt idx="31">
                  <c:v>9.180952380952373E-3</c:v>
                </c:pt>
                <c:pt idx="32">
                  <c:v>1.0137457044673533E-2</c:v>
                </c:pt>
                <c:pt idx="33">
                  <c:v>1.4444444444444466E-2</c:v>
                </c:pt>
                <c:pt idx="34">
                  <c:v>3.2355197545070949E-2</c:v>
                </c:pt>
                <c:pt idx="35">
                  <c:v>2.8450595924644315E-2</c:v>
                </c:pt>
                <c:pt idx="36">
                  <c:v>2.0549788542868132E-2</c:v>
                </c:pt>
                <c:pt idx="37">
                  <c:v>2.286374133949191E-2</c:v>
                </c:pt>
                <c:pt idx="38">
                  <c:v>2.9591049382716055E-2</c:v>
                </c:pt>
                <c:pt idx="39">
                  <c:v>3.0355761794276882E-2</c:v>
                </c:pt>
                <c:pt idx="40">
                  <c:v>2.4961330239752503E-2</c:v>
                </c:pt>
                <c:pt idx="41">
                  <c:v>4.4560588463027455E-2</c:v>
                </c:pt>
                <c:pt idx="42">
                  <c:v>6.0322079937912297E-2</c:v>
                </c:pt>
                <c:pt idx="43">
                  <c:v>6.3930927435001894E-2</c:v>
                </c:pt>
                <c:pt idx="44">
                  <c:v>6.5208090237261804E-2</c:v>
                </c:pt>
                <c:pt idx="45">
                  <c:v>6.2241715399610188E-2</c:v>
                </c:pt>
                <c:pt idx="46">
                  <c:v>6.9890582258694781E-2</c:v>
                </c:pt>
                <c:pt idx="47">
                  <c:v>6.4095013741656812E-2</c:v>
                </c:pt>
                <c:pt idx="48">
                  <c:v>8.1459566074950668E-2</c:v>
                </c:pt>
                <c:pt idx="49">
                  <c:v>7.7507898894154728E-2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Spring!$C$22:$BM$22</c:f>
                <c:numCache>
                  <c:formatCode>General</c:formatCode>
                  <c:ptCount val="63"/>
                  <c:pt idx="0">
                    <c:v>2.0176791604851096E-2</c:v>
                  </c:pt>
                  <c:pt idx="1">
                    <c:v>1.5500472309136211E-2</c:v>
                  </c:pt>
                  <c:pt idx="2">
                    <c:v>1.5171520217474525E-2</c:v>
                  </c:pt>
                  <c:pt idx="3">
                    <c:v>1.5888403977182362E-2</c:v>
                  </c:pt>
                  <c:pt idx="4">
                    <c:v>1.561262513173892E-2</c:v>
                  </c:pt>
                  <c:pt idx="5">
                    <c:v>1.6259655824883801E-2</c:v>
                  </c:pt>
                  <c:pt idx="6">
                    <c:v>1.730176212216122E-2</c:v>
                  </c:pt>
                  <c:pt idx="7">
                    <c:v>1.6980398018623118E-2</c:v>
                  </c:pt>
                  <c:pt idx="8">
                    <c:v>1.5962746681947193E-2</c:v>
                  </c:pt>
                  <c:pt idx="9">
                    <c:v>1.6406810757021786E-2</c:v>
                  </c:pt>
                  <c:pt idx="10">
                    <c:v>1.6492075619667503E-2</c:v>
                  </c:pt>
                  <c:pt idx="11">
                    <c:v>1.621580551137744E-2</c:v>
                  </c:pt>
                  <c:pt idx="12">
                    <c:v>1.566306263098036E-2</c:v>
                  </c:pt>
                  <c:pt idx="13">
                    <c:v>1.559637352232239E-2</c:v>
                  </c:pt>
                  <c:pt idx="14">
                    <c:v>1.4884540099837543E-2</c:v>
                  </c:pt>
                  <c:pt idx="15">
                    <c:v>1.3104993745939111E-2</c:v>
                  </c:pt>
                  <c:pt idx="16">
                    <c:v>1.3593352750696522E-2</c:v>
                  </c:pt>
                  <c:pt idx="17">
                    <c:v>1.5225266377621009E-2</c:v>
                  </c:pt>
                  <c:pt idx="18">
                    <c:v>1.5290605388672093E-2</c:v>
                  </c:pt>
                  <c:pt idx="19">
                    <c:v>1.5933572800509097E-2</c:v>
                  </c:pt>
                  <c:pt idx="20">
                    <c:v>1.7529266796292631E-2</c:v>
                  </c:pt>
                  <c:pt idx="21">
                    <c:v>2.0285461317734711E-2</c:v>
                  </c:pt>
                  <c:pt idx="22">
                    <c:v>2.1183149458639028E-2</c:v>
                  </c:pt>
                  <c:pt idx="23">
                    <c:v>2.2886854424832705E-2</c:v>
                  </c:pt>
                  <c:pt idx="24">
                    <c:v>2.0681960683175023E-2</c:v>
                  </c:pt>
                  <c:pt idx="25">
                    <c:v>1.85222039403347E-2</c:v>
                  </c:pt>
                  <c:pt idx="26">
                    <c:v>1.4781076275761385E-2</c:v>
                  </c:pt>
                  <c:pt idx="27">
                    <c:v>1.2552373988584806E-2</c:v>
                  </c:pt>
                  <c:pt idx="28">
                    <c:v>1.1192903435454024E-2</c:v>
                  </c:pt>
                  <c:pt idx="29">
                    <c:v>1.1453667461622324E-2</c:v>
                  </c:pt>
                  <c:pt idx="30">
                    <c:v>1.1023376670580093E-2</c:v>
                  </c:pt>
                  <c:pt idx="31">
                    <c:v>1.1324229577529835E-2</c:v>
                  </c:pt>
                  <c:pt idx="32">
                    <c:v>1.1298925098058887E-2</c:v>
                  </c:pt>
                  <c:pt idx="33">
                    <c:v>1.1482029646495605E-2</c:v>
                  </c:pt>
                  <c:pt idx="34">
                    <c:v>1.1556827572859821E-2</c:v>
                  </c:pt>
                  <c:pt idx="35">
                    <c:v>1.217478003160544E-2</c:v>
                  </c:pt>
                  <c:pt idx="36">
                    <c:v>1.0482994704137282E-2</c:v>
                  </c:pt>
                  <c:pt idx="37">
                    <c:v>1.1167495608655488E-2</c:v>
                  </c:pt>
                  <c:pt idx="38">
                    <c:v>1.1845460905418674E-2</c:v>
                  </c:pt>
                  <c:pt idx="39">
                    <c:v>1.1834969973304906E-2</c:v>
                  </c:pt>
                  <c:pt idx="40">
                    <c:v>1.2072174849392884E-2</c:v>
                  </c:pt>
                  <c:pt idx="41">
                    <c:v>1.2903702469940504E-2</c:v>
                  </c:pt>
                  <c:pt idx="42">
                    <c:v>1.3200408517108781E-2</c:v>
                  </c:pt>
                  <c:pt idx="43">
                    <c:v>1.2752663518569081E-2</c:v>
                  </c:pt>
                  <c:pt idx="44">
                    <c:v>1.3014552861267717E-2</c:v>
                  </c:pt>
                  <c:pt idx="45">
                    <c:v>1.2978867476165673E-2</c:v>
                  </c:pt>
                  <c:pt idx="46">
                    <c:v>1.4208902525539406E-2</c:v>
                  </c:pt>
                  <c:pt idx="47">
                    <c:v>1.5134596546575292E-2</c:v>
                  </c:pt>
                  <c:pt idx="48">
                    <c:v>1.552556861850922E-2</c:v>
                  </c:pt>
                  <c:pt idx="49">
                    <c:v>1.5564960561312315E-2</c:v>
                  </c:pt>
                  <c:pt idx="50">
                    <c:v>1.5861312092325195E-2</c:v>
                  </c:pt>
                  <c:pt idx="51">
                    <c:v>1.7235681523289189E-2</c:v>
                  </c:pt>
                  <c:pt idx="52">
                    <c:v>1.7980442676417643E-2</c:v>
                  </c:pt>
                  <c:pt idx="53">
                    <c:v>1.8279199806734588E-2</c:v>
                  </c:pt>
                  <c:pt idx="54">
                    <c:v>1.8210886119803461E-2</c:v>
                  </c:pt>
                  <c:pt idx="55">
                    <c:v>1.9236440185827496E-2</c:v>
                  </c:pt>
                  <c:pt idx="56">
                    <c:v>1.9766752861370539E-2</c:v>
                  </c:pt>
                  <c:pt idx="57">
                    <c:v>2.0121765155211635E-2</c:v>
                  </c:pt>
                  <c:pt idx="58">
                    <c:v>2.1599650581898468E-2</c:v>
                  </c:pt>
                  <c:pt idx="59">
                    <c:v>2.1421645617340168E-2</c:v>
                  </c:pt>
                  <c:pt idx="60">
                    <c:v>2.1807497603355371E-2</c:v>
                  </c:pt>
                  <c:pt idx="61">
                    <c:v>2.2418613525321967E-2</c:v>
                  </c:pt>
                  <c:pt idx="62">
                    <c:v>2.5685946642295683E-2</c:v>
                  </c:pt>
                </c:numCache>
              </c:numRef>
            </c:plus>
            <c:minus>
              <c:numRef>
                <c:f>Spring!$C$22:$BM$22</c:f>
                <c:numCache>
                  <c:formatCode>General</c:formatCode>
                  <c:ptCount val="63"/>
                  <c:pt idx="0">
                    <c:v>2.0176791604851096E-2</c:v>
                  </c:pt>
                  <c:pt idx="1">
                    <c:v>1.5500472309136211E-2</c:v>
                  </c:pt>
                  <c:pt idx="2">
                    <c:v>1.5171520217474525E-2</c:v>
                  </c:pt>
                  <c:pt idx="3">
                    <c:v>1.5888403977182362E-2</c:v>
                  </c:pt>
                  <c:pt idx="4">
                    <c:v>1.561262513173892E-2</c:v>
                  </c:pt>
                  <c:pt idx="5">
                    <c:v>1.6259655824883801E-2</c:v>
                  </c:pt>
                  <c:pt idx="6">
                    <c:v>1.730176212216122E-2</c:v>
                  </c:pt>
                  <c:pt idx="7">
                    <c:v>1.6980398018623118E-2</c:v>
                  </c:pt>
                  <c:pt idx="8">
                    <c:v>1.5962746681947193E-2</c:v>
                  </c:pt>
                  <c:pt idx="9">
                    <c:v>1.6406810757021786E-2</c:v>
                  </c:pt>
                  <c:pt idx="10">
                    <c:v>1.6492075619667503E-2</c:v>
                  </c:pt>
                  <c:pt idx="11">
                    <c:v>1.621580551137744E-2</c:v>
                  </c:pt>
                  <c:pt idx="12">
                    <c:v>1.566306263098036E-2</c:v>
                  </c:pt>
                  <c:pt idx="13">
                    <c:v>1.559637352232239E-2</c:v>
                  </c:pt>
                  <c:pt idx="14">
                    <c:v>1.4884540099837543E-2</c:v>
                  </c:pt>
                  <c:pt idx="15">
                    <c:v>1.3104993745939111E-2</c:v>
                  </c:pt>
                  <c:pt idx="16">
                    <c:v>1.3593352750696522E-2</c:v>
                  </c:pt>
                  <c:pt idx="17">
                    <c:v>1.5225266377621009E-2</c:v>
                  </c:pt>
                  <c:pt idx="18">
                    <c:v>1.5290605388672093E-2</c:v>
                  </c:pt>
                  <c:pt idx="19">
                    <c:v>1.5933572800509097E-2</c:v>
                  </c:pt>
                  <c:pt idx="20">
                    <c:v>1.7529266796292631E-2</c:v>
                  </c:pt>
                  <c:pt idx="21">
                    <c:v>2.0285461317734711E-2</c:v>
                  </c:pt>
                  <c:pt idx="22">
                    <c:v>2.1183149458639028E-2</c:v>
                  </c:pt>
                  <c:pt idx="23">
                    <c:v>2.2886854424832705E-2</c:v>
                  </c:pt>
                  <c:pt idx="24">
                    <c:v>2.0681960683175023E-2</c:v>
                  </c:pt>
                  <c:pt idx="25">
                    <c:v>1.85222039403347E-2</c:v>
                  </c:pt>
                  <c:pt idx="26">
                    <c:v>1.4781076275761385E-2</c:v>
                  </c:pt>
                  <c:pt idx="27">
                    <c:v>1.2552373988584806E-2</c:v>
                  </c:pt>
                  <c:pt idx="28">
                    <c:v>1.1192903435454024E-2</c:v>
                  </c:pt>
                  <c:pt idx="29">
                    <c:v>1.1453667461622324E-2</c:v>
                  </c:pt>
                  <c:pt idx="30">
                    <c:v>1.1023376670580093E-2</c:v>
                  </c:pt>
                  <c:pt idx="31">
                    <c:v>1.1324229577529835E-2</c:v>
                  </c:pt>
                  <c:pt idx="32">
                    <c:v>1.1298925098058887E-2</c:v>
                  </c:pt>
                  <c:pt idx="33">
                    <c:v>1.1482029646495605E-2</c:v>
                  </c:pt>
                  <c:pt idx="34">
                    <c:v>1.1556827572859821E-2</c:v>
                  </c:pt>
                  <c:pt idx="35">
                    <c:v>1.217478003160544E-2</c:v>
                  </c:pt>
                  <c:pt idx="36">
                    <c:v>1.0482994704137282E-2</c:v>
                  </c:pt>
                  <c:pt idx="37">
                    <c:v>1.1167495608655488E-2</c:v>
                  </c:pt>
                  <c:pt idx="38">
                    <c:v>1.1845460905418674E-2</c:v>
                  </c:pt>
                  <c:pt idx="39">
                    <c:v>1.1834969973304906E-2</c:v>
                  </c:pt>
                  <c:pt idx="40">
                    <c:v>1.2072174849392884E-2</c:v>
                  </c:pt>
                  <c:pt idx="41">
                    <c:v>1.2903702469940504E-2</c:v>
                  </c:pt>
                  <c:pt idx="42">
                    <c:v>1.3200408517108781E-2</c:v>
                  </c:pt>
                  <c:pt idx="43">
                    <c:v>1.2752663518569081E-2</c:v>
                  </c:pt>
                  <c:pt idx="44">
                    <c:v>1.3014552861267717E-2</c:v>
                  </c:pt>
                  <c:pt idx="45">
                    <c:v>1.2978867476165673E-2</c:v>
                  </c:pt>
                  <c:pt idx="46">
                    <c:v>1.4208902525539406E-2</c:v>
                  </c:pt>
                  <c:pt idx="47">
                    <c:v>1.5134596546575292E-2</c:v>
                  </c:pt>
                  <c:pt idx="48">
                    <c:v>1.552556861850922E-2</c:v>
                  </c:pt>
                  <c:pt idx="49">
                    <c:v>1.5564960561312315E-2</c:v>
                  </c:pt>
                  <c:pt idx="50">
                    <c:v>1.5861312092325195E-2</c:v>
                  </c:pt>
                  <c:pt idx="51">
                    <c:v>1.7235681523289189E-2</c:v>
                  </c:pt>
                  <c:pt idx="52">
                    <c:v>1.7980442676417643E-2</c:v>
                  </c:pt>
                  <c:pt idx="53">
                    <c:v>1.8279199806734588E-2</c:v>
                  </c:pt>
                  <c:pt idx="54">
                    <c:v>1.8210886119803461E-2</c:v>
                  </c:pt>
                  <c:pt idx="55">
                    <c:v>1.9236440185827496E-2</c:v>
                  </c:pt>
                  <c:pt idx="56">
                    <c:v>1.9766752861370539E-2</c:v>
                  </c:pt>
                  <c:pt idx="57">
                    <c:v>2.0121765155211635E-2</c:v>
                  </c:pt>
                  <c:pt idx="58">
                    <c:v>2.1599650581898468E-2</c:v>
                  </c:pt>
                  <c:pt idx="59">
                    <c:v>2.1421645617340168E-2</c:v>
                  </c:pt>
                  <c:pt idx="60">
                    <c:v>2.1807497603355371E-2</c:v>
                  </c:pt>
                  <c:pt idx="61">
                    <c:v>2.2418613525321967E-2</c:v>
                  </c:pt>
                  <c:pt idx="62">
                    <c:v>2.5685946642295683E-2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Spring!$C$21:$BM$21</c:f>
              <c:numCache>
                <c:formatCode>General</c:formatCode>
                <c:ptCount val="63"/>
                <c:pt idx="0">
                  <c:v>0.44607019508746815</c:v>
                </c:pt>
                <c:pt idx="1">
                  <c:v>6.6420120998985269E-2</c:v>
                </c:pt>
                <c:pt idx="2">
                  <c:v>3.6534573504616315E-2</c:v>
                </c:pt>
                <c:pt idx="3">
                  <c:v>4.9769330295261011E-2</c:v>
                </c:pt>
                <c:pt idx="4">
                  <c:v>4.6838241649339661E-2</c:v>
                </c:pt>
                <c:pt idx="5">
                  <c:v>4.9465783503791841E-2</c:v>
                </c:pt>
                <c:pt idx="6">
                  <c:v>3.4314455785271487E-2</c:v>
                </c:pt>
                <c:pt idx="7">
                  <c:v>2.3632204923106848E-2</c:v>
                </c:pt>
                <c:pt idx="8">
                  <c:v>3.2951055565513525E-2</c:v>
                </c:pt>
                <c:pt idx="9">
                  <c:v>4.4862931175322397E-2</c:v>
                </c:pt>
                <c:pt idx="10">
                  <c:v>4.6040971474224854E-2</c:v>
                </c:pt>
                <c:pt idx="11">
                  <c:v>3.2201003454851829E-2</c:v>
                </c:pt>
                <c:pt idx="12">
                  <c:v>3.2659796239584905E-2</c:v>
                </c:pt>
                <c:pt idx="13">
                  <c:v>3.5917975549179665E-2</c:v>
                </c:pt>
                <c:pt idx="14">
                  <c:v>3.5559468324677032E-2</c:v>
                </c:pt>
                <c:pt idx="15">
                  <c:v>3.3702284812251286E-2</c:v>
                </c:pt>
                <c:pt idx="16">
                  <c:v>2.5660573698198394E-2</c:v>
                </c:pt>
                <c:pt idx="17">
                  <c:v>2.605401779737709E-2</c:v>
                </c:pt>
                <c:pt idx="18">
                  <c:v>2.0822872626688797E-2</c:v>
                </c:pt>
                <c:pt idx="19">
                  <c:v>5.9330583818700995E-3</c:v>
                </c:pt>
                <c:pt idx="20">
                  <c:v>1.3544059898326835E-2</c:v>
                </c:pt>
                <c:pt idx="21">
                  <c:v>9.4540734246104999E-3</c:v>
                </c:pt>
                <c:pt idx="22">
                  <c:v>4.1934439362478676E-2</c:v>
                </c:pt>
                <c:pt idx="23">
                  <c:v>6.3870439355533062E-2</c:v>
                </c:pt>
                <c:pt idx="24">
                  <c:v>3.8807936169122287E-2</c:v>
                </c:pt>
                <c:pt idx="25">
                  <c:v>8.7877627801888313E-3</c:v>
                </c:pt>
                <c:pt idx="26">
                  <c:v>1.5836050949549482E-2</c:v>
                </c:pt>
                <c:pt idx="27">
                  <c:v>2.1253902096556594E-2</c:v>
                </c:pt>
                <c:pt idx="28">
                  <c:v>2.6558446221924464E-2</c:v>
                </c:pt>
                <c:pt idx="29">
                  <c:v>2.5759494706451665E-2</c:v>
                </c:pt>
                <c:pt idx="30">
                  <c:v>2.7360559813892509E-2</c:v>
                </c:pt>
                <c:pt idx="31">
                  <c:v>1.024173292866172E-2</c:v>
                </c:pt>
                <c:pt idx="32">
                  <c:v>-8.8829390934308945E-5</c:v>
                </c:pt>
                <c:pt idx="33">
                  <c:v>1.1480951546956542E-2</c:v>
                </c:pt>
                <c:pt idx="34">
                  <c:v>3.0757576128480763E-3</c:v>
                </c:pt>
                <c:pt idx="35">
                  <c:v>1.2813493148103814E-2</c:v>
                </c:pt>
                <c:pt idx="36">
                  <c:v>1.0331294373728858E-2</c:v>
                </c:pt>
                <c:pt idx="37">
                  <c:v>1.2433918206261512E-2</c:v>
                </c:pt>
                <c:pt idx="38">
                  <c:v>1.2784409002201331E-2</c:v>
                </c:pt>
                <c:pt idx="39">
                  <c:v>2.394088387348824E-2</c:v>
                </c:pt>
                <c:pt idx="40">
                  <c:v>3.1827911419323861E-2</c:v>
                </c:pt>
                <c:pt idx="41">
                  <c:v>2.7880751455486848E-2</c:v>
                </c:pt>
                <c:pt idx="42">
                  <c:v>2.5674350498484641E-2</c:v>
                </c:pt>
                <c:pt idx="43">
                  <c:v>2.9272049422783619E-2</c:v>
                </c:pt>
                <c:pt idx="44">
                  <c:v>4.925276371838732E-2</c:v>
                </c:pt>
                <c:pt idx="45">
                  <c:v>8.6184781340291491E-2</c:v>
                </c:pt>
                <c:pt idx="46">
                  <c:v>7.9370800041367442E-2</c:v>
                </c:pt>
                <c:pt idx="47">
                  <c:v>7.1233221408575451E-2</c:v>
                </c:pt>
                <c:pt idx="48">
                  <c:v>5.781197371392461E-2</c:v>
                </c:pt>
                <c:pt idx="49">
                  <c:v>4.3607498793540714E-2</c:v>
                </c:pt>
                <c:pt idx="50">
                  <c:v>6.830758458471467E-2</c:v>
                </c:pt>
                <c:pt idx="51">
                  <c:v>8.2030518795272622E-2</c:v>
                </c:pt>
                <c:pt idx="52">
                  <c:v>8.925986029196982E-2</c:v>
                </c:pt>
                <c:pt idx="53">
                  <c:v>0.11049225085871726</c:v>
                </c:pt>
                <c:pt idx="54">
                  <c:v>0.10973709308122191</c:v>
                </c:pt>
                <c:pt idx="55">
                  <c:v>0.11759833960873921</c:v>
                </c:pt>
                <c:pt idx="56">
                  <c:v>0.11723292606260938</c:v>
                </c:pt>
                <c:pt idx="57">
                  <c:v>9.9749473940958303E-2</c:v>
                </c:pt>
                <c:pt idx="58">
                  <c:v>0.11183272829505034</c:v>
                </c:pt>
                <c:pt idx="59">
                  <c:v>9.9038403954443618E-2</c:v>
                </c:pt>
                <c:pt idx="60">
                  <c:v>9.2045483473262441E-2</c:v>
                </c:pt>
                <c:pt idx="61">
                  <c:v>0.11643052208057054</c:v>
                </c:pt>
                <c:pt idx="62">
                  <c:v>0.13210407072055844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Spring!$C$25:$BM$25</c:f>
                <c:numCache>
                  <c:formatCode>General</c:formatCode>
                  <c:ptCount val="63"/>
                  <c:pt idx="0">
                    <c:v>2.3366239481505152E-2</c:v>
                  </c:pt>
                  <c:pt idx="1">
                    <c:v>1.7860837925799851E-2</c:v>
                  </c:pt>
                  <c:pt idx="2">
                    <c:v>1.6636263223404439E-2</c:v>
                  </c:pt>
                  <c:pt idx="3">
                    <c:v>1.6227696324705207E-2</c:v>
                  </c:pt>
                  <c:pt idx="4">
                    <c:v>1.4658775388898489E-2</c:v>
                  </c:pt>
                  <c:pt idx="5">
                    <c:v>1.3569451406704854E-2</c:v>
                  </c:pt>
                  <c:pt idx="6">
                    <c:v>1.2446503730533477E-2</c:v>
                  </c:pt>
                  <c:pt idx="7">
                    <c:v>1.1703510209418025E-2</c:v>
                  </c:pt>
                  <c:pt idx="8">
                    <c:v>1.1473324507703046E-2</c:v>
                  </c:pt>
                  <c:pt idx="9">
                    <c:v>1.118386925170466E-2</c:v>
                  </c:pt>
                  <c:pt idx="10">
                    <c:v>1.19667827377333E-2</c:v>
                  </c:pt>
                  <c:pt idx="11">
                    <c:v>1.2329900287142467E-2</c:v>
                  </c:pt>
                  <c:pt idx="12">
                    <c:v>1.1599163509441594E-2</c:v>
                  </c:pt>
                  <c:pt idx="13">
                    <c:v>1.1449281906401036E-2</c:v>
                  </c:pt>
                  <c:pt idx="14">
                    <c:v>1.1442329883955245E-2</c:v>
                  </c:pt>
                  <c:pt idx="15">
                    <c:v>1.1608958461902673E-2</c:v>
                  </c:pt>
                  <c:pt idx="16">
                    <c:v>1.106668437673421E-2</c:v>
                  </c:pt>
                  <c:pt idx="17">
                    <c:v>1.115674486168086E-2</c:v>
                  </c:pt>
                  <c:pt idx="18">
                    <c:v>1.1292580973024597E-2</c:v>
                  </c:pt>
                  <c:pt idx="19">
                    <c:v>1.1418103107566791E-2</c:v>
                  </c:pt>
                  <c:pt idx="20">
                    <c:v>1.1641171883422901E-2</c:v>
                  </c:pt>
                  <c:pt idx="21">
                    <c:v>1.2339464397723189E-2</c:v>
                  </c:pt>
                  <c:pt idx="22">
                    <c:v>1.3602307704687859E-2</c:v>
                  </c:pt>
                  <c:pt idx="23">
                    <c:v>1.6072203259296879E-2</c:v>
                  </c:pt>
                  <c:pt idx="24">
                    <c:v>1.8157823813716417E-2</c:v>
                  </c:pt>
                  <c:pt idx="25">
                    <c:v>1.6862918805706992E-2</c:v>
                  </c:pt>
                  <c:pt idx="26">
                    <c:v>1.5888906090904393E-2</c:v>
                  </c:pt>
                  <c:pt idx="27">
                    <c:v>1.476417720783787E-2</c:v>
                  </c:pt>
                  <c:pt idx="28">
                    <c:v>1.3197297259567389E-2</c:v>
                  </c:pt>
                  <c:pt idx="29">
                    <c:v>1.2586915309485629E-2</c:v>
                  </c:pt>
                  <c:pt idx="30">
                    <c:v>1.3148862946911114E-2</c:v>
                  </c:pt>
                  <c:pt idx="31">
                    <c:v>1.3012924017583246E-2</c:v>
                  </c:pt>
                  <c:pt idx="32">
                    <c:v>1.2882544289874747E-2</c:v>
                  </c:pt>
                  <c:pt idx="33">
                    <c:v>1.2544802216668382E-2</c:v>
                  </c:pt>
                  <c:pt idx="34">
                    <c:v>1.2765869432422229E-2</c:v>
                  </c:pt>
                  <c:pt idx="35">
                    <c:v>1.2934470258432137E-2</c:v>
                  </c:pt>
                  <c:pt idx="36">
                    <c:v>1.3750741258659566E-2</c:v>
                  </c:pt>
                  <c:pt idx="37">
                    <c:v>1.3185012148199235E-2</c:v>
                  </c:pt>
                  <c:pt idx="38">
                    <c:v>1.3935085491859079E-2</c:v>
                  </c:pt>
                  <c:pt idx="39">
                    <c:v>1.3378927727940956E-2</c:v>
                  </c:pt>
                  <c:pt idx="40">
                    <c:v>1.2872560338499529E-2</c:v>
                  </c:pt>
                  <c:pt idx="41">
                    <c:v>1.258297523468462E-2</c:v>
                  </c:pt>
                  <c:pt idx="42">
                    <c:v>1.2294762642887617E-2</c:v>
                  </c:pt>
                  <c:pt idx="43">
                    <c:v>1.2805224553868897E-2</c:v>
                  </c:pt>
                  <c:pt idx="44">
                    <c:v>1.3244017793232062E-2</c:v>
                  </c:pt>
                  <c:pt idx="45">
                    <c:v>1.3573027173776659E-2</c:v>
                  </c:pt>
                  <c:pt idx="46">
                    <c:v>1.2776031852897992E-2</c:v>
                  </c:pt>
                  <c:pt idx="47">
                    <c:v>1.3908405001473568E-2</c:v>
                  </c:pt>
                  <c:pt idx="48">
                    <c:v>1.3706074637594873E-2</c:v>
                  </c:pt>
                  <c:pt idx="49">
                    <c:v>1.4444546946079618E-2</c:v>
                  </c:pt>
                  <c:pt idx="50">
                    <c:v>1.6804948084256324E-2</c:v>
                  </c:pt>
                  <c:pt idx="51">
                    <c:v>1.9663267978808258E-2</c:v>
                  </c:pt>
                  <c:pt idx="52">
                    <c:v>2.1728345699555965E-2</c:v>
                  </c:pt>
                  <c:pt idx="53">
                    <c:v>2.5208044921775242E-2</c:v>
                  </c:pt>
                  <c:pt idx="54">
                    <c:v>2.890312687060323E-2</c:v>
                  </c:pt>
                  <c:pt idx="55">
                    <c:v>3.3682351798656501E-2</c:v>
                  </c:pt>
                  <c:pt idx="56">
                    <c:v>3.958341203386314E-2</c:v>
                  </c:pt>
                  <c:pt idx="57">
                    <c:v>5.4282647259955429E-2</c:v>
                  </c:pt>
                  <c:pt idx="58">
                    <c:v>6.4576320047434535E-2</c:v>
                  </c:pt>
                  <c:pt idx="59">
                    <c:v>0.10101862035324487</c:v>
                  </c:pt>
                  <c:pt idx="60">
                    <c:v>0.11362922341972349</c:v>
                  </c:pt>
                  <c:pt idx="61">
                    <c:v>0.22262039873027104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Spring!$C$25:$BM$25</c:f>
                <c:numCache>
                  <c:formatCode>General</c:formatCode>
                  <c:ptCount val="63"/>
                  <c:pt idx="0">
                    <c:v>2.3366239481505152E-2</c:v>
                  </c:pt>
                  <c:pt idx="1">
                    <c:v>1.7860837925799851E-2</c:v>
                  </c:pt>
                  <c:pt idx="2">
                    <c:v>1.6636263223404439E-2</c:v>
                  </c:pt>
                  <c:pt idx="3">
                    <c:v>1.6227696324705207E-2</c:v>
                  </c:pt>
                  <c:pt idx="4">
                    <c:v>1.4658775388898489E-2</c:v>
                  </c:pt>
                  <c:pt idx="5">
                    <c:v>1.3569451406704854E-2</c:v>
                  </c:pt>
                  <c:pt idx="6">
                    <c:v>1.2446503730533477E-2</c:v>
                  </c:pt>
                  <c:pt idx="7">
                    <c:v>1.1703510209418025E-2</c:v>
                  </c:pt>
                  <c:pt idx="8">
                    <c:v>1.1473324507703046E-2</c:v>
                  </c:pt>
                  <c:pt idx="9">
                    <c:v>1.118386925170466E-2</c:v>
                  </c:pt>
                  <c:pt idx="10">
                    <c:v>1.19667827377333E-2</c:v>
                  </c:pt>
                  <c:pt idx="11">
                    <c:v>1.2329900287142467E-2</c:v>
                  </c:pt>
                  <c:pt idx="12">
                    <c:v>1.1599163509441594E-2</c:v>
                  </c:pt>
                  <c:pt idx="13">
                    <c:v>1.1449281906401036E-2</c:v>
                  </c:pt>
                  <c:pt idx="14">
                    <c:v>1.1442329883955245E-2</c:v>
                  </c:pt>
                  <c:pt idx="15">
                    <c:v>1.1608958461902673E-2</c:v>
                  </c:pt>
                  <c:pt idx="16">
                    <c:v>1.106668437673421E-2</c:v>
                  </c:pt>
                  <c:pt idx="17">
                    <c:v>1.115674486168086E-2</c:v>
                  </c:pt>
                  <c:pt idx="18">
                    <c:v>1.1292580973024597E-2</c:v>
                  </c:pt>
                  <c:pt idx="19">
                    <c:v>1.1418103107566791E-2</c:v>
                  </c:pt>
                  <c:pt idx="20">
                    <c:v>1.1641171883422901E-2</c:v>
                  </c:pt>
                  <c:pt idx="21">
                    <c:v>1.2339464397723189E-2</c:v>
                  </c:pt>
                  <c:pt idx="22">
                    <c:v>1.3602307704687859E-2</c:v>
                  </c:pt>
                  <c:pt idx="23">
                    <c:v>1.6072203259296879E-2</c:v>
                  </c:pt>
                  <c:pt idx="24">
                    <c:v>1.8157823813716417E-2</c:v>
                  </c:pt>
                  <c:pt idx="25">
                    <c:v>1.6862918805706992E-2</c:v>
                  </c:pt>
                  <c:pt idx="26">
                    <c:v>1.5888906090904393E-2</c:v>
                  </c:pt>
                  <c:pt idx="27">
                    <c:v>1.476417720783787E-2</c:v>
                  </c:pt>
                  <c:pt idx="28">
                    <c:v>1.3197297259567389E-2</c:v>
                  </c:pt>
                  <c:pt idx="29">
                    <c:v>1.2586915309485629E-2</c:v>
                  </c:pt>
                  <c:pt idx="30">
                    <c:v>1.3148862946911114E-2</c:v>
                  </c:pt>
                  <c:pt idx="31">
                    <c:v>1.3012924017583246E-2</c:v>
                  </c:pt>
                  <c:pt idx="32">
                    <c:v>1.2882544289874747E-2</c:v>
                  </c:pt>
                  <c:pt idx="33">
                    <c:v>1.2544802216668382E-2</c:v>
                  </c:pt>
                  <c:pt idx="34">
                    <c:v>1.2765869432422229E-2</c:v>
                  </c:pt>
                  <c:pt idx="35">
                    <c:v>1.2934470258432137E-2</c:v>
                  </c:pt>
                  <c:pt idx="36">
                    <c:v>1.3750741258659566E-2</c:v>
                  </c:pt>
                  <c:pt idx="37">
                    <c:v>1.3185012148199235E-2</c:v>
                  </c:pt>
                  <c:pt idx="38">
                    <c:v>1.3935085491859079E-2</c:v>
                  </c:pt>
                  <c:pt idx="39">
                    <c:v>1.3378927727940956E-2</c:v>
                  </c:pt>
                  <c:pt idx="40">
                    <c:v>1.2872560338499529E-2</c:v>
                  </c:pt>
                  <c:pt idx="41">
                    <c:v>1.258297523468462E-2</c:v>
                  </c:pt>
                  <c:pt idx="42">
                    <c:v>1.2294762642887617E-2</c:v>
                  </c:pt>
                  <c:pt idx="43">
                    <c:v>1.2805224553868897E-2</c:v>
                  </c:pt>
                  <c:pt idx="44">
                    <c:v>1.3244017793232062E-2</c:v>
                  </c:pt>
                  <c:pt idx="45">
                    <c:v>1.3573027173776659E-2</c:v>
                  </c:pt>
                  <c:pt idx="46">
                    <c:v>1.2776031852897992E-2</c:v>
                  </c:pt>
                  <c:pt idx="47">
                    <c:v>1.3908405001473568E-2</c:v>
                  </c:pt>
                  <c:pt idx="48">
                    <c:v>1.3706074637594873E-2</c:v>
                  </c:pt>
                  <c:pt idx="49">
                    <c:v>1.4444546946079618E-2</c:v>
                  </c:pt>
                  <c:pt idx="50">
                    <c:v>1.6804948084256324E-2</c:v>
                  </c:pt>
                  <c:pt idx="51">
                    <c:v>1.9663267978808258E-2</c:v>
                  </c:pt>
                  <c:pt idx="52">
                    <c:v>2.1728345699555965E-2</c:v>
                  </c:pt>
                  <c:pt idx="53">
                    <c:v>2.5208044921775242E-2</c:v>
                  </c:pt>
                  <c:pt idx="54">
                    <c:v>2.890312687060323E-2</c:v>
                  </c:pt>
                  <c:pt idx="55">
                    <c:v>3.3682351798656501E-2</c:v>
                  </c:pt>
                  <c:pt idx="56">
                    <c:v>3.958341203386314E-2</c:v>
                  </c:pt>
                  <c:pt idx="57">
                    <c:v>5.4282647259955429E-2</c:v>
                  </c:pt>
                  <c:pt idx="58">
                    <c:v>6.4576320047434535E-2</c:v>
                  </c:pt>
                  <c:pt idx="59">
                    <c:v>0.10101862035324487</c:v>
                  </c:pt>
                  <c:pt idx="60">
                    <c:v>0.11362922341972349</c:v>
                  </c:pt>
                  <c:pt idx="61">
                    <c:v>0.22262039873027104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Spring!$C$24:$BM$24</c:f>
              <c:numCache>
                <c:formatCode>General</c:formatCode>
                <c:ptCount val="63"/>
                <c:pt idx="0">
                  <c:v>0.73924170409465118</c:v>
                </c:pt>
                <c:pt idx="1">
                  <c:v>0.12649065673895526</c:v>
                </c:pt>
                <c:pt idx="2">
                  <c:v>-0.10760394305362654</c:v>
                </c:pt>
                <c:pt idx="3">
                  <c:v>-7.9567910494334357E-2</c:v>
                </c:pt>
                <c:pt idx="4">
                  <c:v>-3.854249427445771E-2</c:v>
                </c:pt>
                <c:pt idx="5">
                  <c:v>7.9023308670389918E-3</c:v>
                </c:pt>
                <c:pt idx="6">
                  <c:v>1.4484818684851637E-2</c:v>
                </c:pt>
                <c:pt idx="7">
                  <c:v>2.157165328294006E-2</c:v>
                </c:pt>
                <c:pt idx="8">
                  <c:v>3.3151241097325784E-2</c:v>
                </c:pt>
                <c:pt idx="9">
                  <c:v>3.5636215696455614E-2</c:v>
                </c:pt>
                <c:pt idx="10">
                  <c:v>3.809278032134774E-2</c:v>
                </c:pt>
                <c:pt idx="11">
                  <c:v>4.3567210260694787E-2</c:v>
                </c:pt>
                <c:pt idx="12">
                  <c:v>2.9217721793995684E-2</c:v>
                </c:pt>
                <c:pt idx="13">
                  <c:v>1.8358535798603883E-2</c:v>
                </c:pt>
                <c:pt idx="14">
                  <c:v>2.40634006566093E-2</c:v>
                </c:pt>
                <c:pt idx="15">
                  <c:v>3.0585940237658898E-2</c:v>
                </c:pt>
                <c:pt idx="16">
                  <c:v>2.9193950741837196E-2</c:v>
                </c:pt>
                <c:pt idx="17">
                  <c:v>2.2129029142326569E-2</c:v>
                </c:pt>
                <c:pt idx="18">
                  <c:v>2.2596769524029805E-2</c:v>
                </c:pt>
                <c:pt idx="19">
                  <c:v>2.373993980862896E-2</c:v>
                </c:pt>
                <c:pt idx="20">
                  <c:v>2.3716458371589682E-2</c:v>
                </c:pt>
                <c:pt idx="21">
                  <c:v>2.3007870185812403E-2</c:v>
                </c:pt>
                <c:pt idx="22">
                  <c:v>3.5239626973537365E-2</c:v>
                </c:pt>
                <c:pt idx="23">
                  <c:v>4.3483474894293606E-2</c:v>
                </c:pt>
                <c:pt idx="24">
                  <c:v>3.9120482722937569E-2</c:v>
                </c:pt>
                <c:pt idx="25">
                  <c:v>3.2342849300074313E-2</c:v>
                </c:pt>
                <c:pt idx="26">
                  <c:v>4.0702489755264269E-2</c:v>
                </c:pt>
                <c:pt idx="27">
                  <c:v>3.4959406464904863E-2</c:v>
                </c:pt>
                <c:pt idx="28">
                  <c:v>5.3906192883277969E-5</c:v>
                </c:pt>
                <c:pt idx="29">
                  <c:v>1.0925342075644296E-2</c:v>
                </c:pt>
                <c:pt idx="30">
                  <c:v>-2.7848806104449151E-3</c:v>
                </c:pt>
                <c:pt idx="31">
                  <c:v>-1.0042149071034788E-2</c:v>
                </c:pt>
                <c:pt idx="32">
                  <c:v>1.7241869899552877E-2</c:v>
                </c:pt>
                <c:pt idx="33">
                  <c:v>2.7157302827793489E-3</c:v>
                </c:pt>
                <c:pt idx="34">
                  <c:v>-4.3792768757495906E-3</c:v>
                </c:pt>
                <c:pt idx="35">
                  <c:v>-3.3450037070475052E-3</c:v>
                </c:pt>
                <c:pt idx="36">
                  <c:v>1.1693982406693665E-2</c:v>
                </c:pt>
                <c:pt idx="37">
                  <c:v>1.5334614956208104E-2</c:v>
                </c:pt>
                <c:pt idx="38">
                  <c:v>4.1374808890991148E-2</c:v>
                </c:pt>
                <c:pt idx="39">
                  <c:v>3.6505233451242972E-2</c:v>
                </c:pt>
                <c:pt idx="40">
                  <c:v>3.3810739817001667E-2</c:v>
                </c:pt>
                <c:pt idx="41">
                  <c:v>3.9398656425648222E-2</c:v>
                </c:pt>
                <c:pt idx="42">
                  <c:v>4.0989223684533359E-2</c:v>
                </c:pt>
                <c:pt idx="43">
                  <c:v>4.8703319571696289E-2</c:v>
                </c:pt>
                <c:pt idx="44">
                  <c:v>3.9518061545504912E-2</c:v>
                </c:pt>
                <c:pt idx="45">
                  <c:v>4.907837109790289E-2</c:v>
                </c:pt>
                <c:pt idx="46">
                  <c:v>5.5405547404361925E-2</c:v>
                </c:pt>
                <c:pt idx="47">
                  <c:v>6.3513237347487247E-2</c:v>
                </c:pt>
                <c:pt idx="48">
                  <c:v>6.7265672425382367E-2</c:v>
                </c:pt>
                <c:pt idx="49">
                  <c:v>6.9544691578850154E-2</c:v>
                </c:pt>
                <c:pt idx="50">
                  <c:v>5.8864865669592828E-2</c:v>
                </c:pt>
                <c:pt idx="51">
                  <c:v>7.1277602895190681E-2</c:v>
                </c:pt>
                <c:pt idx="52">
                  <c:v>6.7406136685961029E-2</c:v>
                </c:pt>
                <c:pt idx="53">
                  <c:v>4.5245968393718111E-2</c:v>
                </c:pt>
                <c:pt idx="54">
                  <c:v>6.4021573439277182E-2</c:v>
                </c:pt>
                <c:pt idx="55">
                  <c:v>6.6853185995339418E-2</c:v>
                </c:pt>
                <c:pt idx="56">
                  <c:v>8.9684766512379305E-2</c:v>
                </c:pt>
                <c:pt idx="57">
                  <c:v>0.10742657379512338</c:v>
                </c:pt>
                <c:pt idx="58">
                  <c:v>6.5919500913576456E-2</c:v>
                </c:pt>
                <c:pt idx="59">
                  <c:v>0.17084482665271475</c:v>
                </c:pt>
                <c:pt idx="60">
                  <c:v>0.14001706873988368</c:v>
                </c:pt>
                <c:pt idx="61">
                  <c:v>1.4251719842585914E-2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039744"/>
        <c:axId val="169054208"/>
      </c:scatterChart>
      <c:valAx>
        <c:axId val="16903974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054208"/>
        <c:crosses val="autoZero"/>
        <c:crossBetween val="midCat"/>
      </c:valAx>
      <c:valAx>
        <c:axId val="169054208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03974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12:00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18:00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Spring!$C$31:$AZ$31</c:f>
                <c:numCache>
                  <c:formatCode>General</c:formatCode>
                  <c:ptCount val="50"/>
                  <c:pt idx="0">
                    <c:v>1.0310796461170547E-2</c:v>
                  </c:pt>
                  <c:pt idx="1">
                    <c:v>9.0435377050224214E-3</c:v>
                  </c:pt>
                  <c:pt idx="2">
                    <c:v>8.7208983797674913E-3</c:v>
                  </c:pt>
                  <c:pt idx="3">
                    <c:v>8.0194641159319364E-3</c:v>
                  </c:pt>
                  <c:pt idx="4">
                    <c:v>7.4768248894931215E-3</c:v>
                  </c:pt>
                  <c:pt idx="5">
                    <c:v>7.9044994904432907E-3</c:v>
                  </c:pt>
                  <c:pt idx="6">
                    <c:v>8.1864645497944435E-3</c:v>
                  </c:pt>
                  <c:pt idx="7">
                    <c:v>8.6248622794615985E-3</c:v>
                  </c:pt>
                  <c:pt idx="8">
                    <c:v>8.7678337425719701E-3</c:v>
                  </c:pt>
                  <c:pt idx="9">
                    <c:v>8.8782216678133692E-3</c:v>
                  </c:pt>
                  <c:pt idx="10">
                    <c:v>8.7860143207957962E-3</c:v>
                  </c:pt>
                  <c:pt idx="11">
                    <c:v>9.1808806189595214E-3</c:v>
                  </c:pt>
                  <c:pt idx="12">
                    <c:v>9.3019731826389004E-3</c:v>
                  </c:pt>
                  <c:pt idx="13">
                    <c:v>9.436434637418771E-3</c:v>
                  </c:pt>
                  <c:pt idx="14">
                    <c:v>9.2675337500196242E-3</c:v>
                  </c:pt>
                  <c:pt idx="15">
                    <c:v>8.7119586030016682E-3</c:v>
                  </c:pt>
                  <c:pt idx="16">
                    <c:v>8.5018255547466264E-3</c:v>
                  </c:pt>
                  <c:pt idx="17">
                    <c:v>8.5019056439520416E-3</c:v>
                  </c:pt>
                  <c:pt idx="18">
                    <c:v>9.191925564707059E-3</c:v>
                  </c:pt>
                  <c:pt idx="19">
                    <c:v>9.8415637872570211E-3</c:v>
                  </c:pt>
                  <c:pt idx="20">
                    <c:v>1.0203803660000678E-2</c:v>
                  </c:pt>
                  <c:pt idx="21">
                    <c:v>1.0901959935415619E-2</c:v>
                  </c:pt>
                  <c:pt idx="22">
                    <c:v>1.1253073188994125E-2</c:v>
                  </c:pt>
                  <c:pt idx="23">
                    <c:v>1.0705675842810533E-2</c:v>
                  </c:pt>
                  <c:pt idx="24">
                    <c:v>1.0149751154218241E-2</c:v>
                  </c:pt>
                  <c:pt idx="25">
                    <c:v>8.6688514591884286E-3</c:v>
                  </c:pt>
                  <c:pt idx="26">
                    <c:v>7.6240909315638018E-3</c:v>
                  </c:pt>
                  <c:pt idx="27">
                    <c:v>6.7540208620934022E-3</c:v>
                  </c:pt>
                  <c:pt idx="28">
                    <c:v>6.2772105104627659E-3</c:v>
                  </c:pt>
                  <c:pt idx="29">
                    <c:v>6.1630192387683424E-3</c:v>
                  </c:pt>
                  <c:pt idx="30">
                    <c:v>6.1628673115580596E-3</c:v>
                  </c:pt>
                  <c:pt idx="31">
                    <c:v>5.972251023874448E-3</c:v>
                  </c:pt>
                  <c:pt idx="32">
                    <c:v>5.9774502240085986E-3</c:v>
                  </c:pt>
                  <c:pt idx="33">
                    <c:v>6.2012425364608549E-3</c:v>
                  </c:pt>
                  <c:pt idx="34">
                    <c:v>6.4056770411433398E-3</c:v>
                  </c:pt>
                  <c:pt idx="35">
                    <c:v>6.0160849142633505E-3</c:v>
                  </c:pt>
                  <c:pt idx="36">
                    <c:v>6.1566946599708313E-3</c:v>
                  </c:pt>
                  <c:pt idx="37">
                    <c:v>6.1678404626404008E-3</c:v>
                  </c:pt>
                  <c:pt idx="38">
                    <c:v>6.4227485464581546E-3</c:v>
                  </c:pt>
                  <c:pt idx="39">
                    <c:v>6.3335910681556508E-3</c:v>
                  </c:pt>
                  <c:pt idx="40">
                    <c:v>6.7739011697458603E-3</c:v>
                  </c:pt>
                  <c:pt idx="41">
                    <c:v>6.9415574102605054E-3</c:v>
                  </c:pt>
                  <c:pt idx="42">
                    <c:v>7.2144715707147091E-3</c:v>
                  </c:pt>
                  <c:pt idx="43">
                    <c:v>7.2236050940405992E-3</c:v>
                  </c:pt>
                  <c:pt idx="44">
                    <c:v>7.451766291134458E-3</c:v>
                  </c:pt>
                  <c:pt idx="45">
                    <c:v>7.411815568461059E-3</c:v>
                  </c:pt>
                  <c:pt idx="46">
                    <c:v>7.95440440675153E-3</c:v>
                  </c:pt>
                  <c:pt idx="47">
                    <c:v>8.2130043059523827E-3</c:v>
                  </c:pt>
                  <c:pt idx="48">
                    <c:v>8.1640360217307504E-3</c:v>
                  </c:pt>
                  <c:pt idx="49">
                    <c:v>8.3739068322095031E-3</c:v>
                  </c:pt>
                </c:numCache>
              </c:numRef>
            </c:plus>
            <c:minus>
              <c:numRef>
                <c:f>Spring!$C$31:$AZ$31</c:f>
                <c:numCache>
                  <c:formatCode>General</c:formatCode>
                  <c:ptCount val="50"/>
                  <c:pt idx="0">
                    <c:v>1.0310796461170547E-2</c:v>
                  </c:pt>
                  <c:pt idx="1">
                    <c:v>9.0435377050224214E-3</c:v>
                  </c:pt>
                  <c:pt idx="2">
                    <c:v>8.7208983797674913E-3</c:v>
                  </c:pt>
                  <c:pt idx="3">
                    <c:v>8.0194641159319364E-3</c:v>
                  </c:pt>
                  <c:pt idx="4">
                    <c:v>7.4768248894931215E-3</c:v>
                  </c:pt>
                  <c:pt idx="5">
                    <c:v>7.9044994904432907E-3</c:v>
                  </c:pt>
                  <c:pt idx="6">
                    <c:v>8.1864645497944435E-3</c:v>
                  </c:pt>
                  <c:pt idx="7">
                    <c:v>8.6248622794615985E-3</c:v>
                  </c:pt>
                  <c:pt idx="8">
                    <c:v>8.7678337425719701E-3</c:v>
                  </c:pt>
                  <c:pt idx="9">
                    <c:v>8.8782216678133692E-3</c:v>
                  </c:pt>
                  <c:pt idx="10">
                    <c:v>8.7860143207957962E-3</c:v>
                  </c:pt>
                  <c:pt idx="11">
                    <c:v>9.1808806189595214E-3</c:v>
                  </c:pt>
                  <c:pt idx="12">
                    <c:v>9.3019731826389004E-3</c:v>
                  </c:pt>
                  <c:pt idx="13">
                    <c:v>9.436434637418771E-3</c:v>
                  </c:pt>
                  <c:pt idx="14">
                    <c:v>9.2675337500196242E-3</c:v>
                  </c:pt>
                  <c:pt idx="15">
                    <c:v>8.7119586030016682E-3</c:v>
                  </c:pt>
                  <c:pt idx="16">
                    <c:v>8.5018255547466264E-3</c:v>
                  </c:pt>
                  <c:pt idx="17">
                    <c:v>8.5019056439520416E-3</c:v>
                  </c:pt>
                  <c:pt idx="18">
                    <c:v>9.191925564707059E-3</c:v>
                  </c:pt>
                  <c:pt idx="19">
                    <c:v>9.8415637872570211E-3</c:v>
                  </c:pt>
                  <c:pt idx="20">
                    <c:v>1.0203803660000678E-2</c:v>
                  </c:pt>
                  <c:pt idx="21">
                    <c:v>1.0901959935415619E-2</c:v>
                  </c:pt>
                  <c:pt idx="22">
                    <c:v>1.1253073188994125E-2</c:v>
                  </c:pt>
                  <c:pt idx="23">
                    <c:v>1.0705675842810533E-2</c:v>
                  </c:pt>
                  <c:pt idx="24">
                    <c:v>1.0149751154218241E-2</c:v>
                  </c:pt>
                  <c:pt idx="25">
                    <c:v>8.6688514591884286E-3</c:v>
                  </c:pt>
                  <c:pt idx="26">
                    <c:v>7.6240909315638018E-3</c:v>
                  </c:pt>
                  <c:pt idx="27">
                    <c:v>6.7540208620934022E-3</c:v>
                  </c:pt>
                  <c:pt idx="28">
                    <c:v>6.2772105104627659E-3</c:v>
                  </c:pt>
                  <c:pt idx="29">
                    <c:v>6.1630192387683424E-3</c:v>
                  </c:pt>
                  <c:pt idx="30">
                    <c:v>6.1628673115580596E-3</c:v>
                  </c:pt>
                  <c:pt idx="31">
                    <c:v>5.972251023874448E-3</c:v>
                  </c:pt>
                  <c:pt idx="32">
                    <c:v>5.9774502240085986E-3</c:v>
                  </c:pt>
                  <c:pt idx="33">
                    <c:v>6.2012425364608549E-3</c:v>
                  </c:pt>
                  <c:pt idx="34">
                    <c:v>6.4056770411433398E-3</c:v>
                  </c:pt>
                  <c:pt idx="35">
                    <c:v>6.0160849142633505E-3</c:v>
                  </c:pt>
                  <c:pt idx="36">
                    <c:v>6.1566946599708313E-3</c:v>
                  </c:pt>
                  <c:pt idx="37">
                    <c:v>6.1678404626404008E-3</c:v>
                  </c:pt>
                  <c:pt idx="38">
                    <c:v>6.4227485464581546E-3</c:v>
                  </c:pt>
                  <c:pt idx="39">
                    <c:v>6.3335910681556508E-3</c:v>
                  </c:pt>
                  <c:pt idx="40">
                    <c:v>6.7739011697458603E-3</c:v>
                  </c:pt>
                  <c:pt idx="41">
                    <c:v>6.9415574102605054E-3</c:v>
                  </c:pt>
                  <c:pt idx="42">
                    <c:v>7.2144715707147091E-3</c:v>
                  </c:pt>
                  <c:pt idx="43">
                    <c:v>7.2236050940405992E-3</c:v>
                  </c:pt>
                  <c:pt idx="44">
                    <c:v>7.451766291134458E-3</c:v>
                  </c:pt>
                  <c:pt idx="45">
                    <c:v>7.411815568461059E-3</c:v>
                  </c:pt>
                  <c:pt idx="46">
                    <c:v>7.95440440675153E-3</c:v>
                  </c:pt>
                  <c:pt idx="47">
                    <c:v>8.2130043059523827E-3</c:v>
                  </c:pt>
                  <c:pt idx="48">
                    <c:v>8.1640360217307504E-3</c:v>
                  </c:pt>
                  <c:pt idx="49">
                    <c:v>8.3739068322095031E-3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Spring!$C$30:$BM$30</c:f>
              <c:numCache>
                <c:formatCode>General</c:formatCode>
                <c:ptCount val="63"/>
                <c:pt idx="0">
                  <c:v>0.13375400588019098</c:v>
                </c:pt>
                <c:pt idx="1">
                  <c:v>0.17518783351708908</c:v>
                </c:pt>
                <c:pt idx="2">
                  <c:v>0.12091850422638724</c:v>
                </c:pt>
                <c:pt idx="3">
                  <c:v>6.0687210584344016E-2</c:v>
                </c:pt>
                <c:pt idx="4">
                  <c:v>3.2153803748621812E-2</c:v>
                </c:pt>
                <c:pt idx="5">
                  <c:v>2.954419110621093E-2</c:v>
                </c:pt>
                <c:pt idx="6">
                  <c:v>3.3510411613377394E-2</c:v>
                </c:pt>
                <c:pt idx="7">
                  <c:v>3.4927967658948865E-2</c:v>
                </c:pt>
                <c:pt idx="8">
                  <c:v>4.2936971701580312E-2</c:v>
                </c:pt>
                <c:pt idx="9">
                  <c:v>3.7405365674384398E-2</c:v>
                </c:pt>
                <c:pt idx="10">
                  <c:v>3.6040058801911037E-2</c:v>
                </c:pt>
                <c:pt idx="11">
                  <c:v>3.7104488594554813E-2</c:v>
                </c:pt>
                <c:pt idx="12">
                  <c:v>3.6607799852832988E-2</c:v>
                </c:pt>
                <c:pt idx="13">
                  <c:v>3.2597498160412061E-2</c:v>
                </c:pt>
                <c:pt idx="14">
                  <c:v>2.6014011799410017E-2</c:v>
                </c:pt>
                <c:pt idx="15">
                  <c:v>2.4805771365149835E-2</c:v>
                </c:pt>
                <c:pt idx="16">
                  <c:v>2.2296296296296342E-2</c:v>
                </c:pt>
                <c:pt idx="17">
                  <c:v>2.2969966629588424E-2</c:v>
                </c:pt>
                <c:pt idx="18">
                  <c:v>2.3403860430586492E-2</c:v>
                </c:pt>
                <c:pt idx="19">
                  <c:v>1.2723214285714296E-2</c:v>
                </c:pt>
                <c:pt idx="20">
                  <c:v>1.1080074487895686E-2</c:v>
                </c:pt>
                <c:pt idx="21">
                  <c:v>-9.2945128779395262E-3</c:v>
                </c:pt>
                <c:pt idx="22">
                  <c:v>-2.35470566179228E-2</c:v>
                </c:pt>
                <c:pt idx="23">
                  <c:v>-1.6666666666666712E-2</c:v>
                </c:pt>
                <c:pt idx="24">
                  <c:v>-1.3995485327313798E-2</c:v>
                </c:pt>
                <c:pt idx="25">
                  <c:v>-9.1063348416289321E-3</c:v>
                </c:pt>
                <c:pt idx="26">
                  <c:v>-6.4218455743879355E-3</c:v>
                </c:pt>
                <c:pt idx="27">
                  <c:v>1.9274376417233669E-3</c:v>
                </c:pt>
                <c:pt idx="28">
                  <c:v>8.731966590736509E-3</c:v>
                </c:pt>
                <c:pt idx="29">
                  <c:v>1.1611554541999265E-2</c:v>
                </c:pt>
                <c:pt idx="30">
                  <c:v>5.9170471841704904E-3</c:v>
                </c:pt>
                <c:pt idx="31">
                  <c:v>6.0952380952381067E-3</c:v>
                </c:pt>
                <c:pt idx="32">
                  <c:v>9.4119893088964891E-3</c:v>
                </c:pt>
                <c:pt idx="33">
                  <c:v>6.5059318790661866E-3</c:v>
                </c:pt>
                <c:pt idx="34">
                  <c:v>1.668584579976996E-3</c:v>
                </c:pt>
                <c:pt idx="35">
                  <c:v>2.0977675134719233E-3</c:v>
                </c:pt>
                <c:pt idx="36">
                  <c:v>4.3545279383429723E-3</c:v>
                </c:pt>
                <c:pt idx="37">
                  <c:v>1.68595679012346E-2</c:v>
                </c:pt>
                <c:pt idx="38">
                  <c:v>2.4282945736434088E-2</c:v>
                </c:pt>
                <c:pt idx="39">
                  <c:v>2.4709302325581408E-2</c:v>
                </c:pt>
                <c:pt idx="40">
                  <c:v>3.125727590221191E-2</c:v>
                </c:pt>
                <c:pt idx="41">
                  <c:v>2.2936137071651118E-2</c:v>
                </c:pt>
                <c:pt idx="42">
                  <c:v>9.0000000000000011E-3</c:v>
                </c:pt>
                <c:pt idx="43">
                  <c:v>1.3757861635220159E-2</c:v>
                </c:pt>
                <c:pt idx="44">
                  <c:v>8.6485421591804348E-3</c:v>
                </c:pt>
                <c:pt idx="45">
                  <c:v>8.4125098970704495E-3</c:v>
                </c:pt>
                <c:pt idx="46">
                  <c:v>1.2673818037346053E-2</c:v>
                </c:pt>
                <c:pt idx="47">
                  <c:v>1.1131095123900899E-2</c:v>
                </c:pt>
                <c:pt idx="48">
                  <c:v>4.4484702093398045E-3</c:v>
                </c:pt>
                <c:pt idx="49">
                  <c:v>5.4141414141413921E-3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Spring!$C$34:$BM$34</c:f>
                <c:numCache>
                  <c:formatCode>General</c:formatCode>
                  <c:ptCount val="63"/>
                  <c:pt idx="0">
                    <c:v>2.0671206557760367E-2</c:v>
                  </c:pt>
                  <c:pt idx="1">
                    <c:v>1.6836778333038205E-2</c:v>
                  </c:pt>
                  <c:pt idx="2">
                    <c:v>1.6434577597176963E-2</c:v>
                  </c:pt>
                  <c:pt idx="3">
                    <c:v>1.6647152752302361E-2</c:v>
                  </c:pt>
                  <c:pt idx="4">
                    <c:v>1.5967397055578553E-2</c:v>
                  </c:pt>
                  <c:pt idx="5">
                    <c:v>1.7295527054205024E-2</c:v>
                  </c:pt>
                  <c:pt idx="6">
                    <c:v>1.7994092611835232E-2</c:v>
                  </c:pt>
                  <c:pt idx="7">
                    <c:v>1.7590761164299376E-2</c:v>
                  </c:pt>
                  <c:pt idx="8">
                    <c:v>1.7342666902828145E-2</c:v>
                  </c:pt>
                  <c:pt idx="9">
                    <c:v>1.6960010711308711E-2</c:v>
                  </c:pt>
                  <c:pt idx="10">
                    <c:v>1.7271239129428722E-2</c:v>
                  </c:pt>
                  <c:pt idx="11">
                    <c:v>1.7414175711353095E-2</c:v>
                  </c:pt>
                  <c:pt idx="12">
                    <c:v>1.698114712093389E-2</c:v>
                  </c:pt>
                  <c:pt idx="13">
                    <c:v>1.6617855808755341E-2</c:v>
                  </c:pt>
                  <c:pt idx="14">
                    <c:v>1.6006395778517254E-2</c:v>
                  </c:pt>
                  <c:pt idx="15">
                    <c:v>1.4832269428430061E-2</c:v>
                  </c:pt>
                  <c:pt idx="16">
                    <c:v>1.4918825201139557E-2</c:v>
                  </c:pt>
                  <c:pt idx="17">
                    <c:v>1.3719785050060667E-2</c:v>
                  </c:pt>
                  <c:pt idx="18">
                    <c:v>1.4194947645096333E-2</c:v>
                  </c:pt>
                  <c:pt idx="19">
                    <c:v>1.7759254868362447E-2</c:v>
                  </c:pt>
                  <c:pt idx="20">
                    <c:v>1.8265340492917601E-2</c:v>
                  </c:pt>
                  <c:pt idx="21">
                    <c:v>2.0961962529697762E-2</c:v>
                  </c:pt>
                  <c:pt idx="22">
                    <c:v>2.3885828763521185E-2</c:v>
                  </c:pt>
                  <c:pt idx="23">
                    <c:v>2.3157136413999364E-2</c:v>
                  </c:pt>
                  <c:pt idx="24">
                    <c:v>1.9058177818395427E-2</c:v>
                  </c:pt>
                  <c:pt idx="25">
                    <c:v>1.8047992878256515E-2</c:v>
                  </c:pt>
                  <c:pt idx="26">
                    <c:v>1.4784334698794274E-2</c:v>
                  </c:pt>
                  <c:pt idx="27">
                    <c:v>1.2888969965859795E-2</c:v>
                  </c:pt>
                  <c:pt idx="28">
                    <c:v>1.1384834934844107E-2</c:v>
                  </c:pt>
                  <c:pt idx="29">
                    <c:v>1.1311387296333162E-2</c:v>
                  </c:pt>
                  <c:pt idx="30">
                    <c:v>1.0630441775094019E-2</c:v>
                  </c:pt>
                  <c:pt idx="31">
                    <c:v>1.0193099690845501E-2</c:v>
                  </c:pt>
                  <c:pt idx="32">
                    <c:v>1.0711029817774649E-2</c:v>
                  </c:pt>
                  <c:pt idx="33">
                    <c:v>1.0160703204152247E-2</c:v>
                  </c:pt>
                  <c:pt idx="34">
                    <c:v>1.1034772520594385E-2</c:v>
                  </c:pt>
                  <c:pt idx="35">
                    <c:v>1.1587735721481125E-2</c:v>
                  </c:pt>
                  <c:pt idx="36">
                    <c:v>1.1375734431203275E-2</c:v>
                  </c:pt>
                  <c:pt idx="37">
                    <c:v>1.2211458143428177E-2</c:v>
                  </c:pt>
                  <c:pt idx="38">
                    <c:v>1.2517195791962475E-2</c:v>
                  </c:pt>
                  <c:pt idx="39">
                    <c:v>1.1099375624882619E-2</c:v>
                  </c:pt>
                  <c:pt idx="40">
                    <c:v>1.1772276232226727E-2</c:v>
                  </c:pt>
                  <c:pt idx="41">
                    <c:v>1.1287056085436053E-2</c:v>
                  </c:pt>
                  <c:pt idx="42">
                    <c:v>1.1698640723074654E-2</c:v>
                  </c:pt>
                  <c:pt idx="43">
                    <c:v>1.2706154285707854E-2</c:v>
                  </c:pt>
                  <c:pt idx="44">
                    <c:v>1.2883747905099864E-2</c:v>
                  </c:pt>
                  <c:pt idx="45">
                    <c:v>1.3620047904057433E-2</c:v>
                  </c:pt>
                  <c:pt idx="46">
                    <c:v>1.3187011816253293E-2</c:v>
                  </c:pt>
                  <c:pt idx="47">
                    <c:v>1.3970356160736387E-2</c:v>
                  </c:pt>
                  <c:pt idx="48">
                    <c:v>1.5582667540998848E-2</c:v>
                  </c:pt>
                  <c:pt idx="49">
                    <c:v>1.5276182345032892E-2</c:v>
                  </c:pt>
                  <c:pt idx="50">
                    <c:v>1.5432331666163609E-2</c:v>
                  </c:pt>
                  <c:pt idx="51">
                    <c:v>1.6521915821721186E-2</c:v>
                  </c:pt>
                  <c:pt idx="52">
                    <c:v>1.7133921813418565E-2</c:v>
                  </c:pt>
                  <c:pt idx="53">
                    <c:v>1.60670263350065E-2</c:v>
                  </c:pt>
                  <c:pt idx="54">
                    <c:v>1.749622533467118E-2</c:v>
                  </c:pt>
                  <c:pt idx="55">
                    <c:v>1.7913323846692395E-2</c:v>
                  </c:pt>
                  <c:pt idx="56">
                    <c:v>1.8777677467389557E-2</c:v>
                  </c:pt>
                  <c:pt idx="57">
                    <c:v>1.9948776196796129E-2</c:v>
                  </c:pt>
                  <c:pt idx="58">
                    <c:v>2.0858146012259597E-2</c:v>
                  </c:pt>
                  <c:pt idx="59">
                    <c:v>2.1067724432978521E-2</c:v>
                  </c:pt>
                  <c:pt idx="60">
                    <c:v>2.1450534427271847E-2</c:v>
                  </c:pt>
                  <c:pt idx="61">
                    <c:v>2.3884092362565567E-2</c:v>
                  </c:pt>
                  <c:pt idx="62">
                    <c:v>2.5926221491419064E-2</c:v>
                  </c:pt>
                </c:numCache>
              </c:numRef>
            </c:plus>
            <c:minus>
              <c:numRef>
                <c:f>Spring!$C$34:$BM$34</c:f>
                <c:numCache>
                  <c:formatCode>General</c:formatCode>
                  <c:ptCount val="63"/>
                  <c:pt idx="0">
                    <c:v>2.0671206557760367E-2</c:v>
                  </c:pt>
                  <c:pt idx="1">
                    <c:v>1.6836778333038205E-2</c:v>
                  </c:pt>
                  <c:pt idx="2">
                    <c:v>1.6434577597176963E-2</c:v>
                  </c:pt>
                  <c:pt idx="3">
                    <c:v>1.6647152752302361E-2</c:v>
                  </c:pt>
                  <c:pt idx="4">
                    <c:v>1.5967397055578553E-2</c:v>
                  </c:pt>
                  <c:pt idx="5">
                    <c:v>1.7295527054205024E-2</c:v>
                  </c:pt>
                  <c:pt idx="6">
                    <c:v>1.7994092611835232E-2</c:v>
                  </c:pt>
                  <c:pt idx="7">
                    <c:v>1.7590761164299376E-2</c:v>
                  </c:pt>
                  <c:pt idx="8">
                    <c:v>1.7342666902828145E-2</c:v>
                  </c:pt>
                  <c:pt idx="9">
                    <c:v>1.6960010711308711E-2</c:v>
                  </c:pt>
                  <c:pt idx="10">
                    <c:v>1.7271239129428722E-2</c:v>
                  </c:pt>
                  <c:pt idx="11">
                    <c:v>1.7414175711353095E-2</c:v>
                  </c:pt>
                  <c:pt idx="12">
                    <c:v>1.698114712093389E-2</c:v>
                  </c:pt>
                  <c:pt idx="13">
                    <c:v>1.6617855808755341E-2</c:v>
                  </c:pt>
                  <c:pt idx="14">
                    <c:v>1.6006395778517254E-2</c:v>
                  </c:pt>
                  <c:pt idx="15">
                    <c:v>1.4832269428430061E-2</c:v>
                  </c:pt>
                  <c:pt idx="16">
                    <c:v>1.4918825201139557E-2</c:v>
                  </c:pt>
                  <c:pt idx="17">
                    <c:v>1.3719785050060667E-2</c:v>
                  </c:pt>
                  <c:pt idx="18">
                    <c:v>1.4194947645096333E-2</c:v>
                  </c:pt>
                  <c:pt idx="19">
                    <c:v>1.7759254868362447E-2</c:v>
                  </c:pt>
                  <c:pt idx="20">
                    <c:v>1.8265340492917601E-2</c:v>
                  </c:pt>
                  <c:pt idx="21">
                    <c:v>2.0961962529697762E-2</c:v>
                  </c:pt>
                  <c:pt idx="22">
                    <c:v>2.3885828763521185E-2</c:v>
                  </c:pt>
                  <c:pt idx="23">
                    <c:v>2.3157136413999364E-2</c:v>
                  </c:pt>
                  <c:pt idx="24">
                    <c:v>1.9058177818395427E-2</c:v>
                  </c:pt>
                  <c:pt idx="25">
                    <c:v>1.8047992878256515E-2</c:v>
                  </c:pt>
                  <c:pt idx="26">
                    <c:v>1.4784334698794274E-2</c:v>
                  </c:pt>
                  <c:pt idx="27">
                    <c:v>1.2888969965859795E-2</c:v>
                  </c:pt>
                  <c:pt idx="28">
                    <c:v>1.1384834934844107E-2</c:v>
                  </c:pt>
                  <c:pt idx="29">
                    <c:v>1.1311387296333162E-2</c:v>
                  </c:pt>
                  <c:pt idx="30">
                    <c:v>1.0630441775094019E-2</c:v>
                  </c:pt>
                  <c:pt idx="31">
                    <c:v>1.0193099690845501E-2</c:v>
                  </c:pt>
                  <c:pt idx="32">
                    <c:v>1.0711029817774649E-2</c:v>
                  </c:pt>
                  <c:pt idx="33">
                    <c:v>1.0160703204152247E-2</c:v>
                  </c:pt>
                  <c:pt idx="34">
                    <c:v>1.1034772520594385E-2</c:v>
                  </c:pt>
                  <c:pt idx="35">
                    <c:v>1.1587735721481125E-2</c:v>
                  </c:pt>
                  <c:pt idx="36">
                    <c:v>1.1375734431203275E-2</c:v>
                  </c:pt>
                  <c:pt idx="37">
                    <c:v>1.2211458143428177E-2</c:v>
                  </c:pt>
                  <c:pt idx="38">
                    <c:v>1.2517195791962475E-2</c:v>
                  </c:pt>
                  <c:pt idx="39">
                    <c:v>1.1099375624882619E-2</c:v>
                  </c:pt>
                  <c:pt idx="40">
                    <c:v>1.1772276232226727E-2</c:v>
                  </c:pt>
                  <c:pt idx="41">
                    <c:v>1.1287056085436053E-2</c:v>
                  </c:pt>
                  <c:pt idx="42">
                    <c:v>1.1698640723074654E-2</c:v>
                  </c:pt>
                  <c:pt idx="43">
                    <c:v>1.2706154285707854E-2</c:v>
                  </c:pt>
                  <c:pt idx="44">
                    <c:v>1.2883747905099864E-2</c:v>
                  </c:pt>
                  <c:pt idx="45">
                    <c:v>1.3620047904057433E-2</c:v>
                  </c:pt>
                  <c:pt idx="46">
                    <c:v>1.3187011816253293E-2</c:v>
                  </c:pt>
                  <c:pt idx="47">
                    <c:v>1.3970356160736387E-2</c:v>
                  </c:pt>
                  <c:pt idx="48">
                    <c:v>1.5582667540998848E-2</c:v>
                  </c:pt>
                  <c:pt idx="49">
                    <c:v>1.5276182345032892E-2</c:v>
                  </c:pt>
                  <c:pt idx="50">
                    <c:v>1.5432331666163609E-2</c:v>
                  </c:pt>
                  <c:pt idx="51">
                    <c:v>1.6521915821721186E-2</c:v>
                  </c:pt>
                  <c:pt idx="52">
                    <c:v>1.7133921813418565E-2</c:v>
                  </c:pt>
                  <c:pt idx="53">
                    <c:v>1.60670263350065E-2</c:v>
                  </c:pt>
                  <c:pt idx="54">
                    <c:v>1.749622533467118E-2</c:v>
                  </c:pt>
                  <c:pt idx="55">
                    <c:v>1.7913323846692395E-2</c:v>
                  </c:pt>
                  <c:pt idx="56">
                    <c:v>1.8777677467389557E-2</c:v>
                  </c:pt>
                  <c:pt idx="57">
                    <c:v>1.9948776196796129E-2</c:v>
                  </c:pt>
                  <c:pt idx="58">
                    <c:v>2.0858146012259597E-2</c:v>
                  </c:pt>
                  <c:pt idx="59">
                    <c:v>2.1067724432978521E-2</c:v>
                  </c:pt>
                  <c:pt idx="60">
                    <c:v>2.1450534427271847E-2</c:v>
                  </c:pt>
                  <c:pt idx="61">
                    <c:v>2.3884092362565567E-2</c:v>
                  </c:pt>
                  <c:pt idx="62">
                    <c:v>2.5926221491419064E-2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Spring!$C$33:$BM$33</c:f>
              <c:numCache>
                <c:formatCode>General</c:formatCode>
                <c:ptCount val="63"/>
                <c:pt idx="0">
                  <c:v>0.21450356458749853</c:v>
                </c:pt>
                <c:pt idx="1">
                  <c:v>0.22597173637874429</c:v>
                </c:pt>
                <c:pt idx="2">
                  <c:v>0.14182714932998702</c:v>
                </c:pt>
                <c:pt idx="3">
                  <c:v>6.0071481419423006E-2</c:v>
                </c:pt>
                <c:pt idx="4">
                  <c:v>3.5810702721756738E-2</c:v>
                </c:pt>
                <c:pt idx="5">
                  <c:v>2.256342383280462E-2</c:v>
                </c:pt>
                <c:pt idx="6">
                  <c:v>3.7236887675078531E-2</c:v>
                </c:pt>
                <c:pt idx="7">
                  <c:v>4.3781178384808099E-2</c:v>
                </c:pt>
                <c:pt idx="8">
                  <c:v>3.0212989422335312E-2</c:v>
                </c:pt>
                <c:pt idx="9">
                  <c:v>3.5534630358550083E-2</c:v>
                </c:pt>
                <c:pt idx="10">
                  <c:v>4.6528194814403463E-2</c:v>
                </c:pt>
                <c:pt idx="11">
                  <c:v>5.4964137037772712E-2</c:v>
                </c:pt>
                <c:pt idx="12">
                  <c:v>4.9012981940874681E-2</c:v>
                </c:pt>
                <c:pt idx="13">
                  <c:v>3.6063197930705185E-2</c:v>
                </c:pt>
                <c:pt idx="14">
                  <c:v>3.3913171780434133E-2</c:v>
                </c:pt>
                <c:pt idx="15">
                  <c:v>4.6832084890111328E-2</c:v>
                </c:pt>
                <c:pt idx="16">
                  <c:v>5.3287271125388544E-2</c:v>
                </c:pt>
                <c:pt idx="17">
                  <c:v>4.1389330069664221E-2</c:v>
                </c:pt>
                <c:pt idx="18">
                  <c:v>2.0240804097998468E-2</c:v>
                </c:pt>
                <c:pt idx="19">
                  <c:v>2.1237436321267397E-2</c:v>
                </c:pt>
                <c:pt idx="20">
                  <c:v>9.5918520033007361E-3</c:v>
                </c:pt>
                <c:pt idx="21">
                  <c:v>1.7733332782593335E-3</c:v>
                </c:pt>
                <c:pt idx="22">
                  <c:v>-1.46841524038233E-2</c:v>
                </c:pt>
                <c:pt idx="23">
                  <c:v>-1.7185045705232157E-2</c:v>
                </c:pt>
                <c:pt idx="24">
                  <c:v>-1.6753866952344244E-2</c:v>
                </c:pt>
                <c:pt idx="25">
                  <c:v>2.0021462734915989E-3</c:v>
                </c:pt>
                <c:pt idx="26">
                  <c:v>9.8174303518965902E-3</c:v>
                </c:pt>
                <c:pt idx="27">
                  <c:v>-5.0106182755292848E-3</c:v>
                </c:pt>
                <c:pt idx="28">
                  <c:v>-1.1050861366263176E-2</c:v>
                </c:pt>
                <c:pt idx="29">
                  <c:v>-1.0660969691075821E-2</c:v>
                </c:pt>
                <c:pt idx="30">
                  <c:v>2.0001627206171581E-2</c:v>
                </c:pt>
                <c:pt idx="31">
                  <c:v>3.7540226427318302E-2</c:v>
                </c:pt>
                <c:pt idx="32">
                  <c:v>3.1933680753101365E-2</c:v>
                </c:pt>
                <c:pt idx="33">
                  <c:v>1.4865226282042249E-2</c:v>
                </c:pt>
                <c:pt idx="34">
                  <c:v>-3.4556924937450897E-3</c:v>
                </c:pt>
                <c:pt idx="35">
                  <c:v>1.0692161034594033E-2</c:v>
                </c:pt>
                <c:pt idx="36">
                  <c:v>2.9740389269022824E-2</c:v>
                </c:pt>
                <c:pt idx="37">
                  <c:v>2.9784935962983129E-2</c:v>
                </c:pt>
                <c:pt idx="38">
                  <c:v>3.0258170274980511E-2</c:v>
                </c:pt>
                <c:pt idx="39">
                  <c:v>2.4110463715730869E-2</c:v>
                </c:pt>
                <c:pt idx="40">
                  <c:v>1.9678219373775705E-2</c:v>
                </c:pt>
                <c:pt idx="41">
                  <c:v>4.3314422759571361E-3</c:v>
                </c:pt>
                <c:pt idx="42">
                  <c:v>4.0801966374963616E-3</c:v>
                </c:pt>
                <c:pt idx="43">
                  <c:v>1.0686300485669346E-2</c:v>
                </c:pt>
                <c:pt idx="44">
                  <c:v>2.2417293678205674E-2</c:v>
                </c:pt>
                <c:pt idx="45">
                  <c:v>2.0709325940828645E-2</c:v>
                </c:pt>
                <c:pt idx="46">
                  <c:v>1.5841288193545758E-2</c:v>
                </c:pt>
                <c:pt idx="47">
                  <c:v>1.7047055509665131E-2</c:v>
                </c:pt>
                <c:pt idx="48">
                  <c:v>8.9838958290839009E-3</c:v>
                </c:pt>
                <c:pt idx="49">
                  <c:v>2.7154533198034084E-2</c:v>
                </c:pt>
                <c:pt idx="50">
                  <c:v>2.2222007308086225E-2</c:v>
                </c:pt>
                <c:pt idx="51">
                  <c:v>9.5448954125999883E-3</c:v>
                </c:pt>
                <c:pt idx="52">
                  <c:v>7.3414068078810381E-3</c:v>
                </c:pt>
                <c:pt idx="53">
                  <c:v>-1.97087744559317E-2</c:v>
                </c:pt>
                <c:pt idx="54">
                  <c:v>-2.3381406212051797E-2</c:v>
                </c:pt>
                <c:pt idx="55">
                  <c:v>-1.8707739533624153E-2</c:v>
                </c:pt>
                <c:pt idx="56">
                  <c:v>-3.0210321211202915E-2</c:v>
                </c:pt>
                <c:pt idx="57">
                  <c:v>-4.04512733165601E-2</c:v>
                </c:pt>
                <c:pt idx="58">
                  <c:v>-2.7904563066632117E-2</c:v>
                </c:pt>
                <c:pt idx="59">
                  <c:v>-8.9612564904111777E-3</c:v>
                </c:pt>
                <c:pt idx="60">
                  <c:v>7.2487802682940456E-3</c:v>
                </c:pt>
                <c:pt idx="61">
                  <c:v>1.014831885098513E-2</c:v>
                </c:pt>
                <c:pt idx="62">
                  <c:v>1.0763353131822659E-2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Spring!$C$37:$BM$37</c:f>
                <c:numCache>
                  <c:formatCode>General</c:formatCode>
                  <c:ptCount val="63"/>
                  <c:pt idx="0">
                    <c:v>1.6879111902636714E-2</c:v>
                  </c:pt>
                  <c:pt idx="1">
                    <c:v>1.5589431594147947E-2</c:v>
                  </c:pt>
                  <c:pt idx="2">
                    <c:v>1.4705083308496821E-2</c:v>
                  </c:pt>
                  <c:pt idx="3">
                    <c:v>1.5094774986889291E-2</c:v>
                  </c:pt>
                  <c:pt idx="4">
                    <c:v>1.4564581072373623E-2</c:v>
                  </c:pt>
                  <c:pt idx="5">
                    <c:v>1.324325588611989E-2</c:v>
                  </c:pt>
                  <c:pt idx="6">
                    <c:v>1.2795349534780797E-2</c:v>
                  </c:pt>
                  <c:pt idx="7">
                    <c:v>1.2886642069837355E-2</c:v>
                  </c:pt>
                  <c:pt idx="8">
                    <c:v>1.2619251874814644E-2</c:v>
                  </c:pt>
                  <c:pt idx="9">
                    <c:v>1.3599638267873148E-2</c:v>
                  </c:pt>
                  <c:pt idx="10">
                    <c:v>1.3361928643636214E-2</c:v>
                  </c:pt>
                  <c:pt idx="11">
                    <c:v>1.3601554263832284E-2</c:v>
                  </c:pt>
                  <c:pt idx="12">
                    <c:v>1.3640418661790674E-2</c:v>
                  </c:pt>
                  <c:pt idx="13">
                    <c:v>1.3133915575398924E-2</c:v>
                  </c:pt>
                  <c:pt idx="14">
                    <c:v>1.2019110746702734E-2</c:v>
                  </c:pt>
                  <c:pt idx="15">
                    <c:v>1.1404503453048538E-2</c:v>
                  </c:pt>
                  <c:pt idx="16">
                    <c:v>1.1263022531503502E-2</c:v>
                  </c:pt>
                  <c:pt idx="17">
                    <c:v>1.1088752945304845E-2</c:v>
                  </c:pt>
                  <c:pt idx="18">
                    <c:v>1.1311659896895671E-2</c:v>
                  </c:pt>
                  <c:pt idx="19">
                    <c:v>1.1727511526480477E-2</c:v>
                  </c:pt>
                  <c:pt idx="20">
                    <c:v>1.278081053812488E-2</c:v>
                  </c:pt>
                  <c:pt idx="21">
                    <c:v>1.3929788114817064E-2</c:v>
                  </c:pt>
                  <c:pt idx="22">
                    <c:v>1.5130704148047368E-2</c:v>
                  </c:pt>
                  <c:pt idx="23">
                    <c:v>1.6272004177992998E-2</c:v>
                  </c:pt>
                  <c:pt idx="24">
                    <c:v>1.5761695310020939E-2</c:v>
                  </c:pt>
                  <c:pt idx="25">
                    <c:v>1.6832534866414544E-2</c:v>
                  </c:pt>
                  <c:pt idx="26">
                    <c:v>1.6044912979892533E-2</c:v>
                  </c:pt>
                  <c:pt idx="27">
                    <c:v>1.3866325190650713E-2</c:v>
                  </c:pt>
                  <c:pt idx="28">
                    <c:v>1.2548213375643484E-2</c:v>
                  </c:pt>
                  <c:pt idx="29">
                    <c:v>1.1778349607756313E-2</c:v>
                  </c:pt>
                  <c:pt idx="30">
                    <c:v>1.1598357373051843E-2</c:v>
                  </c:pt>
                  <c:pt idx="31">
                    <c:v>1.1659036917752823E-2</c:v>
                  </c:pt>
                  <c:pt idx="32">
                    <c:v>1.1764547912979019E-2</c:v>
                  </c:pt>
                  <c:pt idx="33">
                    <c:v>1.1638286235923754E-2</c:v>
                  </c:pt>
                  <c:pt idx="34">
                    <c:v>1.2689746620562523E-2</c:v>
                  </c:pt>
                  <c:pt idx="35">
                    <c:v>1.2470109867530794E-2</c:v>
                  </c:pt>
                  <c:pt idx="36">
                    <c:v>1.2441781394190436E-2</c:v>
                  </c:pt>
                  <c:pt idx="37">
                    <c:v>1.2209491845700542E-2</c:v>
                  </c:pt>
                  <c:pt idx="38">
                    <c:v>1.243415710557993E-2</c:v>
                  </c:pt>
                  <c:pt idx="39">
                    <c:v>1.2820900327212777E-2</c:v>
                  </c:pt>
                  <c:pt idx="40">
                    <c:v>1.2140166419279683E-2</c:v>
                  </c:pt>
                  <c:pt idx="41">
                    <c:v>1.2350807907957919E-2</c:v>
                  </c:pt>
                  <c:pt idx="42">
                    <c:v>1.1640666929313863E-2</c:v>
                  </c:pt>
                  <c:pt idx="43">
                    <c:v>1.1796618115488496E-2</c:v>
                  </c:pt>
                  <c:pt idx="44">
                    <c:v>1.2305404276888291E-2</c:v>
                  </c:pt>
                  <c:pt idx="45">
                    <c:v>1.306331195843915E-2</c:v>
                  </c:pt>
                  <c:pt idx="46">
                    <c:v>1.3275159928496164E-2</c:v>
                  </c:pt>
                  <c:pt idx="47">
                    <c:v>1.4014565702047906E-2</c:v>
                  </c:pt>
                  <c:pt idx="48">
                    <c:v>1.4958956347973344E-2</c:v>
                  </c:pt>
                  <c:pt idx="49">
                    <c:v>1.5186795501728967E-2</c:v>
                  </c:pt>
                  <c:pt idx="50">
                    <c:v>1.6389757242777383E-2</c:v>
                  </c:pt>
                  <c:pt idx="51">
                    <c:v>1.9368050652611265E-2</c:v>
                  </c:pt>
                  <c:pt idx="52">
                    <c:v>2.1278894236878423E-2</c:v>
                  </c:pt>
                  <c:pt idx="53">
                    <c:v>2.4969488122257359E-2</c:v>
                  </c:pt>
                  <c:pt idx="54">
                    <c:v>2.9844732891916775E-2</c:v>
                  </c:pt>
                  <c:pt idx="55">
                    <c:v>3.4710365081548664E-2</c:v>
                  </c:pt>
                  <c:pt idx="56">
                    <c:v>4.2945103444445611E-2</c:v>
                  </c:pt>
                  <c:pt idx="57">
                    <c:v>5.8297159549680067E-2</c:v>
                  </c:pt>
                  <c:pt idx="58">
                    <c:v>4.9379006359450889E-2</c:v>
                  </c:pt>
                  <c:pt idx="59">
                    <c:v>8.7422700102288697E-2</c:v>
                  </c:pt>
                  <c:pt idx="60">
                    <c:v>7.759606509835458E-2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Spring!$C$37:$BM$37</c:f>
                <c:numCache>
                  <c:formatCode>General</c:formatCode>
                  <c:ptCount val="63"/>
                  <c:pt idx="0">
                    <c:v>1.6879111902636714E-2</c:v>
                  </c:pt>
                  <c:pt idx="1">
                    <c:v>1.5589431594147947E-2</c:v>
                  </c:pt>
                  <c:pt idx="2">
                    <c:v>1.4705083308496821E-2</c:v>
                  </c:pt>
                  <c:pt idx="3">
                    <c:v>1.5094774986889291E-2</c:v>
                  </c:pt>
                  <c:pt idx="4">
                    <c:v>1.4564581072373623E-2</c:v>
                  </c:pt>
                  <c:pt idx="5">
                    <c:v>1.324325588611989E-2</c:v>
                  </c:pt>
                  <c:pt idx="6">
                    <c:v>1.2795349534780797E-2</c:v>
                  </c:pt>
                  <c:pt idx="7">
                    <c:v>1.2886642069837355E-2</c:v>
                  </c:pt>
                  <c:pt idx="8">
                    <c:v>1.2619251874814644E-2</c:v>
                  </c:pt>
                  <c:pt idx="9">
                    <c:v>1.3599638267873148E-2</c:v>
                  </c:pt>
                  <c:pt idx="10">
                    <c:v>1.3361928643636214E-2</c:v>
                  </c:pt>
                  <c:pt idx="11">
                    <c:v>1.3601554263832284E-2</c:v>
                  </c:pt>
                  <c:pt idx="12">
                    <c:v>1.3640418661790674E-2</c:v>
                  </c:pt>
                  <c:pt idx="13">
                    <c:v>1.3133915575398924E-2</c:v>
                  </c:pt>
                  <c:pt idx="14">
                    <c:v>1.2019110746702734E-2</c:v>
                  </c:pt>
                  <c:pt idx="15">
                    <c:v>1.1404503453048538E-2</c:v>
                  </c:pt>
                  <c:pt idx="16">
                    <c:v>1.1263022531503502E-2</c:v>
                  </c:pt>
                  <c:pt idx="17">
                    <c:v>1.1088752945304845E-2</c:v>
                  </c:pt>
                  <c:pt idx="18">
                    <c:v>1.1311659896895671E-2</c:v>
                  </c:pt>
                  <c:pt idx="19">
                    <c:v>1.1727511526480477E-2</c:v>
                  </c:pt>
                  <c:pt idx="20">
                    <c:v>1.278081053812488E-2</c:v>
                  </c:pt>
                  <c:pt idx="21">
                    <c:v>1.3929788114817064E-2</c:v>
                  </c:pt>
                  <c:pt idx="22">
                    <c:v>1.5130704148047368E-2</c:v>
                  </c:pt>
                  <c:pt idx="23">
                    <c:v>1.6272004177992998E-2</c:v>
                  </c:pt>
                  <c:pt idx="24">
                    <c:v>1.5761695310020939E-2</c:v>
                  </c:pt>
                  <c:pt idx="25">
                    <c:v>1.6832534866414544E-2</c:v>
                  </c:pt>
                  <c:pt idx="26">
                    <c:v>1.6044912979892533E-2</c:v>
                  </c:pt>
                  <c:pt idx="27">
                    <c:v>1.3866325190650713E-2</c:v>
                  </c:pt>
                  <c:pt idx="28">
                    <c:v>1.2548213375643484E-2</c:v>
                  </c:pt>
                  <c:pt idx="29">
                    <c:v>1.1778349607756313E-2</c:v>
                  </c:pt>
                  <c:pt idx="30">
                    <c:v>1.1598357373051843E-2</c:v>
                  </c:pt>
                  <c:pt idx="31">
                    <c:v>1.1659036917752823E-2</c:v>
                  </c:pt>
                  <c:pt idx="32">
                    <c:v>1.1764547912979019E-2</c:v>
                  </c:pt>
                  <c:pt idx="33">
                    <c:v>1.1638286235923754E-2</c:v>
                  </c:pt>
                  <c:pt idx="34">
                    <c:v>1.2689746620562523E-2</c:v>
                  </c:pt>
                  <c:pt idx="35">
                    <c:v>1.2470109867530794E-2</c:v>
                  </c:pt>
                  <c:pt idx="36">
                    <c:v>1.2441781394190436E-2</c:v>
                  </c:pt>
                  <c:pt idx="37">
                    <c:v>1.2209491845700542E-2</c:v>
                  </c:pt>
                  <c:pt idx="38">
                    <c:v>1.243415710557993E-2</c:v>
                  </c:pt>
                  <c:pt idx="39">
                    <c:v>1.2820900327212777E-2</c:v>
                  </c:pt>
                  <c:pt idx="40">
                    <c:v>1.2140166419279683E-2</c:v>
                  </c:pt>
                  <c:pt idx="41">
                    <c:v>1.2350807907957919E-2</c:v>
                  </c:pt>
                  <c:pt idx="42">
                    <c:v>1.1640666929313863E-2</c:v>
                  </c:pt>
                  <c:pt idx="43">
                    <c:v>1.1796618115488496E-2</c:v>
                  </c:pt>
                  <c:pt idx="44">
                    <c:v>1.2305404276888291E-2</c:v>
                  </c:pt>
                  <c:pt idx="45">
                    <c:v>1.306331195843915E-2</c:v>
                  </c:pt>
                  <c:pt idx="46">
                    <c:v>1.3275159928496164E-2</c:v>
                  </c:pt>
                  <c:pt idx="47">
                    <c:v>1.4014565702047906E-2</c:v>
                  </c:pt>
                  <c:pt idx="48">
                    <c:v>1.4958956347973344E-2</c:v>
                  </c:pt>
                  <c:pt idx="49">
                    <c:v>1.5186795501728967E-2</c:v>
                  </c:pt>
                  <c:pt idx="50">
                    <c:v>1.6389757242777383E-2</c:v>
                  </c:pt>
                  <c:pt idx="51">
                    <c:v>1.9368050652611265E-2</c:v>
                  </c:pt>
                  <c:pt idx="52">
                    <c:v>2.1278894236878423E-2</c:v>
                  </c:pt>
                  <c:pt idx="53">
                    <c:v>2.4969488122257359E-2</c:v>
                  </c:pt>
                  <c:pt idx="54">
                    <c:v>2.9844732891916775E-2</c:v>
                  </c:pt>
                  <c:pt idx="55">
                    <c:v>3.4710365081548664E-2</c:v>
                  </c:pt>
                  <c:pt idx="56">
                    <c:v>4.2945103444445611E-2</c:v>
                  </c:pt>
                  <c:pt idx="57">
                    <c:v>5.8297159549680067E-2</c:v>
                  </c:pt>
                  <c:pt idx="58">
                    <c:v>4.9379006359450889E-2</c:v>
                  </c:pt>
                  <c:pt idx="59">
                    <c:v>8.7422700102288697E-2</c:v>
                  </c:pt>
                  <c:pt idx="60">
                    <c:v>7.759606509835458E-2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Spring!$C$36:$BM$36</c:f>
              <c:numCache>
                <c:formatCode>General</c:formatCode>
                <c:ptCount val="63"/>
                <c:pt idx="0">
                  <c:v>0.48313313264739433</c:v>
                </c:pt>
                <c:pt idx="1">
                  <c:v>0.5066185082537531</c:v>
                </c:pt>
                <c:pt idx="2">
                  <c:v>0.26249177785521227</c:v>
                </c:pt>
                <c:pt idx="3">
                  <c:v>7.1108501007620617E-2</c:v>
                </c:pt>
                <c:pt idx="4">
                  <c:v>3.2471123381468354E-2</c:v>
                </c:pt>
                <c:pt idx="5">
                  <c:v>3.8632036063896341E-2</c:v>
                </c:pt>
                <c:pt idx="6">
                  <c:v>6.7149124956646364E-2</c:v>
                </c:pt>
                <c:pt idx="7">
                  <c:v>7.1897295706425973E-2</c:v>
                </c:pt>
                <c:pt idx="8">
                  <c:v>7.6842286504172533E-2</c:v>
                </c:pt>
                <c:pt idx="9">
                  <c:v>8.6973585813865023E-2</c:v>
                </c:pt>
                <c:pt idx="10">
                  <c:v>8.0589939233586927E-2</c:v>
                </c:pt>
                <c:pt idx="11">
                  <c:v>6.1092964229664329E-2</c:v>
                </c:pt>
                <c:pt idx="12">
                  <c:v>5.530621042737334E-2</c:v>
                </c:pt>
                <c:pt idx="13">
                  <c:v>6.032319506369415E-2</c:v>
                </c:pt>
                <c:pt idx="14">
                  <c:v>5.0034684302283382E-2</c:v>
                </c:pt>
                <c:pt idx="15">
                  <c:v>4.323318328500865E-2</c:v>
                </c:pt>
                <c:pt idx="16">
                  <c:v>4.8105313229939335E-2</c:v>
                </c:pt>
                <c:pt idx="17">
                  <c:v>5.3496809859576583E-2</c:v>
                </c:pt>
                <c:pt idx="18">
                  <c:v>4.8569185259844501E-2</c:v>
                </c:pt>
                <c:pt idx="19">
                  <c:v>4.6918525116017573E-2</c:v>
                </c:pt>
                <c:pt idx="20">
                  <c:v>4.3975173131957361E-2</c:v>
                </c:pt>
                <c:pt idx="21">
                  <c:v>3.128124223377475E-2</c:v>
                </c:pt>
                <c:pt idx="22">
                  <c:v>7.4920263518384019E-3</c:v>
                </c:pt>
                <c:pt idx="23">
                  <c:v>5.2462596822566588E-3</c:v>
                </c:pt>
                <c:pt idx="24">
                  <c:v>1.1007540636049194E-2</c:v>
                </c:pt>
                <c:pt idx="25">
                  <c:v>1.0509906512422264E-2</c:v>
                </c:pt>
                <c:pt idx="26">
                  <c:v>-2.2698417856853313E-2</c:v>
                </c:pt>
                <c:pt idx="27">
                  <c:v>-2.3495258033964714E-2</c:v>
                </c:pt>
                <c:pt idx="28">
                  <c:v>-3.0980919641372475E-2</c:v>
                </c:pt>
                <c:pt idx="29">
                  <c:v>-5.6876452255911036E-2</c:v>
                </c:pt>
                <c:pt idx="30">
                  <c:v>-4.5795289047493401E-2</c:v>
                </c:pt>
                <c:pt idx="31">
                  <c:v>-4.611744341291802E-2</c:v>
                </c:pt>
                <c:pt idx="32">
                  <c:v>-4.4884147317687757E-2</c:v>
                </c:pt>
                <c:pt idx="33">
                  <c:v>-2.9012028078230227E-2</c:v>
                </c:pt>
                <c:pt idx="34">
                  <c:v>-2.9245927498882648E-2</c:v>
                </c:pt>
                <c:pt idx="35">
                  <c:v>-2.7848602855725046E-2</c:v>
                </c:pt>
                <c:pt idx="36">
                  <c:v>-1.5486709587882291E-2</c:v>
                </c:pt>
                <c:pt idx="37">
                  <c:v>-3.2811595600435515E-3</c:v>
                </c:pt>
                <c:pt idx="38">
                  <c:v>-2.0967564986523614E-2</c:v>
                </c:pt>
                <c:pt idx="39">
                  <c:v>-3.533107462715579E-2</c:v>
                </c:pt>
                <c:pt idx="40">
                  <c:v>-2.4653522648016825E-2</c:v>
                </c:pt>
                <c:pt idx="41">
                  <c:v>-1.1185699433390282E-2</c:v>
                </c:pt>
                <c:pt idx="42">
                  <c:v>-9.7731396054787957E-3</c:v>
                </c:pt>
                <c:pt idx="43">
                  <c:v>-5.9302538703874209E-3</c:v>
                </c:pt>
                <c:pt idx="44">
                  <c:v>1.1721287567109247E-2</c:v>
                </c:pt>
                <c:pt idx="45">
                  <c:v>1.9668616473801276E-2</c:v>
                </c:pt>
                <c:pt idx="46">
                  <c:v>2.5858928867712735E-2</c:v>
                </c:pt>
                <c:pt idx="47">
                  <c:v>1.9014704567868579E-2</c:v>
                </c:pt>
                <c:pt idx="48">
                  <c:v>-3.0413504694705626E-3</c:v>
                </c:pt>
                <c:pt idx="49">
                  <c:v>-8.8802212063361363E-3</c:v>
                </c:pt>
                <c:pt idx="50">
                  <c:v>-1.334491295331805E-2</c:v>
                </c:pt>
                <c:pt idx="51">
                  <c:v>-1.444432626422968E-2</c:v>
                </c:pt>
                <c:pt idx="52">
                  <c:v>5.6175080047594578E-3</c:v>
                </c:pt>
                <c:pt idx="53">
                  <c:v>-1.9921583922034815E-6</c:v>
                </c:pt>
                <c:pt idx="54">
                  <c:v>-3.043101139517625E-2</c:v>
                </c:pt>
                <c:pt idx="55">
                  <c:v>-1.6728784874786136E-2</c:v>
                </c:pt>
                <c:pt idx="56">
                  <c:v>1.3794104070979929E-3</c:v>
                </c:pt>
                <c:pt idx="57">
                  <c:v>1.5184465738531753E-2</c:v>
                </c:pt>
                <c:pt idx="58">
                  <c:v>1.5788056710476443E-2</c:v>
                </c:pt>
                <c:pt idx="59">
                  <c:v>7.3582863996238743E-2</c:v>
                </c:pt>
                <c:pt idx="60">
                  <c:v>0.11443767443744927</c:v>
                </c:pt>
                <c:pt idx="61">
                  <c:v>-0.21000547866156202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081472"/>
        <c:axId val="169091840"/>
      </c:scatterChart>
      <c:valAx>
        <c:axId val="169081472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091840"/>
        <c:crosses val="autoZero"/>
        <c:crossBetween val="midCat"/>
      </c:valAx>
      <c:valAx>
        <c:axId val="16909184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081472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Spring</a:t>
            </a:r>
            <a:r>
              <a:rPr lang="en-GB" baseline="0"/>
              <a:t>  18:00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00:00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Spring!$A$7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Spring!$C$42:$AZ$42</c:f>
                <c:numCache>
                  <c:formatCode>General</c:formatCode>
                  <c:ptCount val="50"/>
                  <c:pt idx="0">
                    <c:v>1.0211787117166084E-2</c:v>
                  </c:pt>
                  <c:pt idx="1">
                    <c:v>9.6003492775297659E-3</c:v>
                  </c:pt>
                  <c:pt idx="2">
                    <c:v>8.2962236304018073E-3</c:v>
                  </c:pt>
                  <c:pt idx="3">
                    <c:v>8.5398036306051778E-3</c:v>
                  </c:pt>
                  <c:pt idx="4">
                    <c:v>8.1780808438185314E-3</c:v>
                  </c:pt>
                  <c:pt idx="5">
                    <c:v>8.2728150781519339E-3</c:v>
                  </c:pt>
                  <c:pt idx="6">
                    <c:v>8.3623435593146705E-3</c:v>
                  </c:pt>
                  <c:pt idx="7">
                    <c:v>8.1536419306823659E-3</c:v>
                  </c:pt>
                  <c:pt idx="8">
                    <c:v>8.0973069370177345E-3</c:v>
                  </c:pt>
                  <c:pt idx="9">
                    <c:v>8.441602418911516E-3</c:v>
                  </c:pt>
                  <c:pt idx="10">
                    <c:v>8.874154668204421E-3</c:v>
                  </c:pt>
                  <c:pt idx="11">
                    <c:v>8.7940611003528985E-3</c:v>
                  </c:pt>
                  <c:pt idx="12">
                    <c:v>8.9791033341033808E-3</c:v>
                  </c:pt>
                  <c:pt idx="13">
                    <c:v>9.0811851863070153E-3</c:v>
                  </c:pt>
                  <c:pt idx="14">
                    <c:v>8.8055851376252475E-3</c:v>
                  </c:pt>
                  <c:pt idx="15">
                    <c:v>8.306859402040935E-3</c:v>
                  </c:pt>
                  <c:pt idx="16">
                    <c:v>7.9924410709544102E-3</c:v>
                  </c:pt>
                  <c:pt idx="17">
                    <c:v>8.0282077257550991E-3</c:v>
                  </c:pt>
                  <c:pt idx="18">
                    <c:v>8.4879253001153773E-3</c:v>
                  </c:pt>
                  <c:pt idx="19">
                    <c:v>9.1280928093320085E-3</c:v>
                  </c:pt>
                  <c:pt idx="20">
                    <c:v>1.0140305230090558E-2</c:v>
                  </c:pt>
                  <c:pt idx="21">
                    <c:v>1.080003634944284E-2</c:v>
                  </c:pt>
                  <c:pt idx="22">
                    <c:v>1.1295000445849628E-2</c:v>
                  </c:pt>
                  <c:pt idx="23">
                    <c:v>1.1169514955690596E-2</c:v>
                  </c:pt>
                  <c:pt idx="24">
                    <c:v>1.0067723775854E-2</c:v>
                  </c:pt>
                  <c:pt idx="25">
                    <c:v>8.8658182824438662E-3</c:v>
                  </c:pt>
                  <c:pt idx="26">
                    <c:v>7.6358471966728727E-3</c:v>
                  </c:pt>
                  <c:pt idx="27">
                    <c:v>6.5391219435465405E-3</c:v>
                  </c:pt>
                  <c:pt idx="28">
                    <c:v>6.2981058481990943E-3</c:v>
                  </c:pt>
                  <c:pt idx="29">
                    <c:v>5.9362380521177987E-3</c:v>
                  </c:pt>
                  <c:pt idx="30">
                    <c:v>5.8556681854289756E-3</c:v>
                  </c:pt>
                  <c:pt idx="31">
                    <c:v>6.0535437169200283E-3</c:v>
                  </c:pt>
                  <c:pt idx="32">
                    <c:v>6.0438282954894517E-3</c:v>
                  </c:pt>
                  <c:pt idx="33">
                    <c:v>6.1469568854102151E-3</c:v>
                  </c:pt>
                  <c:pt idx="34">
                    <c:v>5.9520410517901329E-3</c:v>
                  </c:pt>
                  <c:pt idx="35">
                    <c:v>6.0544368708485728E-3</c:v>
                  </c:pt>
                  <c:pt idx="36">
                    <c:v>5.966532422257087E-3</c:v>
                  </c:pt>
                  <c:pt idx="37">
                    <c:v>5.9784289458227041E-3</c:v>
                  </c:pt>
                  <c:pt idx="38">
                    <c:v>6.2449667076515895E-3</c:v>
                  </c:pt>
                  <c:pt idx="39">
                    <c:v>6.426042920440328E-3</c:v>
                  </c:pt>
                  <c:pt idx="40">
                    <c:v>6.4234016571298094E-3</c:v>
                  </c:pt>
                  <c:pt idx="41">
                    <c:v>6.8325818039911166E-3</c:v>
                  </c:pt>
                  <c:pt idx="42">
                    <c:v>6.8098899005642035E-3</c:v>
                  </c:pt>
                  <c:pt idx="43">
                    <c:v>7.0750599267555871E-3</c:v>
                  </c:pt>
                  <c:pt idx="44">
                    <c:v>7.1869113779247807E-3</c:v>
                  </c:pt>
                  <c:pt idx="45">
                    <c:v>7.2920438217029399E-3</c:v>
                  </c:pt>
                  <c:pt idx="46">
                    <c:v>7.6923511731322759E-3</c:v>
                  </c:pt>
                  <c:pt idx="47">
                    <c:v>7.5592322258888909E-3</c:v>
                  </c:pt>
                  <c:pt idx="48">
                    <c:v>7.9817397691195561E-3</c:v>
                  </c:pt>
                  <c:pt idx="49">
                    <c:v>8.43730561444073E-3</c:v>
                  </c:pt>
                </c:numCache>
              </c:numRef>
            </c:plus>
            <c:minus>
              <c:numRef>
                <c:f>Spring!$C$42:$AZ$42</c:f>
                <c:numCache>
                  <c:formatCode>General</c:formatCode>
                  <c:ptCount val="50"/>
                  <c:pt idx="0">
                    <c:v>1.0211787117166084E-2</c:v>
                  </c:pt>
                  <c:pt idx="1">
                    <c:v>9.6003492775297659E-3</c:v>
                  </c:pt>
                  <c:pt idx="2">
                    <c:v>8.2962236304018073E-3</c:v>
                  </c:pt>
                  <c:pt idx="3">
                    <c:v>8.5398036306051778E-3</c:v>
                  </c:pt>
                  <c:pt idx="4">
                    <c:v>8.1780808438185314E-3</c:v>
                  </c:pt>
                  <c:pt idx="5">
                    <c:v>8.2728150781519339E-3</c:v>
                  </c:pt>
                  <c:pt idx="6">
                    <c:v>8.3623435593146705E-3</c:v>
                  </c:pt>
                  <c:pt idx="7">
                    <c:v>8.1536419306823659E-3</c:v>
                  </c:pt>
                  <c:pt idx="8">
                    <c:v>8.0973069370177345E-3</c:v>
                  </c:pt>
                  <c:pt idx="9">
                    <c:v>8.441602418911516E-3</c:v>
                  </c:pt>
                  <c:pt idx="10">
                    <c:v>8.874154668204421E-3</c:v>
                  </c:pt>
                  <c:pt idx="11">
                    <c:v>8.7940611003528985E-3</c:v>
                  </c:pt>
                  <c:pt idx="12">
                    <c:v>8.9791033341033808E-3</c:v>
                  </c:pt>
                  <c:pt idx="13">
                    <c:v>9.0811851863070153E-3</c:v>
                  </c:pt>
                  <c:pt idx="14">
                    <c:v>8.8055851376252475E-3</c:v>
                  </c:pt>
                  <c:pt idx="15">
                    <c:v>8.306859402040935E-3</c:v>
                  </c:pt>
                  <c:pt idx="16">
                    <c:v>7.9924410709544102E-3</c:v>
                  </c:pt>
                  <c:pt idx="17">
                    <c:v>8.0282077257550991E-3</c:v>
                  </c:pt>
                  <c:pt idx="18">
                    <c:v>8.4879253001153773E-3</c:v>
                  </c:pt>
                  <c:pt idx="19">
                    <c:v>9.1280928093320085E-3</c:v>
                  </c:pt>
                  <c:pt idx="20">
                    <c:v>1.0140305230090558E-2</c:v>
                  </c:pt>
                  <c:pt idx="21">
                    <c:v>1.080003634944284E-2</c:v>
                  </c:pt>
                  <c:pt idx="22">
                    <c:v>1.1295000445849628E-2</c:v>
                  </c:pt>
                  <c:pt idx="23">
                    <c:v>1.1169514955690596E-2</c:v>
                  </c:pt>
                  <c:pt idx="24">
                    <c:v>1.0067723775854E-2</c:v>
                  </c:pt>
                  <c:pt idx="25">
                    <c:v>8.8658182824438662E-3</c:v>
                  </c:pt>
                  <c:pt idx="26">
                    <c:v>7.6358471966728727E-3</c:v>
                  </c:pt>
                  <c:pt idx="27">
                    <c:v>6.5391219435465405E-3</c:v>
                  </c:pt>
                  <c:pt idx="28">
                    <c:v>6.2981058481990943E-3</c:v>
                  </c:pt>
                  <c:pt idx="29">
                    <c:v>5.9362380521177987E-3</c:v>
                  </c:pt>
                  <c:pt idx="30">
                    <c:v>5.8556681854289756E-3</c:v>
                  </c:pt>
                  <c:pt idx="31">
                    <c:v>6.0535437169200283E-3</c:v>
                  </c:pt>
                  <c:pt idx="32">
                    <c:v>6.0438282954894517E-3</c:v>
                  </c:pt>
                  <c:pt idx="33">
                    <c:v>6.1469568854102151E-3</c:v>
                  </c:pt>
                  <c:pt idx="34">
                    <c:v>5.9520410517901329E-3</c:v>
                  </c:pt>
                  <c:pt idx="35">
                    <c:v>6.0544368708485728E-3</c:v>
                  </c:pt>
                  <c:pt idx="36">
                    <c:v>5.966532422257087E-3</c:v>
                  </c:pt>
                  <c:pt idx="37">
                    <c:v>5.9784289458227041E-3</c:v>
                  </c:pt>
                  <c:pt idx="38">
                    <c:v>6.2449667076515895E-3</c:v>
                  </c:pt>
                  <c:pt idx="39">
                    <c:v>6.426042920440328E-3</c:v>
                  </c:pt>
                  <c:pt idx="40">
                    <c:v>6.4234016571298094E-3</c:v>
                  </c:pt>
                  <c:pt idx="41">
                    <c:v>6.8325818039911166E-3</c:v>
                  </c:pt>
                  <c:pt idx="42">
                    <c:v>6.8098899005642035E-3</c:v>
                  </c:pt>
                  <c:pt idx="43">
                    <c:v>7.0750599267555871E-3</c:v>
                  </c:pt>
                  <c:pt idx="44">
                    <c:v>7.1869113779247807E-3</c:v>
                  </c:pt>
                  <c:pt idx="45">
                    <c:v>7.2920438217029399E-3</c:v>
                  </c:pt>
                  <c:pt idx="46">
                    <c:v>7.6923511731322759E-3</c:v>
                  </c:pt>
                  <c:pt idx="47">
                    <c:v>7.5592322258888909E-3</c:v>
                  </c:pt>
                  <c:pt idx="48">
                    <c:v>7.9817397691195561E-3</c:v>
                  </c:pt>
                  <c:pt idx="49">
                    <c:v>8.43730561444073E-3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Spring!$C$41:$BM$41</c:f>
              <c:numCache>
                <c:formatCode>General</c:formatCode>
                <c:ptCount val="63"/>
                <c:pt idx="0">
                  <c:v>-0.37723214233038327</c:v>
                </c:pt>
                <c:pt idx="1">
                  <c:v>-0.12656460176991161</c:v>
                </c:pt>
                <c:pt idx="2">
                  <c:v>-5.7916869469026536E-2</c:v>
                </c:pt>
                <c:pt idx="3">
                  <c:v>-1.7868165560471959E-2</c:v>
                </c:pt>
                <c:pt idx="4">
                  <c:v>-1.0968053097345139E-2</c:v>
                </c:pt>
                <c:pt idx="5">
                  <c:v>-1.4352634218289093E-2</c:v>
                </c:pt>
                <c:pt idx="6">
                  <c:v>-1.7050092182890837E-2</c:v>
                </c:pt>
                <c:pt idx="7">
                  <c:v>-1.3448654129793508E-2</c:v>
                </c:pt>
                <c:pt idx="8">
                  <c:v>-1.1385140117994096E-2</c:v>
                </c:pt>
                <c:pt idx="9">
                  <c:v>-6.3384955752212313E-3</c:v>
                </c:pt>
                <c:pt idx="10">
                  <c:v>-3.3038348082595902E-3</c:v>
                </c:pt>
                <c:pt idx="11">
                  <c:v>-8.4808259587021504E-4</c:v>
                </c:pt>
                <c:pt idx="12">
                  <c:v>1.8805309734513265E-3</c:v>
                </c:pt>
                <c:pt idx="13">
                  <c:v>-7.0058997050145638E-4</c:v>
                </c:pt>
                <c:pt idx="14">
                  <c:v>-8.6313070512016743E-18</c:v>
                </c:pt>
                <c:pt idx="15">
                  <c:v>-1.7573066962634331E-3</c:v>
                </c:pt>
                <c:pt idx="16">
                  <c:v>-2.1851851851852032E-3</c:v>
                </c:pt>
                <c:pt idx="17">
                  <c:v>-7.9903596588802254E-3</c:v>
                </c:pt>
                <c:pt idx="18">
                  <c:v>-7.720861172976992E-3</c:v>
                </c:pt>
                <c:pt idx="19">
                  <c:v>-7.9427083333333277E-3</c:v>
                </c:pt>
                <c:pt idx="20">
                  <c:v>8.762117822520483E-4</c:v>
                </c:pt>
                <c:pt idx="21">
                  <c:v>1.5321375186846044E-2</c:v>
                </c:pt>
                <c:pt idx="22">
                  <c:v>2.3415823022122258E-2</c:v>
                </c:pt>
                <c:pt idx="23">
                  <c:v>1.2570462232243559E-2</c:v>
                </c:pt>
                <c:pt idx="24">
                  <c:v>2.4303987960872839E-2</c:v>
                </c:pt>
                <c:pt idx="25">
                  <c:v>2.2335216572504764E-2</c:v>
                </c:pt>
                <c:pt idx="26">
                  <c:v>1.9249622926093467E-2</c:v>
                </c:pt>
                <c:pt idx="27">
                  <c:v>1.5419501133786831E-2</c:v>
                </c:pt>
                <c:pt idx="28">
                  <c:v>4.9242424242424195E-3</c:v>
                </c:pt>
                <c:pt idx="29">
                  <c:v>2.7524677296886816E-3</c:v>
                </c:pt>
                <c:pt idx="30">
                  <c:v>1.1725579627518004E-2</c:v>
                </c:pt>
                <c:pt idx="31">
                  <c:v>2.3619047619047474E-3</c:v>
                </c:pt>
                <c:pt idx="32">
                  <c:v>3.9327987781596014E-3</c:v>
                </c:pt>
                <c:pt idx="33">
                  <c:v>4.8356269113149983E-3</c:v>
                </c:pt>
                <c:pt idx="34">
                  <c:v>2.9693486590038429E-3</c:v>
                </c:pt>
                <c:pt idx="35">
                  <c:v>-1.2466436517069492E-3</c:v>
                </c:pt>
                <c:pt idx="36">
                  <c:v>1.3840830449827035E-3</c:v>
                </c:pt>
                <c:pt idx="37">
                  <c:v>-3.2755298651253106E-4</c:v>
                </c:pt>
                <c:pt idx="38">
                  <c:v>-1.4810518174787304E-2</c:v>
                </c:pt>
                <c:pt idx="39">
                  <c:v>-2.2602474864655837E-2</c:v>
                </c:pt>
                <c:pt idx="40">
                  <c:v>-2.0930232558139517E-2</c:v>
                </c:pt>
                <c:pt idx="41">
                  <c:v>-2.6215480357837433E-2</c:v>
                </c:pt>
                <c:pt idx="42">
                  <c:v>-2.2542107324716003E-2</c:v>
                </c:pt>
                <c:pt idx="43">
                  <c:v>-2.3423955870764398E-2</c:v>
                </c:pt>
                <c:pt idx="44">
                  <c:v>-1.765285996055227E-2</c:v>
                </c:pt>
                <c:pt idx="45">
                  <c:v>-2.5436507936507927E-2</c:v>
                </c:pt>
                <c:pt idx="46">
                  <c:v>-3.2195608782435124E-2</c:v>
                </c:pt>
                <c:pt idx="47">
                  <c:v>-3.3894230769230732E-2</c:v>
                </c:pt>
                <c:pt idx="48">
                  <c:v>-4.2554479418886203E-2</c:v>
                </c:pt>
                <c:pt idx="49">
                  <c:v>-4.3536585365853607E-2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Spring!$A$10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Spring!$C$45:$BM$45</c:f>
                <c:numCache>
                  <c:formatCode>General</c:formatCode>
                  <c:ptCount val="63"/>
                  <c:pt idx="0">
                    <c:v>1.9673485902827904E-2</c:v>
                  </c:pt>
                  <c:pt idx="1">
                    <c:v>1.8941279388176864E-2</c:v>
                  </c:pt>
                  <c:pt idx="2">
                    <c:v>1.6155350943876125E-2</c:v>
                  </c:pt>
                  <c:pt idx="3">
                    <c:v>1.7069925187153674E-2</c:v>
                  </c:pt>
                  <c:pt idx="4">
                    <c:v>1.641832697735528E-2</c:v>
                  </c:pt>
                  <c:pt idx="5">
                    <c:v>1.5536561008184912E-2</c:v>
                  </c:pt>
                  <c:pt idx="6">
                    <c:v>1.4048397388736077E-2</c:v>
                  </c:pt>
                  <c:pt idx="7">
                    <c:v>1.3434087179576082E-2</c:v>
                  </c:pt>
                  <c:pt idx="8">
                    <c:v>1.3858302048114481E-2</c:v>
                  </c:pt>
                  <c:pt idx="9">
                    <c:v>1.4367895920796261E-2</c:v>
                  </c:pt>
                  <c:pt idx="10">
                    <c:v>1.4198755292257075E-2</c:v>
                  </c:pt>
                  <c:pt idx="11">
                    <c:v>1.3695460047703325E-2</c:v>
                  </c:pt>
                  <c:pt idx="12">
                    <c:v>1.3650942501219855E-2</c:v>
                  </c:pt>
                  <c:pt idx="13">
                    <c:v>1.3331455753225885E-2</c:v>
                  </c:pt>
                  <c:pt idx="14">
                    <c:v>1.2711453445176742E-2</c:v>
                  </c:pt>
                  <c:pt idx="15">
                    <c:v>1.3186126727643072E-2</c:v>
                  </c:pt>
                  <c:pt idx="16">
                    <c:v>1.3385699139164866E-2</c:v>
                  </c:pt>
                  <c:pt idx="17">
                    <c:v>1.3702863914202472E-2</c:v>
                  </c:pt>
                  <c:pt idx="18">
                    <c:v>1.4046812574351985E-2</c:v>
                  </c:pt>
                  <c:pt idx="19">
                    <c:v>1.6200446781358832E-2</c:v>
                  </c:pt>
                  <c:pt idx="20">
                    <c:v>1.6727454541930181E-2</c:v>
                  </c:pt>
                  <c:pt idx="21">
                    <c:v>1.7256694076623422E-2</c:v>
                  </c:pt>
                  <c:pt idx="22">
                    <c:v>1.8278839486194982E-2</c:v>
                  </c:pt>
                  <c:pt idx="23">
                    <c:v>1.8680149375056115E-2</c:v>
                  </c:pt>
                  <c:pt idx="24">
                    <c:v>1.7423313724108384E-2</c:v>
                  </c:pt>
                  <c:pt idx="25">
                    <c:v>1.4998772711877557E-2</c:v>
                  </c:pt>
                  <c:pt idx="26">
                    <c:v>1.3137576925235111E-2</c:v>
                  </c:pt>
                  <c:pt idx="27">
                    <c:v>1.2984196115074587E-2</c:v>
                  </c:pt>
                  <c:pt idx="28">
                    <c:v>1.1753352731777852E-2</c:v>
                  </c:pt>
                  <c:pt idx="29">
                    <c:v>1.0131223918239014E-2</c:v>
                  </c:pt>
                  <c:pt idx="30">
                    <c:v>1.0342019522896331E-2</c:v>
                  </c:pt>
                  <c:pt idx="31">
                    <c:v>1.015760908957754E-2</c:v>
                  </c:pt>
                  <c:pt idx="32">
                    <c:v>1.0858175214092727E-2</c:v>
                  </c:pt>
                  <c:pt idx="33">
                    <c:v>1.0918515459643462E-2</c:v>
                  </c:pt>
                  <c:pt idx="34">
                    <c:v>1.1227360235955294E-2</c:v>
                  </c:pt>
                  <c:pt idx="35">
                    <c:v>1.1574967334920656E-2</c:v>
                  </c:pt>
                  <c:pt idx="36">
                    <c:v>1.123364897762609E-2</c:v>
                  </c:pt>
                  <c:pt idx="37">
                    <c:v>1.0241439669036762E-2</c:v>
                  </c:pt>
                  <c:pt idx="38">
                    <c:v>1.0875171742831627E-2</c:v>
                  </c:pt>
                  <c:pt idx="39">
                    <c:v>1.1010954597833598E-2</c:v>
                  </c:pt>
                  <c:pt idx="40">
                    <c:v>1.0937502483435684E-2</c:v>
                  </c:pt>
                  <c:pt idx="41">
                    <c:v>1.1625574267395409E-2</c:v>
                  </c:pt>
                  <c:pt idx="42">
                    <c:v>1.0806493802701283E-2</c:v>
                  </c:pt>
                  <c:pt idx="43">
                    <c:v>1.1742045026765202E-2</c:v>
                  </c:pt>
                  <c:pt idx="44">
                    <c:v>1.2365374991816532E-2</c:v>
                  </c:pt>
                  <c:pt idx="45">
                    <c:v>1.3827683734981059E-2</c:v>
                  </c:pt>
                  <c:pt idx="46">
                    <c:v>1.3154031125134807E-2</c:v>
                  </c:pt>
                  <c:pt idx="47">
                    <c:v>1.244197630141238E-2</c:v>
                  </c:pt>
                  <c:pt idx="48">
                    <c:v>1.3327782722715068E-2</c:v>
                  </c:pt>
                  <c:pt idx="49">
                    <c:v>1.383466357279069E-2</c:v>
                  </c:pt>
                  <c:pt idx="50">
                    <c:v>1.3841587408381368E-2</c:v>
                  </c:pt>
                  <c:pt idx="51">
                    <c:v>1.5035597890793543E-2</c:v>
                  </c:pt>
                  <c:pt idx="52">
                    <c:v>1.4668557953921999E-2</c:v>
                  </c:pt>
                  <c:pt idx="53">
                    <c:v>1.4760244673175407E-2</c:v>
                  </c:pt>
                  <c:pt idx="54">
                    <c:v>1.7386564492396412E-2</c:v>
                  </c:pt>
                  <c:pt idx="55">
                    <c:v>1.7877024249268358E-2</c:v>
                  </c:pt>
                  <c:pt idx="56">
                    <c:v>1.8890866888753487E-2</c:v>
                  </c:pt>
                  <c:pt idx="57">
                    <c:v>1.9839446446140621E-2</c:v>
                  </c:pt>
                  <c:pt idx="58">
                    <c:v>1.9997500783820506E-2</c:v>
                  </c:pt>
                  <c:pt idx="59">
                    <c:v>1.9904598939316589E-2</c:v>
                  </c:pt>
                  <c:pt idx="60">
                    <c:v>2.1724639240790156E-2</c:v>
                  </c:pt>
                  <c:pt idx="61">
                    <c:v>2.4037704475981834E-2</c:v>
                  </c:pt>
                  <c:pt idx="62">
                    <c:v>2.4840302470900043E-2</c:v>
                  </c:pt>
                </c:numCache>
              </c:numRef>
            </c:plus>
            <c:minus>
              <c:numRef>
                <c:f>Spring!$C$45:$BM$45</c:f>
                <c:numCache>
                  <c:formatCode>General</c:formatCode>
                  <c:ptCount val="63"/>
                  <c:pt idx="0">
                    <c:v>1.9673485902827904E-2</c:v>
                  </c:pt>
                  <c:pt idx="1">
                    <c:v>1.8941279388176864E-2</c:v>
                  </c:pt>
                  <c:pt idx="2">
                    <c:v>1.6155350943876125E-2</c:v>
                  </c:pt>
                  <c:pt idx="3">
                    <c:v>1.7069925187153674E-2</c:v>
                  </c:pt>
                  <c:pt idx="4">
                    <c:v>1.641832697735528E-2</c:v>
                  </c:pt>
                  <c:pt idx="5">
                    <c:v>1.5536561008184912E-2</c:v>
                  </c:pt>
                  <c:pt idx="6">
                    <c:v>1.4048397388736077E-2</c:v>
                  </c:pt>
                  <c:pt idx="7">
                    <c:v>1.3434087179576082E-2</c:v>
                  </c:pt>
                  <c:pt idx="8">
                    <c:v>1.3858302048114481E-2</c:v>
                  </c:pt>
                  <c:pt idx="9">
                    <c:v>1.4367895920796261E-2</c:v>
                  </c:pt>
                  <c:pt idx="10">
                    <c:v>1.4198755292257075E-2</c:v>
                  </c:pt>
                  <c:pt idx="11">
                    <c:v>1.3695460047703325E-2</c:v>
                  </c:pt>
                  <c:pt idx="12">
                    <c:v>1.3650942501219855E-2</c:v>
                  </c:pt>
                  <c:pt idx="13">
                    <c:v>1.3331455753225885E-2</c:v>
                  </c:pt>
                  <c:pt idx="14">
                    <c:v>1.2711453445176742E-2</c:v>
                  </c:pt>
                  <c:pt idx="15">
                    <c:v>1.3186126727643072E-2</c:v>
                  </c:pt>
                  <c:pt idx="16">
                    <c:v>1.3385699139164866E-2</c:v>
                  </c:pt>
                  <c:pt idx="17">
                    <c:v>1.3702863914202472E-2</c:v>
                  </c:pt>
                  <c:pt idx="18">
                    <c:v>1.4046812574351985E-2</c:v>
                  </c:pt>
                  <c:pt idx="19">
                    <c:v>1.6200446781358832E-2</c:v>
                  </c:pt>
                  <c:pt idx="20">
                    <c:v>1.6727454541930181E-2</c:v>
                  </c:pt>
                  <c:pt idx="21">
                    <c:v>1.7256694076623422E-2</c:v>
                  </c:pt>
                  <c:pt idx="22">
                    <c:v>1.8278839486194982E-2</c:v>
                  </c:pt>
                  <c:pt idx="23">
                    <c:v>1.8680149375056115E-2</c:v>
                  </c:pt>
                  <c:pt idx="24">
                    <c:v>1.7423313724108384E-2</c:v>
                  </c:pt>
                  <c:pt idx="25">
                    <c:v>1.4998772711877557E-2</c:v>
                  </c:pt>
                  <c:pt idx="26">
                    <c:v>1.3137576925235111E-2</c:v>
                  </c:pt>
                  <c:pt idx="27">
                    <c:v>1.2984196115074587E-2</c:v>
                  </c:pt>
                  <c:pt idx="28">
                    <c:v>1.1753352731777852E-2</c:v>
                  </c:pt>
                  <c:pt idx="29">
                    <c:v>1.0131223918239014E-2</c:v>
                  </c:pt>
                  <c:pt idx="30">
                    <c:v>1.0342019522896331E-2</c:v>
                  </c:pt>
                  <c:pt idx="31">
                    <c:v>1.015760908957754E-2</c:v>
                  </c:pt>
                  <c:pt idx="32">
                    <c:v>1.0858175214092727E-2</c:v>
                  </c:pt>
                  <c:pt idx="33">
                    <c:v>1.0918515459643462E-2</c:v>
                  </c:pt>
                  <c:pt idx="34">
                    <c:v>1.1227360235955294E-2</c:v>
                  </c:pt>
                  <c:pt idx="35">
                    <c:v>1.1574967334920656E-2</c:v>
                  </c:pt>
                  <c:pt idx="36">
                    <c:v>1.123364897762609E-2</c:v>
                  </c:pt>
                  <c:pt idx="37">
                    <c:v>1.0241439669036762E-2</c:v>
                  </c:pt>
                  <c:pt idx="38">
                    <c:v>1.0875171742831627E-2</c:v>
                  </c:pt>
                  <c:pt idx="39">
                    <c:v>1.1010954597833598E-2</c:v>
                  </c:pt>
                  <c:pt idx="40">
                    <c:v>1.0937502483435684E-2</c:v>
                  </c:pt>
                  <c:pt idx="41">
                    <c:v>1.1625574267395409E-2</c:v>
                  </c:pt>
                  <c:pt idx="42">
                    <c:v>1.0806493802701283E-2</c:v>
                  </c:pt>
                  <c:pt idx="43">
                    <c:v>1.1742045026765202E-2</c:v>
                  </c:pt>
                  <c:pt idx="44">
                    <c:v>1.2365374991816532E-2</c:v>
                  </c:pt>
                  <c:pt idx="45">
                    <c:v>1.3827683734981059E-2</c:v>
                  </c:pt>
                  <c:pt idx="46">
                    <c:v>1.3154031125134807E-2</c:v>
                  </c:pt>
                  <c:pt idx="47">
                    <c:v>1.244197630141238E-2</c:v>
                  </c:pt>
                  <c:pt idx="48">
                    <c:v>1.3327782722715068E-2</c:v>
                  </c:pt>
                  <c:pt idx="49">
                    <c:v>1.383466357279069E-2</c:v>
                  </c:pt>
                  <c:pt idx="50">
                    <c:v>1.3841587408381368E-2</c:v>
                  </c:pt>
                  <c:pt idx="51">
                    <c:v>1.5035597890793543E-2</c:v>
                  </c:pt>
                  <c:pt idx="52">
                    <c:v>1.4668557953921999E-2</c:v>
                  </c:pt>
                  <c:pt idx="53">
                    <c:v>1.4760244673175407E-2</c:v>
                  </c:pt>
                  <c:pt idx="54">
                    <c:v>1.7386564492396412E-2</c:v>
                  </c:pt>
                  <c:pt idx="55">
                    <c:v>1.7877024249268358E-2</c:v>
                  </c:pt>
                  <c:pt idx="56">
                    <c:v>1.8890866888753487E-2</c:v>
                  </c:pt>
                  <c:pt idx="57">
                    <c:v>1.9839446446140621E-2</c:v>
                  </c:pt>
                  <c:pt idx="58">
                    <c:v>1.9997500783820506E-2</c:v>
                  </c:pt>
                  <c:pt idx="59">
                    <c:v>1.9904598939316589E-2</c:v>
                  </c:pt>
                  <c:pt idx="60">
                    <c:v>2.1724639240790156E-2</c:v>
                  </c:pt>
                  <c:pt idx="61">
                    <c:v>2.4037704475981834E-2</c:v>
                  </c:pt>
                  <c:pt idx="62">
                    <c:v>2.4840302470900043E-2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Spring!$C$44:$BM$44</c:f>
              <c:numCache>
                <c:formatCode>General</c:formatCode>
                <c:ptCount val="63"/>
                <c:pt idx="0">
                  <c:v>-0.38794514291082627</c:v>
                </c:pt>
                <c:pt idx="1">
                  <c:v>-0.15933713264301863</c:v>
                </c:pt>
                <c:pt idx="2">
                  <c:v>-7.6701694246310528E-2</c:v>
                </c:pt>
                <c:pt idx="3">
                  <c:v>-2.7208208146268131E-2</c:v>
                </c:pt>
                <c:pt idx="4">
                  <c:v>-2.4270937537741913E-2</c:v>
                </c:pt>
                <c:pt idx="5">
                  <c:v>-1.745371303421845E-2</c:v>
                </c:pt>
                <c:pt idx="6">
                  <c:v>-2.1604030524339058E-2</c:v>
                </c:pt>
                <c:pt idx="7">
                  <c:v>-2.5760181096937472E-2</c:v>
                </c:pt>
                <c:pt idx="8">
                  <c:v>-2.360442818745704E-2</c:v>
                </c:pt>
                <c:pt idx="9">
                  <c:v>-2.9208259801353144E-2</c:v>
                </c:pt>
                <c:pt idx="10">
                  <c:v>-3.4010271047442669E-2</c:v>
                </c:pt>
                <c:pt idx="11">
                  <c:v>-4.153562608275408E-2</c:v>
                </c:pt>
                <c:pt idx="12">
                  <c:v>-3.7986717328076458E-2</c:v>
                </c:pt>
                <c:pt idx="13">
                  <c:v>-3.6031647137137635E-2</c:v>
                </c:pt>
                <c:pt idx="14">
                  <c:v>-2.7996679144262127E-2</c:v>
                </c:pt>
                <c:pt idx="15">
                  <c:v>-2.5527784679326222E-2</c:v>
                </c:pt>
                <c:pt idx="16">
                  <c:v>-1.2376440916645276E-2</c:v>
                </c:pt>
                <c:pt idx="17">
                  <c:v>-1.0309149243663617E-2</c:v>
                </c:pt>
                <c:pt idx="18">
                  <c:v>-8.5560701039162006E-4</c:v>
                </c:pt>
                <c:pt idx="19">
                  <c:v>4.4620767877541264E-3</c:v>
                </c:pt>
                <c:pt idx="20">
                  <c:v>-4.4062182298790862E-3</c:v>
                </c:pt>
                <c:pt idx="21">
                  <c:v>-9.2429832709093052E-3</c:v>
                </c:pt>
                <c:pt idx="22">
                  <c:v>-1.3780597991122212E-2</c:v>
                </c:pt>
                <c:pt idx="23">
                  <c:v>-8.5256984028731306E-3</c:v>
                </c:pt>
                <c:pt idx="24">
                  <c:v>1.7277152997457131E-2</c:v>
                </c:pt>
                <c:pt idx="25">
                  <c:v>2.7949272122275607E-2</c:v>
                </c:pt>
                <c:pt idx="26">
                  <c:v>1.8445872937892092E-2</c:v>
                </c:pt>
                <c:pt idx="27">
                  <c:v>1.661127280139529E-2</c:v>
                </c:pt>
                <c:pt idx="28">
                  <c:v>-2.8159344376929565E-3</c:v>
                </c:pt>
                <c:pt idx="29">
                  <c:v>-1.0737675589629944E-2</c:v>
                </c:pt>
                <c:pt idx="30">
                  <c:v>-2.6969107969692603E-2</c:v>
                </c:pt>
                <c:pt idx="31">
                  <c:v>-2.4198813498945263E-2</c:v>
                </c:pt>
                <c:pt idx="32">
                  <c:v>-2.8916259330424139E-2</c:v>
                </c:pt>
                <c:pt idx="33">
                  <c:v>-1.4074163813272372E-2</c:v>
                </c:pt>
                <c:pt idx="34">
                  <c:v>2.9152128239636659E-3</c:v>
                </c:pt>
                <c:pt idx="35">
                  <c:v>-1.0596385397870956E-2</c:v>
                </c:pt>
                <c:pt idx="36">
                  <c:v>-1.6372356597809747E-2</c:v>
                </c:pt>
                <c:pt idx="37">
                  <c:v>-2.2607472423603281E-2</c:v>
                </c:pt>
                <c:pt idx="38">
                  <c:v>-2.6633952620712772E-2</c:v>
                </c:pt>
                <c:pt idx="39">
                  <c:v>-2.8983081629241729E-2</c:v>
                </c:pt>
                <c:pt idx="40">
                  <c:v>-2.2736037489522447E-2</c:v>
                </c:pt>
                <c:pt idx="41">
                  <c:v>-3.1956357565574106E-2</c:v>
                </c:pt>
                <c:pt idx="42">
                  <c:v>-4.5068894540937925E-2</c:v>
                </c:pt>
                <c:pt idx="43">
                  <c:v>-3.8871820398830727E-2</c:v>
                </c:pt>
                <c:pt idx="44">
                  <c:v>-4.2473451660343928E-2</c:v>
                </c:pt>
                <c:pt idx="45">
                  <c:v>-7.2863922207317328E-2</c:v>
                </c:pt>
                <c:pt idx="46">
                  <c:v>-6.4933396987147202E-2</c:v>
                </c:pt>
                <c:pt idx="47">
                  <c:v>-5.843777340047434E-2</c:v>
                </c:pt>
                <c:pt idx="48">
                  <c:v>-5.3342720160002723E-2</c:v>
                </c:pt>
                <c:pt idx="49">
                  <c:v>-5.3100681227553646E-2</c:v>
                </c:pt>
                <c:pt idx="50">
                  <c:v>-7.3433505271021257E-2</c:v>
                </c:pt>
                <c:pt idx="51">
                  <c:v>-8.3446193943040592E-2</c:v>
                </c:pt>
                <c:pt idx="52">
                  <c:v>-6.2033444955660724E-2</c:v>
                </c:pt>
                <c:pt idx="53">
                  <c:v>-5.32834974331464E-2</c:v>
                </c:pt>
                <c:pt idx="54">
                  <c:v>-4.6911214446486917E-2</c:v>
                </c:pt>
                <c:pt idx="55">
                  <c:v>-5.4008827179595403E-2</c:v>
                </c:pt>
                <c:pt idx="56">
                  <c:v>-5.6295518743626774E-2</c:v>
                </c:pt>
                <c:pt idx="57">
                  <c:v>-4.9829501749264225E-2</c:v>
                </c:pt>
                <c:pt idx="58">
                  <c:v>-5.8296271003790347E-2</c:v>
                </c:pt>
                <c:pt idx="59">
                  <c:v>-7.2987370365523441E-2</c:v>
                </c:pt>
                <c:pt idx="60">
                  <c:v>-0.10481757891833379</c:v>
                </c:pt>
                <c:pt idx="61">
                  <c:v>-0.12289200832804116</c:v>
                </c:pt>
                <c:pt idx="62">
                  <c:v>-0.10419850162686066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Spring!$A$13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Spring!$C$48:$BM$48</c:f>
                <c:numCache>
                  <c:formatCode>General</c:formatCode>
                  <c:ptCount val="63"/>
                  <c:pt idx="0">
                    <c:v>1.8356602648319165E-2</c:v>
                  </c:pt>
                  <c:pt idx="1">
                    <c:v>1.7729507611106945E-2</c:v>
                  </c:pt>
                  <c:pt idx="2">
                    <c:v>1.7538189944820107E-2</c:v>
                  </c:pt>
                  <c:pt idx="3">
                    <c:v>1.7091607670799105E-2</c:v>
                  </c:pt>
                  <c:pt idx="4">
                    <c:v>1.3724123104810524E-2</c:v>
                  </c:pt>
                  <c:pt idx="5">
                    <c:v>1.250689412472898E-2</c:v>
                  </c:pt>
                  <c:pt idx="6">
                    <c:v>1.2446488226805075E-2</c:v>
                  </c:pt>
                  <c:pt idx="7">
                    <c:v>1.2163786317378199E-2</c:v>
                  </c:pt>
                  <c:pt idx="8">
                    <c:v>1.2109920432782363E-2</c:v>
                  </c:pt>
                  <c:pt idx="9">
                    <c:v>1.1912410343188644E-2</c:v>
                  </c:pt>
                  <c:pt idx="10">
                    <c:v>1.2085352205345857E-2</c:v>
                  </c:pt>
                  <c:pt idx="11">
                    <c:v>1.2521164920505633E-2</c:v>
                  </c:pt>
                  <c:pt idx="12">
                    <c:v>1.2515821132171045E-2</c:v>
                  </c:pt>
                  <c:pt idx="13">
                    <c:v>1.2250314012629509E-2</c:v>
                  </c:pt>
                  <c:pt idx="14">
                    <c:v>1.2124983147293385E-2</c:v>
                  </c:pt>
                  <c:pt idx="15">
                    <c:v>1.2092079536038346E-2</c:v>
                  </c:pt>
                  <c:pt idx="16">
                    <c:v>1.1784314005495056E-2</c:v>
                  </c:pt>
                  <c:pt idx="17">
                    <c:v>1.1388348439909053E-2</c:v>
                  </c:pt>
                  <c:pt idx="18">
                    <c:v>1.1870408068599462E-2</c:v>
                  </c:pt>
                  <c:pt idx="19">
                    <c:v>1.2052571260861416E-2</c:v>
                  </c:pt>
                  <c:pt idx="20">
                    <c:v>1.2900449722016087E-2</c:v>
                  </c:pt>
                  <c:pt idx="21">
                    <c:v>1.4014521031735418E-2</c:v>
                  </c:pt>
                  <c:pt idx="22">
                    <c:v>1.4149247889213842E-2</c:v>
                  </c:pt>
                  <c:pt idx="23">
                    <c:v>1.5360587672973092E-2</c:v>
                  </c:pt>
                  <c:pt idx="24">
                    <c:v>1.666591204116321E-2</c:v>
                  </c:pt>
                  <c:pt idx="25">
                    <c:v>1.7568507232210397E-2</c:v>
                  </c:pt>
                  <c:pt idx="26">
                    <c:v>1.7640701845236893E-2</c:v>
                  </c:pt>
                  <c:pt idx="27">
                    <c:v>1.6145437300705272E-2</c:v>
                  </c:pt>
                  <c:pt idx="28">
                    <c:v>1.4113250145146011E-2</c:v>
                  </c:pt>
                  <c:pt idx="29">
                    <c:v>1.2477468591175498E-2</c:v>
                  </c:pt>
                  <c:pt idx="30">
                    <c:v>1.2765982957530658E-2</c:v>
                  </c:pt>
                  <c:pt idx="31">
                    <c:v>1.2856011788133928E-2</c:v>
                  </c:pt>
                  <c:pt idx="32">
                    <c:v>1.2228047323191948E-2</c:v>
                  </c:pt>
                  <c:pt idx="33">
                    <c:v>1.2411192134890616E-2</c:v>
                  </c:pt>
                  <c:pt idx="34">
                    <c:v>1.3969710256351051E-2</c:v>
                  </c:pt>
                  <c:pt idx="35">
                    <c:v>1.3127762117841755E-2</c:v>
                  </c:pt>
                  <c:pt idx="36">
                    <c:v>1.229185497037056E-2</c:v>
                  </c:pt>
                  <c:pt idx="37">
                    <c:v>1.3551450655509667E-2</c:v>
                  </c:pt>
                  <c:pt idx="38">
                    <c:v>1.2539081285896038E-2</c:v>
                  </c:pt>
                  <c:pt idx="39">
                    <c:v>1.3004159167921513E-2</c:v>
                  </c:pt>
                  <c:pt idx="40">
                    <c:v>1.278204693656863E-2</c:v>
                  </c:pt>
                  <c:pt idx="41">
                    <c:v>1.249757691864946E-2</c:v>
                  </c:pt>
                  <c:pt idx="42">
                    <c:v>1.2750155757658707E-2</c:v>
                  </c:pt>
                  <c:pt idx="43">
                    <c:v>1.2762853434546077E-2</c:v>
                  </c:pt>
                  <c:pt idx="44">
                    <c:v>1.3045981076705142E-2</c:v>
                  </c:pt>
                  <c:pt idx="45">
                    <c:v>1.4006275651004317E-2</c:v>
                  </c:pt>
                  <c:pt idx="46">
                    <c:v>1.3757319928490616E-2</c:v>
                  </c:pt>
                  <c:pt idx="47">
                    <c:v>1.4799480830008262E-2</c:v>
                  </c:pt>
                  <c:pt idx="48">
                    <c:v>1.5726051646468609E-2</c:v>
                  </c:pt>
                  <c:pt idx="49">
                    <c:v>1.6429553098223009E-2</c:v>
                  </c:pt>
                  <c:pt idx="50">
                    <c:v>1.8007097436193577E-2</c:v>
                  </c:pt>
                  <c:pt idx="51">
                    <c:v>1.9278977105587475E-2</c:v>
                  </c:pt>
                  <c:pt idx="52">
                    <c:v>2.2032946060087225E-2</c:v>
                  </c:pt>
                  <c:pt idx="53">
                    <c:v>2.6082399603648665E-2</c:v>
                  </c:pt>
                  <c:pt idx="54">
                    <c:v>2.9479147567548762E-2</c:v>
                  </c:pt>
                  <c:pt idx="55">
                    <c:v>3.4441983366578E-2</c:v>
                  </c:pt>
                  <c:pt idx="56">
                    <c:v>4.5138097788198057E-2</c:v>
                  </c:pt>
                  <c:pt idx="57">
                    <c:v>6.6852111704618342E-2</c:v>
                  </c:pt>
                  <c:pt idx="58">
                    <c:v>7.1756792326179042E-2</c:v>
                  </c:pt>
                  <c:pt idx="59">
                    <c:v>4.5732914630076851E-2</c:v>
                  </c:pt>
                  <c:pt idx="60">
                    <c:v>6.7243969929930647E-2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plus>
            <c:minus>
              <c:numRef>
                <c:f>Spring!$C$48:$BM$48</c:f>
                <c:numCache>
                  <c:formatCode>General</c:formatCode>
                  <c:ptCount val="63"/>
                  <c:pt idx="0">
                    <c:v>1.8356602648319165E-2</c:v>
                  </c:pt>
                  <c:pt idx="1">
                    <c:v>1.7729507611106945E-2</c:v>
                  </c:pt>
                  <c:pt idx="2">
                    <c:v>1.7538189944820107E-2</c:v>
                  </c:pt>
                  <c:pt idx="3">
                    <c:v>1.7091607670799105E-2</c:v>
                  </c:pt>
                  <c:pt idx="4">
                    <c:v>1.3724123104810524E-2</c:v>
                  </c:pt>
                  <c:pt idx="5">
                    <c:v>1.250689412472898E-2</c:v>
                  </c:pt>
                  <c:pt idx="6">
                    <c:v>1.2446488226805075E-2</c:v>
                  </c:pt>
                  <c:pt idx="7">
                    <c:v>1.2163786317378199E-2</c:v>
                  </c:pt>
                  <c:pt idx="8">
                    <c:v>1.2109920432782363E-2</c:v>
                  </c:pt>
                  <c:pt idx="9">
                    <c:v>1.1912410343188644E-2</c:v>
                  </c:pt>
                  <c:pt idx="10">
                    <c:v>1.2085352205345857E-2</c:v>
                  </c:pt>
                  <c:pt idx="11">
                    <c:v>1.2521164920505633E-2</c:v>
                  </c:pt>
                  <c:pt idx="12">
                    <c:v>1.2515821132171045E-2</c:v>
                  </c:pt>
                  <c:pt idx="13">
                    <c:v>1.2250314012629509E-2</c:v>
                  </c:pt>
                  <c:pt idx="14">
                    <c:v>1.2124983147293385E-2</c:v>
                  </c:pt>
                  <c:pt idx="15">
                    <c:v>1.2092079536038346E-2</c:v>
                  </c:pt>
                  <c:pt idx="16">
                    <c:v>1.1784314005495056E-2</c:v>
                  </c:pt>
                  <c:pt idx="17">
                    <c:v>1.1388348439909053E-2</c:v>
                  </c:pt>
                  <c:pt idx="18">
                    <c:v>1.1870408068599462E-2</c:v>
                  </c:pt>
                  <c:pt idx="19">
                    <c:v>1.2052571260861416E-2</c:v>
                  </c:pt>
                  <c:pt idx="20">
                    <c:v>1.2900449722016087E-2</c:v>
                  </c:pt>
                  <c:pt idx="21">
                    <c:v>1.4014521031735418E-2</c:v>
                  </c:pt>
                  <c:pt idx="22">
                    <c:v>1.4149247889213842E-2</c:v>
                  </c:pt>
                  <c:pt idx="23">
                    <c:v>1.5360587672973092E-2</c:v>
                  </c:pt>
                  <c:pt idx="24">
                    <c:v>1.666591204116321E-2</c:v>
                  </c:pt>
                  <c:pt idx="25">
                    <c:v>1.7568507232210397E-2</c:v>
                  </c:pt>
                  <c:pt idx="26">
                    <c:v>1.7640701845236893E-2</c:v>
                  </c:pt>
                  <c:pt idx="27">
                    <c:v>1.6145437300705272E-2</c:v>
                  </c:pt>
                  <c:pt idx="28">
                    <c:v>1.4113250145146011E-2</c:v>
                  </c:pt>
                  <c:pt idx="29">
                    <c:v>1.2477468591175498E-2</c:v>
                  </c:pt>
                  <c:pt idx="30">
                    <c:v>1.2765982957530658E-2</c:v>
                  </c:pt>
                  <c:pt idx="31">
                    <c:v>1.2856011788133928E-2</c:v>
                  </c:pt>
                  <c:pt idx="32">
                    <c:v>1.2228047323191948E-2</c:v>
                  </c:pt>
                  <c:pt idx="33">
                    <c:v>1.2411192134890616E-2</c:v>
                  </c:pt>
                  <c:pt idx="34">
                    <c:v>1.3969710256351051E-2</c:v>
                  </c:pt>
                  <c:pt idx="35">
                    <c:v>1.3127762117841755E-2</c:v>
                  </c:pt>
                  <c:pt idx="36">
                    <c:v>1.229185497037056E-2</c:v>
                  </c:pt>
                  <c:pt idx="37">
                    <c:v>1.3551450655509667E-2</c:v>
                  </c:pt>
                  <c:pt idx="38">
                    <c:v>1.2539081285896038E-2</c:v>
                  </c:pt>
                  <c:pt idx="39">
                    <c:v>1.3004159167921513E-2</c:v>
                  </c:pt>
                  <c:pt idx="40">
                    <c:v>1.278204693656863E-2</c:v>
                  </c:pt>
                  <c:pt idx="41">
                    <c:v>1.249757691864946E-2</c:v>
                  </c:pt>
                  <c:pt idx="42">
                    <c:v>1.2750155757658707E-2</c:v>
                  </c:pt>
                  <c:pt idx="43">
                    <c:v>1.2762853434546077E-2</c:v>
                  </c:pt>
                  <c:pt idx="44">
                    <c:v>1.3045981076705142E-2</c:v>
                  </c:pt>
                  <c:pt idx="45">
                    <c:v>1.4006275651004317E-2</c:v>
                  </c:pt>
                  <c:pt idx="46">
                    <c:v>1.3757319928490616E-2</c:v>
                  </c:pt>
                  <c:pt idx="47">
                    <c:v>1.4799480830008262E-2</c:v>
                  </c:pt>
                  <c:pt idx="48">
                    <c:v>1.5726051646468609E-2</c:v>
                  </c:pt>
                  <c:pt idx="49">
                    <c:v>1.6429553098223009E-2</c:v>
                  </c:pt>
                  <c:pt idx="50">
                    <c:v>1.8007097436193577E-2</c:v>
                  </c:pt>
                  <c:pt idx="51">
                    <c:v>1.9278977105587475E-2</c:v>
                  </c:pt>
                  <c:pt idx="52">
                    <c:v>2.2032946060087225E-2</c:v>
                  </c:pt>
                  <c:pt idx="53">
                    <c:v>2.6082399603648665E-2</c:v>
                  </c:pt>
                  <c:pt idx="54">
                    <c:v>2.9479147567548762E-2</c:v>
                  </c:pt>
                  <c:pt idx="55">
                    <c:v>3.4441983366578E-2</c:v>
                  </c:pt>
                  <c:pt idx="56">
                    <c:v>4.5138097788198057E-2</c:v>
                  </c:pt>
                  <c:pt idx="57">
                    <c:v>6.6852111704618342E-2</c:v>
                  </c:pt>
                  <c:pt idx="58">
                    <c:v>7.1756792326179042E-2</c:v>
                  </c:pt>
                  <c:pt idx="59">
                    <c:v>4.5732914630076851E-2</c:v>
                  </c:pt>
                  <c:pt idx="60">
                    <c:v>6.7243969929930647E-2</c:v>
                  </c:pt>
                  <c:pt idx="61">
                    <c:v>0</c:v>
                  </c:pt>
                  <c:pt idx="62">
                    <c:v>0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Spring!$C$47:$BM$47</c:f>
              <c:numCache>
                <c:formatCode>General</c:formatCode>
                <c:ptCount val="63"/>
                <c:pt idx="0">
                  <c:v>-0.69705891652639385</c:v>
                </c:pt>
                <c:pt idx="1">
                  <c:v>-0.29314767990129126</c:v>
                </c:pt>
                <c:pt idx="2">
                  <c:v>-8.8514656675745748E-3</c:v>
                </c:pt>
                <c:pt idx="3">
                  <c:v>0.10564141518994184</c:v>
                </c:pt>
                <c:pt idx="4">
                  <c:v>9.6378808161431101E-2</c:v>
                </c:pt>
                <c:pt idx="5">
                  <c:v>5.5753605971979564E-2</c:v>
                </c:pt>
                <c:pt idx="6">
                  <c:v>3.0490536033478895E-2</c:v>
                </c:pt>
                <c:pt idx="7">
                  <c:v>1.996996505873996E-2</c:v>
                </c:pt>
                <c:pt idx="8">
                  <c:v>-1.051620771773617E-2</c:v>
                </c:pt>
                <c:pt idx="9">
                  <c:v>-2.6786310696824956E-2</c:v>
                </c:pt>
                <c:pt idx="10">
                  <c:v>-2.5234013271383169E-2</c:v>
                </c:pt>
                <c:pt idx="11">
                  <c:v>-1.8006763347431877E-2</c:v>
                </c:pt>
                <c:pt idx="12">
                  <c:v>-1.7073268186461262E-2</c:v>
                </c:pt>
                <c:pt idx="13">
                  <c:v>-1.7420403627325526E-2</c:v>
                </c:pt>
                <c:pt idx="14">
                  <c:v>-1.6220034497235875E-2</c:v>
                </c:pt>
                <c:pt idx="15">
                  <c:v>-1.9138524026040899E-2</c:v>
                </c:pt>
                <c:pt idx="16">
                  <c:v>-1.431478686625522E-2</c:v>
                </c:pt>
                <c:pt idx="17">
                  <c:v>-5.6610535157789752E-3</c:v>
                </c:pt>
                <c:pt idx="18">
                  <c:v>4.8347328779158637E-3</c:v>
                </c:pt>
                <c:pt idx="19">
                  <c:v>9.7242031107792597E-3</c:v>
                </c:pt>
                <c:pt idx="20">
                  <c:v>-5.3233017578252809E-4</c:v>
                </c:pt>
                <c:pt idx="21">
                  <c:v>4.6959383749970336E-3</c:v>
                </c:pt>
                <c:pt idx="22">
                  <c:v>2.6708836244758653E-3</c:v>
                </c:pt>
                <c:pt idx="23">
                  <c:v>-2.3650046276037427E-2</c:v>
                </c:pt>
                <c:pt idx="24">
                  <c:v>-3.9103093532345271E-2</c:v>
                </c:pt>
                <c:pt idx="25">
                  <c:v>-3.3800375879541066E-2</c:v>
                </c:pt>
                <c:pt idx="26">
                  <c:v>-4.1953445636869778E-2</c:v>
                </c:pt>
                <c:pt idx="27">
                  <c:v>-1.925474112015586E-2</c:v>
                </c:pt>
                <c:pt idx="28">
                  <c:v>-7.4096528082990346E-3</c:v>
                </c:pt>
                <c:pt idx="29">
                  <c:v>1.2702465469052857E-2</c:v>
                </c:pt>
                <c:pt idx="30">
                  <c:v>2.0449288121430508E-2</c:v>
                </c:pt>
                <c:pt idx="31">
                  <c:v>2.531178254010473E-2</c:v>
                </c:pt>
                <c:pt idx="32">
                  <c:v>1.4790552172954056E-2</c:v>
                </c:pt>
                <c:pt idx="33">
                  <c:v>9.479393460813711E-3</c:v>
                </c:pt>
                <c:pt idx="34">
                  <c:v>1.0351075051199352E-2</c:v>
                </c:pt>
                <c:pt idx="35">
                  <c:v>2.3939877667575573E-2</c:v>
                </c:pt>
                <c:pt idx="36">
                  <c:v>1.7576887181292574E-2</c:v>
                </c:pt>
                <c:pt idx="37">
                  <c:v>-1.4593817030832186E-3</c:v>
                </c:pt>
                <c:pt idx="38">
                  <c:v>-2.047557605348162E-3</c:v>
                </c:pt>
                <c:pt idx="39">
                  <c:v>3.1033272353968018E-3</c:v>
                </c:pt>
                <c:pt idx="40">
                  <c:v>-6.2592680738587916E-3</c:v>
                </c:pt>
                <c:pt idx="41">
                  <c:v>-1.2142283774240139E-2</c:v>
                </c:pt>
                <c:pt idx="42">
                  <c:v>-1.3332034157073685E-2</c:v>
                </c:pt>
                <c:pt idx="43">
                  <c:v>-3.51235850567653E-2</c:v>
                </c:pt>
                <c:pt idx="44">
                  <c:v>-6.4607360116468948E-2</c:v>
                </c:pt>
                <c:pt idx="45">
                  <c:v>-6.890460281743109E-2</c:v>
                </c:pt>
                <c:pt idx="46">
                  <c:v>-6.9493649736977151E-2</c:v>
                </c:pt>
                <c:pt idx="47">
                  <c:v>-8.1741327103975053E-2</c:v>
                </c:pt>
                <c:pt idx="48">
                  <c:v>-6.461470916730204E-2</c:v>
                </c:pt>
                <c:pt idx="49">
                  <c:v>-6.4029951383783743E-2</c:v>
                </c:pt>
                <c:pt idx="50">
                  <c:v>-6.5748718721773042E-2</c:v>
                </c:pt>
                <c:pt idx="51">
                  <c:v>-8.210227844073531E-2</c:v>
                </c:pt>
                <c:pt idx="52">
                  <c:v>-0.11523051121155158</c:v>
                </c:pt>
                <c:pt idx="53">
                  <c:v>-9.9172528069890575E-2</c:v>
                </c:pt>
                <c:pt idx="54">
                  <c:v>-0.11033072313562181</c:v>
                </c:pt>
                <c:pt idx="55">
                  <c:v>-0.10016103431674168</c:v>
                </c:pt>
                <c:pt idx="56">
                  <c:v>-8.5703400306315319E-2</c:v>
                </c:pt>
                <c:pt idx="57">
                  <c:v>3.3765299742706964E-2</c:v>
                </c:pt>
                <c:pt idx="58">
                  <c:v>6.9793034932600945E-2</c:v>
                </c:pt>
                <c:pt idx="59">
                  <c:v>0.12991528835368801</c:v>
                </c:pt>
                <c:pt idx="60">
                  <c:v>-0.16696913235046415</c:v>
                </c:pt>
                <c:pt idx="61">
                  <c:v>0</c:v>
                </c:pt>
                <c:pt idx="62">
                  <c:v>0</c:v>
                </c:pt>
              </c:numCache>
            </c:numRef>
          </c:xVal>
          <c:yVal>
            <c:numRef>
              <c:f>Spring!$C$3:$BM$3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119104"/>
        <c:axId val="169141760"/>
      </c:scatterChart>
      <c:valAx>
        <c:axId val="16911910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</a:t>
                </a:r>
                <a:r>
                  <a:rPr lang="en-GB" baseline="0"/>
                  <a:t> 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141760"/>
        <c:crosses val="autoZero"/>
        <c:crossBetween val="midCat"/>
      </c:valAx>
      <c:valAx>
        <c:axId val="169141760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11910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GB"/>
              <a:t>Summer</a:t>
            </a:r>
            <a:r>
              <a:rPr lang="en-GB" baseline="0"/>
              <a:t>  00:00 </a:t>
            </a:r>
            <a:r>
              <a:rPr lang="en-GB" sz="1800" b="1" i="0" u="none" strike="noStrike" baseline="0">
                <a:effectLst/>
              </a:rPr>
              <a:t>to</a:t>
            </a:r>
            <a:r>
              <a:rPr lang="en-GB" baseline="0"/>
              <a:t> 06:00</a:t>
            </a:r>
            <a:endParaRPr lang="en-GB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Summer!$A$7</c:f>
              <c:strCache>
                <c:ptCount val="1"/>
                <c:pt idx="0">
                  <c:v>Lindenberg 1999 - 2008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Summer!$C$8:$AZ$8</c:f>
                <c:numCache>
                  <c:formatCode>General</c:formatCode>
                  <c:ptCount val="50"/>
                  <c:pt idx="0">
                    <c:v>7.690934741790909E-3</c:v>
                  </c:pt>
                  <c:pt idx="1">
                    <c:v>8.2796751388384375E-3</c:v>
                  </c:pt>
                  <c:pt idx="2">
                    <c:v>7.3297001101674157E-3</c:v>
                  </c:pt>
                  <c:pt idx="3">
                    <c:v>6.9497971733817367E-3</c:v>
                  </c:pt>
                  <c:pt idx="4">
                    <c:v>6.6555393403895944E-3</c:v>
                  </c:pt>
                  <c:pt idx="5">
                    <c:v>7.0183742102363856E-3</c:v>
                  </c:pt>
                  <c:pt idx="6">
                    <c:v>7.0967510795692419E-3</c:v>
                  </c:pt>
                  <c:pt idx="7">
                    <c:v>6.790250927445108E-3</c:v>
                  </c:pt>
                  <c:pt idx="8">
                    <c:v>6.7578039817830747E-3</c:v>
                  </c:pt>
                  <c:pt idx="9">
                    <c:v>7.1745112828143368E-3</c:v>
                  </c:pt>
                  <c:pt idx="10">
                    <c:v>7.2568588780878174E-3</c:v>
                  </c:pt>
                  <c:pt idx="11">
                    <c:v>7.6678554531743031E-3</c:v>
                  </c:pt>
                  <c:pt idx="12">
                    <c:v>7.9399151427817938E-3</c:v>
                  </c:pt>
                  <c:pt idx="13">
                    <c:v>8.1812864769081339E-3</c:v>
                  </c:pt>
                  <c:pt idx="14">
                    <c:v>8.4090430164043325E-3</c:v>
                  </c:pt>
                  <c:pt idx="15">
                    <c:v>8.6506867039650159E-3</c:v>
                  </c:pt>
                  <c:pt idx="16">
                    <c:v>8.7597668877192354E-3</c:v>
                  </c:pt>
                  <c:pt idx="17">
                    <c:v>8.4277393781322461E-3</c:v>
                  </c:pt>
                  <c:pt idx="18">
                    <c:v>8.4348448243394339E-3</c:v>
                  </c:pt>
                  <c:pt idx="19">
                    <c:v>8.7510249251541508E-3</c:v>
                  </c:pt>
                  <c:pt idx="20">
                    <c:v>9.8140634530664381E-3</c:v>
                  </c:pt>
                  <c:pt idx="21">
                    <c:v>1.0965776169887916E-2</c:v>
                  </c:pt>
                  <c:pt idx="22">
                    <c:v>1.2277318399489924E-2</c:v>
                  </c:pt>
                  <c:pt idx="23">
                    <c:v>1.2560044585585028E-2</c:v>
                  </c:pt>
                  <c:pt idx="24">
                    <c:v>1.1940708077915065E-2</c:v>
                  </c:pt>
                  <c:pt idx="25">
                    <c:v>1.0248709268531874E-2</c:v>
                  </c:pt>
                  <c:pt idx="26">
                    <c:v>8.8623173225378139E-3</c:v>
                  </c:pt>
                  <c:pt idx="27">
                    <c:v>7.725275798350275E-3</c:v>
                  </c:pt>
                  <c:pt idx="28">
                    <c:v>6.9980922191170431E-3</c:v>
                  </c:pt>
                  <c:pt idx="29">
                    <c:v>6.454482318350092E-3</c:v>
                  </c:pt>
                  <c:pt idx="30">
                    <c:v>6.2365688391007312E-3</c:v>
                  </c:pt>
                  <c:pt idx="31">
                    <c:v>6.0690549238370181E-3</c:v>
                  </c:pt>
                  <c:pt idx="32">
                    <c:v>5.8217729663385034E-3</c:v>
                  </c:pt>
                  <c:pt idx="33">
                    <c:v>5.9523003539642318E-3</c:v>
                  </c:pt>
                  <c:pt idx="34">
                    <c:v>6.1355166191045304E-3</c:v>
                  </c:pt>
                  <c:pt idx="35">
                    <c:v>5.8727940138987517E-3</c:v>
                  </c:pt>
                  <c:pt idx="36">
                    <c:v>6.0190719445245523E-3</c:v>
                  </c:pt>
                  <c:pt idx="37">
                    <c:v>5.9248250795587206E-3</c:v>
                  </c:pt>
                  <c:pt idx="38">
                    <c:v>6.0338854492594067E-3</c:v>
                  </c:pt>
                  <c:pt idx="39">
                    <c:v>5.7122887479946777E-3</c:v>
                  </c:pt>
                  <c:pt idx="40">
                    <c:v>5.9497967002374152E-3</c:v>
                  </c:pt>
                  <c:pt idx="41">
                    <c:v>5.986864514730207E-3</c:v>
                  </c:pt>
                  <c:pt idx="42">
                    <c:v>6.0967009567223238E-3</c:v>
                  </c:pt>
                  <c:pt idx="43">
                    <c:v>6.0719909913741809E-3</c:v>
                  </c:pt>
                  <c:pt idx="44">
                    <c:v>6.5731350593785116E-3</c:v>
                  </c:pt>
                  <c:pt idx="45">
                    <c:v>6.4798766699109174E-3</c:v>
                  </c:pt>
                  <c:pt idx="46">
                    <c:v>6.389547917551512E-3</c:v>
                  </c:pt>
                  <c:pt idx="47">
                    <c:v>6.8106611270711045E-3</c:v>
                  </c:pt>
                  <c:pt idx="48">
                    <c:v>6.8383482550230046E-3</c:v>
                  </c:pt>
                  <c:pt idx="49">
                    <c:v>7.0597539953180452E-3</c:v>
                  </c:pt>
                </c:numCache>
              </c:numRef>
            </c:plus>
            <c:minus>
              <c:numRef>
                <c:f>Summer!$C$8:$AZ$8</c:f>
                <c:numCache>
                  <c:formatCode>General</c:formatCode>
                  <c:ptCount val="50"/>
                  <c:pt idx="0">
                    <c:v>7.690934741790909E-3</c:v>
                  </c:pt>
                  <c:pt idx="1">
                    <c:v>8.2796751388384375E-3</c:v>
                  </c:pt>
                  <c:pt idx="2">
                    <c:v>7.3297001101674157E-3</c:v>
                  </c:pt>
                  <c:pt idx="3">
                    <c:v>6.9497971733817367E-3</c:v>
                  </c:pt>
                  <c:pt idx="4">
                    <c:v>6.6555393403895944E-3</c:v>
                  </c:pt>
                  <c:pt idx="5">
                    <c:v>7.0183742102363856E-3</c:v>
                  </c:pt>
                  <c:pt idx="6">
                    <c:v>7.0967510795692419E-3</c:v>
                  </c:pt>
                  <c:pt idx="7">
                    <c:v>6.790250927445108E-3</c:v>
                  </c:pt>
                  <c:pt idx="8">
                    <c:v>6.7578039817830747E-3</c:v>
                  </c:pt>
                  <c:pt idx="9">
                    <c:v>7.1745112828143368E-3</c:v>
                  </c:pt>
                  <c:pt idx="10">
                    <c:v>7.2568588780878174E-3</c:v>
                  </c:pt>
                  <c:pt idx="11">
                    <c:v>7.6678554531743031E-3</c:v>
                  </c:pt>
                  <c:pt idx="12">
                    <c:v>7.9399151427817938E-3</c:v>
                  </c:pt>
                  <c:pt idx="13">
                    <c:v>8.1812864769081339E-3</c:v>
                  </c:pt>
                  <c:pt idx="14">
                    <c:v>8.4090430164043325E-3</c:v>
                  </c:pt>
                  <c:pt idx="15">
                    <c:v>8.6506867039650159E-3</c:v>
                  </c:pt>
                  <c:pt idx="16">
                    <c:v>8.7597668877192354E-3</c:v>
                  </c:pt>
                  <c:pt idx="17">
                    <c:v>8.4277393781322461E-3</c:v>
                  </c:pt>
                  <c:pt idx="18">
                    <c:v>8.4348448243394339E-3</c:v>
                  </c:pt>
                  <c:pt idx="19">
                    <c:v>8.7510249251541508E-3</c:v>
                  </c:pt>
                  <c:pt idx="20">
                    <c:v>9.8140634530664381E-3</c:v>
                  </c:pt>
                  <c:pt idx="21">
                    <c:v>1.0965776169887916E-2</c:v>
                  </c:pt>
                  <c:pt idx="22">
                    <c:v>1.2277318399489924E-2</c:v>
                  </c:pt>
                  <c:pt idx="23">
                    <c:v>1.2560044585585028E-2</c:v>
                  </c:pt>
                  <c:pt idx="24">
                    <c:v>1.1940708077915065E-2</c:v>
                  </c:pt>
                  <c:pt idx="25">
                    <c:v>1.0248709268531874E-2</c:v>
                  </c:pt>
                  <c:pt idx="26">
                    <c:v>8.8623173225378139E-3</c:v>
                  </c:pt>
                  <c:pt idx="27">
                    <c:v>7.725275798350275E-3</c:v>
                  </c:pt>
                  <c:pt idx="28">
                    <c:v>6.9980922191170431E-3</c:v>
                  </c:pt>
                  <c:pt idx="29">
                    <c:v>6.454482318350092E-3</c:v>
                  </c:pt>
                  <c:pt idx="30">
                    <c:v>6.2365688391007312E-3</c:v>
                  </c:pt>
                  <c:pt idx="31">
                    <c:v>6.0690549238370181E-3</c:v>
                  </c:pt>
                  <c:pt idx="32">
                    <c:v>5.8217729663385034E-3</c:v>
                  </c:pt>
                  <c:pt idx="33">
                    <c:v>5.9523003539642318E-3</c:v>
                  </c:pt>
                  <c:pt idx="34">
                    <c:v>6.1355166191045304E-3</c:v>
                  </c:pt>
                  <c:pt idx="35">
                    <c:v>5.8727940138987517E-3</c:v>
                  </c:pt>
                  <c:pt idx="36">
                    <c:v>6.0190719445245523E-3</c:v>
                  </c:pt>
                  <c:pt idx="37">
                    <c:v>5.9248250795587206E-3</c:v>
                  </c:pt>
                  <c:pt idx="38">
                    <c:v>6.0338854492594067E-3</c:v>
                  </c:pt>
                  <c:pt idx="39">
                    <c:v>5.7122887479946777E-3</c:v>
                  </c:pt>
                  <c:pt idx="40">
                    <c:v>5.9497967002374152E-3</c:v>
                  </c:pt>
                  <c:pt idx="41">
                    <c:v>5.986864514730207E-3</c:v>
                  </c:pt>
                  <c:pt idx="42">
                    <c:v>6.0967009567223238E-3</c:v>
                  </c:pt>
                  <c:pt idx="43">
                    <c:v>6.0719909913741809E-3</c:v>
                  </c:pt>
                  <c:pt idx="44">
                    <c:v>6.5731350593785116E-3</c:v>
                  </c:pt>
                  <c:pt idx="45">
                    <c:v>6.4798766699109174E-3</c:v>
                  </c:pt>
                  <c:pt idx="46">
                    <c:v>6.389547917551512E-3</c:v>
                  </c:pt>
                  <c:pt idx="47">
                    <c:v>6.8106611270711045E-3</c:v>
                  </c:pt>
                  <c:pt idx="48">
                    <c:v>6.8383482550230046E-3</c:v>
                  </c:pt>
                  <c:pt idx="49">
                    <c:v>7.0597539953180452E-3</c:v>
                  </c:pt>
                </c:numCache>
              </c:numRef>
            </c:minus>
            <c:spPr>
              <a:ln>
                <a:solidFill>
                  <a:srgbClr val="4F81BD">
                    <a:lumMod val="100000"/>
                  </a:srgbClr>
                </a:solidFill>
              </a:ln>
            </c:spPr>
          </c:errBars>
          <c:xVal>
            <c:numRef>
              <c:f>Summer!$C$7:$BM$7</c:f>
              <c:numCache>
                <c:formatCode>General</c:formatCode>
                <c:ptCount val="63"/>
                <c:pt idx="0">
                  <c:v>-0.28787610619469045</c:v>
                </c:pt>
                <c:pt idx="1">
                  <c:v>-0.17677544247787602</c:v>
                </c:pt>
                <c:pt idx="2">
                  <c:v>-0.12727280604719757</c:v>
                </c:pt>
                <c:pt idx="3">
                  <c:v>-9.2391740412979345E-2</c:v>
                </c:pt>
                <c:pt idx="4">
                  <c:v>-6.0057977507374571E-2</c:v>
                </c:pt>
                <c:pt idx="5">
                  <c:v>-3.6334929863418262E-2</c:v>
                </c:pt>
                <c:pt idx="6">
                  <c:v>-3.7307661498707997E-2</c:v>
                </c:pt>
                <c:pt idx="7">
                  <c:v>-3.966939528023599E-2</c:v>
                </c:pt>
                <c:pt idx="8">
                  <c:v>-4.8856102507374648E-2</c:v>
                </c:pt>
                <c:pt idx="9">
                  <c:v>-5.3325589970501443E-2</c:v>
                </c:pt>
                <c:pt idx="10">
                  <c:v>-5.1992994100294981E-2</c:v>
                </c:pt>
                <c:pt idx="11">
                  <c:v>-5.9546460176991133E-2</c:v>
                </c:pt>
                <c:pt idx="12">
                  <c:v>-5.8682170542635713E-2</c:v>
                </c:pt>
                <c:pt idx="13">
                  <c:v>-5.8453303802140991E-2</c:v>
                </c:pt>
                <c:pt idx="14">
                  <c:v>-6.248612652608216E-2</c:v>
                </c:pt>
                <c:pt idx="15">
                  <c:v>-7.1055555555555441E-2</c:v>
                </c:pt>
                <c:pt idx="16">
                  <c:v>-6.9410456062291445E-2</c:v>
                </c:pt>
                <c:pt idx="17">
                  <c:v>-6.9317760474601406E-2</c:v>
                </c:pt>
                <c:pt idx="18">
                  <c:v>-6.1772339636633262E-2</c:v>
                </c:pt>
                <c:pt idx="19">
                  <c:v>-5.2359717577108882E-2</c:v>
                </c:pt>
                <c:pt idx="20">
                  <c:v>-5.0631735414344119E-2</c:v>
                </c:pt>
                <c:pt idx="21">
                  <c:v>-5.8035048471290089E-2</c:v>
                </c:pt>
                <c:pt idx="22">
                  <c:v>-4.0526905829596414E-2</c:v>
                </c:pt>
                <c:pt idx="23">
                  <c:v>-2.5878176382660718E-2</c:v>
                </c:pt>
                <c:pt idx="24">
                  <c:v>-1.9400749063670418E-2</c:v>
                </c:pt>
                <c:pt idx="25">
                  <c:v>-1.8660647103085036E-2</c:v>
                </c:pt>
                <c:pt idx="26">
                  <c:v>-3.3182503770739072E-2</c:v>
                </c:pt>
                <c:pt idx="27">
                  <c:v>-3.316287878787879E-2</c:v>
                </c:pt>
                <c:pt idx="28">
                  <c:v>-3.6199696279422919E-2</c:v>
                </c:pt>
                <c:pt idx="29">
                  <c:v>-2.9214123006833664E-2</c:v>
                </c:pt>
                <c:pt idx="30">
                  <c:v>-1.733181299885973E-2</c:v>
                </c:pt>
                <c:pt idx="31">
                  <c:v>-1.4723809523809545E-2</c:v>
                </c:pt>
                <c:pt idx="32">
                  <c:v>-2.2425629290617873E-2</c:v>
                </c:pt>
                <c:pt idx="33">
                  <c:v>-2.1005351681957149E-2</c:v>
                </c:pt>
                <c:pt idx="34">
                  <c:v>-9.858074415036451E-3</c:v>
                </c:pt>
                <c:pt idx="35">
                  <c:v>-1.5707710011507461E-2</c:v>
                </c:pt>
                <c:pt idx="36">
                  <c:v>-1.4996159754224294E-2</c:v>
                </c:pt>
                <c:pt idx="37">
                  <c:v>-2.0569011918492877E-2</c:v>
                </c:pt>
                <c:pt idx="38">
                  <c:v>-2.4913494809688616E-2</c:v>
                </c:pt>
                <c:pt idx="39">
                  <c:v>-3.2947976878612714E-2</c:v>
                </c:pt>
                <c:pt idx="40">
                  <c:v>-3.8863198458574208E-2</c:v>
                </c:pt>
                <c:pt idx="41">
                  <c:v>-4.0432098765432106E-2</c:v>
                </c:pt>
                <c:pt idx="42">
                  <c:v>-4.3170353123787301E-2</c:v>
                </c:pt>
                <c:pt idx="43">
                  <c:v>-5.4049844236760181E-2</c:v>
                </c:pt>
                <c:pt idx="44">
                  <c:v>-6.0629152012504954E-2</c:v>
                </c:pt>
                <c:pt idx="45">
                  <c:v>-7.3806729264475707E-2</c:v>
                </c:pt>
                <c:pt idx="46">
                  <c:v>-7.6308539944903567E-2</c:v>
                </c:pt>
                <c:pt idx="47">
                  <c:v>-6.7356185973207278E-2</c:v>
                </c:pt>
                <c:pt idx="48">
                  <c:v>-6.1544523246650884E-2</c:v>
                </c:pt>
                <c:pt idx="49">
                  <c:v>-6.3468414779499313E-2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Summer!$A$10</c:f>
              <c:strCache>
                <c:ptCount val="1"/>
                <c:pt idx="0">
                  <c:v>Lindenberg 2009 - 2012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Summer!$C$11:$BM$11</c:f>
                <c:numCache>
                  <c:formatCode>General</c:formatCode>
                  <c:ptCount val="63"/>
                  <c:pt idx="0">
                    <c:v>1.7793543078857135E-2</c:v>
                  </c:pt>
                  <c:pt idx="1">
                    <c:v>1.9138724671081343E-2</c:v>
                  </c:pt>
                  <c:pt idx="2">
                    <c:v>1.4977216080574266E-2</c:v>
                  </c:pt>
                  <c:pt idx="3">
                    <c:v>1.3900538924456921E-2</c:v>
                  </c:pt>
                  <c:pt idx="4">
                    <c:v>1.4777634739378997E-2</c:v>
                  </c:pt>
                  <c:pt idx="5">
                    <c:v>1.6507768944190485E-2</c:v>
                  </c:pt>
                  <c:pt idx="6">
                    <c:v>1.48978382036808E-2</c:v>
                  </c:pt>
                  <c:pt idx="7">
                    <c:v>1.4455556096316135E-2</c:v>
                  </c:pt>
                  <c:pt idx="8">
                    <c:v>1.4373386020037082E-2</c:v>
                  </c:pt>
                  <c:pt idx="9">
                    <c:v>1.5226809160610004E-2</c:v>
                  </c:pt>
                  <c:pt idx="10">
                    <c:v>1.4868196484536007E-2</c:v>
                  </c:pt>
                  <c:pt idx="11">
                    <c:v>1.5987261663086477E-2</c:v>
                  </c:pt>
                  <c:pt idx="12">
                    <c:v>1.7523259468144002E-2</c:v>
                  </c:pt>
                  <c:pt idx="13">
                    <c:v>1.8216083784336947E-2</c:v>
                  </c:pt>
                  <c:pt idx="14">
                    <c:v>1.7833962806840482E-2</c:v>
                  </c:pt>
                  <c:pt idx="15">
                    <c:v>1.8225871406299207E-2</c:v>
                  </c:pt>
                  <c:pt idx="16">
                    <c:v>1.810335675519122E-2</c:v>
                  </c:pt>
                  <c:pt idx="17">
                    <c:v>1.632283883393194E-2</c:v>
                  </c:pt>
                  <c:pt idx="18">
                    <c:v>1.6033686292710694E-2</c:v>
                  </c:pt>
                  <c:pt idx="19">
                    <c:v>1.6453446396633872E-2</c:v>
                  </c:pt>
                  <c:pt idx="20">
                    <c:v>1.8875630494886761E-2</c:v>
                  </c:pt>
                  <c:pt idx="21">
                    <c:v>2.2474961709437514E-2</c:v>
                  </c:pt>
                  <c:pt idx="22">
                    <c:v>2.3514905602268262E-2</c:v>
                  </c:pt>
                  <c:pt idx="23">
                    <c:v>2.4514529750616215E-2</c:v>
                  </c:pt>
                  <c:pt idx="24">
                    <c:v>2.2595564823597113E-2</c:v>
                  </c:pt>
                  <c:pt idx="25">
                    <c:v>2.1455622123161346E-2</c:v>
                  </c:pt>
                  <c:pt idx="26">
                    <c:v>1.8166861768156947E-2</c:v>
                  </c:pt>
                  <c:pt idx="27">
                    <c:v>1.595693161307421E-2</c:v>
                  </c:pt>
                  <c:pt idx="28">
                    <c:v>1.4076669582787273E-2</c:v>
                  </c:pt>
                  <c:pt idx="29">
                    <c:v>1.377531978900521E-2</c:v>
                  </c:pt>
                  <c:pt idx="30">
                    <c:v>1.3858364556516402E-2</c:v>
                  </c:pt>
                  <c:pt idx="31">
                    <c:v>1.4373059554138755E-2</c:v>
                  </c:pt>
                  <c:pt idx="32">
                    <c:v>1.3153206500999236E-2</c:v>
                  </c:pt>
                  <c:pt idx="33">
                    <c:v>1.1566351725353471E-2</c:v>
                  </c:pt>
                  <c:pt idx="34">
                    <c:v>1.1457111297253263E-2</c:v>
                  </c:pt>
                  <c:pt idx="35">
                    <c:v>1.2943325040130306E-2</c:v>
                  </c:pt>
                  <c:pt idx="36">
                    <c:v>1.259336380611728E-2</c:v>
                  </c:pt>
                  <c:pt idx="37">
                    <c:v>1.2192025429570095E-2</c:v>
                  </c:pt>
                  <c:pt idx="38">
                    <c:v>1.1540237521428413E-2</c:v>
                  </c:pt>
                  <c:pt idx="39">
                    <c:v>1.2834225602245725E-2</c:v>
                  </c:pt>
                  <c:pt idx="40">
                    <c:v>1.2144578037797688E-2</c:v>
                  </c:pt>
                  <c:pt idx="41">
                    <c:v>1.2958414103394858E-2</c:v>
                  </c:pt>
                  <c:pt idx="42">
                    <c:v>1.3743547152785312E-2</c:v>
                  </c:pt>
                  <c:pt idx="43">
                    <c:v>1.2348092592862948E-2</c:v>
                  </c:pt>
                  <c:pt idx="44">
                    <c:v>1.1260282142536984E-2</c:v>
                  </c:pt>
                  <c:pt idx="45">
                    <c:v>1.2134656197345273E-2</c:v>
                  </c:pt>
                  <c:pt idx="46">
                    <c:v>1.2767287622727467E-2</c:v>
                  </c:pt>
                  <c:pt idx="47">
                    <c:v>1.261255086488019E-2</c:v>
                  </c:pt>
                  <c:pt idx="48">
                    <c:v>1.3529042534745883E-2</c:v>
                  </c:pt>
                  <c:pt idx="49">
                    <c:v>1.3968199091005447E-2</c:v>
                  </c:pt>
                  <c:pt idx="50">
                    <c:v>1.4588202942066145E-2</c:v>
                  </c:pt>
                  <c:pt idx="51">
                    <c:v>1.4438493365092035E-2</c:v>
                  </c:pt>
                  <c:pt idx="52">
                    <c:v>1.471991040965836E-2</c:v>
                  </c:pt>
                  <c:pt idx="53">
                    <c:v>1.5542205875859336E-2</c:v>
                  </c:pt>
                  <c:pt idx="54">
                    <c:v>1.7016804523337408E-2</c:v>
                  </c:pt>
                  <c:pt idx="55">
                    <c:v>1.7663441565545748E-2</c:v>
                  </c:pt>
                  <c:pt idx="56">
                    <c:v>1.746394863873359E-2</c:v>
                  </c:pt>
                  <c:pt idx="57">
                    <c:v>1.6103812341817361E-2</c:v>
                  </c:pt>
                  <c:pt idx="58">
                    <c:v>1.7039777443478572E-2</c:v>
                  </c:pt>
                  <c:pt idx="59">
                    <c:v>1.872939579284949E-2</c:v>
                  </c:pt>
                  <c:pt idx="60">
                    <c:v>2.0579320789675119E-2</c:v>
                  </c:pt>
                  <c:pt idx="61">
                    <c:v>2.1735277917417015E-2</c:v>
                  </c:pt>
                  <c:pt idx="62">
                    <c:v>2.0635384047930472E-2</c:v>
                  </c:pt>
                </c:numCache>
              </c:numRef>
            </c:plus>
            <c:minus>
              <c:numRef>
                <c:f>Summer!$C$11:$BM$11</c:f>
                <c:numCache>
                  <c:formatCode>General</c:formatCode>
                  <c:ptCount val="63"/>
                  <c:pt idx="0">
                    <c:v>1.7793543078857135E-2</c:v>
                  </c:pt>
                  <c:pt idx="1">
                    <c:v>1.9138724671081343E-2</c:v>
                  </c:pt>
                  <c:pt idx="2">
                    <c:v>1.4977216080574266E-2</c:v>
                  </c:pt>
                  <c:pt idx="3">
                    <c:v>1.3900538924456921E-2</c:v>
                  </c:pt>
                  <c:pt idx="4">
                    <c:v>1.4777634739378997E-2</c:v>
                  </c:pt>
                  <c:pt idx="5">
                    <c:v>1.6507768944190485E-2</c:v>
                  </c:pt>
                  <c:pt idx="6">
                    <c:v>1.48978382036808E-2</c:v>
                  </c:pt>
                  <c:pt idx="7">
                    <c:v>1.4455556096316135E-2</c:v>
                  </c:pt>
                  <c:pt idx="8">
                    <c:v>1.4373386020037082E-2</c:v>
                  </c:pt>
                  <c:pt idx="9">
                    <c:v>1.5226809160610004E-2</c:v>
                  </c:pt>
                  <c:pt idx="10">
                    <c:v>1.4868196484536007E-2</c:v>
                  </c:pt>
                  <c:pt idx="11">
                    <c:v>1.5987261663086477E-2</c:v>
                  </c:pt>
                  <c:pt idx="12">
                    <c:v>1.7523259468144002E-2</c:v>
                  </c:pt>
                  <c:pt idx="13">
                    <c:v>1.8216083784336947E-2</c:v>
                  </c:pt>
                  <c:pt idx="14">
                    <c:v>1.7833962806840482E-2</c:v>
                  </c:pt>
                  <c:pt idx="15">
                    <c:v>1.8225871406299207E-2</c:v>
                  </c:pt>
                  <c:pt idx="16">
                    <c:v>1.810335675519122E-2</c:v>
                  </c:pt>
                  <c:pt idx="17">
                    <c:v>1.632283883393194E-2</c:v>
                  </c:pt>
                  <c:pt idx="18">
                    <c:v>1.6033686292710694E-2</c:v>
                  </c:pt>
                  <c:pt idx="19">
                    <c:v>1.6453446396633872E-2</c:v>
                  </c:pt>
                  <c:pt idx="20">
                    <c:v>1.8875630494886761E-2</c:v>
                  </c:pt>
                  <c:pt idx="21">
                    <c:v>2.2474961709437514E-2</c:v>
                  </c:pt>
                  <c:pt idx="22">
                    <c:v>2.3514905602268262E-2</c:v>
                  </c:pt>
                  <c:pt idx="23">
                    <c:v>2.4514529750616215E-2</c:v>
                  </c:pt>
                  <c:pt idx="24">
                    <c:v>2.2595564823597113E-2</c:v>
                  </c:pt>
                  <c:pt idx="25">
                    <c:v>2.1455622123161346E-2</c:v>
                  </c:pt>
                  <c:pt idx="26">
                    <c:v>1.8166861768156947E-2</c:v>
                  </c:pt>
                  <c:pt idx="27">
                    <c:v>1.595693161307421E-2</c:v>
                  </c:pt>
                  <c:pt idx="28">
                    <c:v>1.4076669582787273E-2</c:v>
                  </c:pt>
                  <c:pt idx="29">
                    <c:v>1.377531978900521E-2</c:v>
                  </c:pt>
                  <c:pt idx="30">
                    <c:v>1.3858364556516402E-2</c:v>
                  </c:pt>
                  <c:pt idx="31">
                    <c:v>1.4373059554138755E-2</c:v>
                  </c:pt>
                  <c:pt idx="32">
                    <c:v>1.3153206500999236E-2</c:v>
                  </c:pt>
                  <c:pt idx="33">
                    <c:v>1.1566351725353471E-2</c:v>
                  </c:pt>
                  <c:pt idx="34">
                    <c:v>1.1457111297253263E-2</c:v>
                  </c:pt>
                  <c:pt idx="35">
                    <c:v>1.2943325040130306E-2</c:v>
                  </c:pt>
                  <c:pt idx="36">
                    <c:v>1.259336380611728E-2</c:v>
                  </c:pt>
                  <c:pt idx="37">
                    <c:v>1.2192025429570095E-2</c:v>
                  </c:pt>
                  <c:pt idx="38">
                    <c:v>1.1540237521428413E-2</c:v>
                  </c:pt>
                  <c:pt idx="39">
                    <c:v>1.2834225602245725E-2</c:v>
                  </c:pt>
                  <c:pt idx="40">
                    <c:v>1.2144578037797688E-2</c:v>
                  </c:pt>
                  <c:pt idx="41">
                    <c:v>1.2958414103394858E-2</c:v>
                  </c:pt>
                  <c:pt idx="42">
                    <c:v>1.3743547152785312E-2</c:v>
                  </c:pt>
                  <c:pt idx="43">
                    <c:v>1.2348092592862948E-2</c:v>
                  </c:pt>
                  <c:pt idx="44">
                    <c:v>1.1260282142536984E-2</c:v>
                  </c:pt>
                  <c:pt idx="45">
                    <c:v>1.2134656197345273E-2</c:v>
                  </c:pt>
                  <c:pt idx="46">
                    <c:v>1.2767287622727467E-2</c:v>
                  </c:pt>
                  <c:pt idx="47">
                    <c:v>1.261255086488019E-2</c:v>
                  </c:pt>
                  <c:pt idx="48">
                    <c:v>1.3529042534745883E-2</c:v>
                  </c:pt>
                  <c:pt idx="49">
                    <c:v>1.3968199091005447E-2</c:v>
                  </c:pt>
                  <c:pt idx="50">
                    <c:v>1.4588202942066145E-2</c:v>
                  </c:pt>
                  <c:pt idx="51">
                    <c:v>1.4438493365092035E-2</c:v>
                  </c:pt>
                  <c:pt idx="52">
                    <c:v>1.471991040965836E-2</c:v>
                  </c:pt>
                  <c:pt idx="53">
                    <c:v>1.5542205875859336E-2</c:v>
                  </c:pt>
                  <c:pt idx="54">
                    <c:v>1.7016804523337408E-2</c:v>
                  </c:pt>
                  <c:pt idx="55">
                    <c:v>1.7663441565545748E-2</c:v>
                  </c:pt>
                  <c:pt idx="56">
                    <c:v>1.746394863873359E-2</c:v>
                  </c:pt>
                  <c:pt idx="57">
                    <c:v>1.6103812341817361E-2</c:v>
                  </c:pt>
                  <c:pt idx="58">
                    <c:v>1.7039777443478572E-2</c:v>
                  </c:pt>
                  <c:pt idx="59">
                    <c:v>1.872939579284949E-2</c:v>
                  </c:pt>
                  <c:pt idx="60">
                    <c:v>2.0579320789675119E-2</c:v>
                  </c:pt>
                  <c:pt idx="61">
                    <c:v>2.1735277917417015E-2</c:v>
                  </c:pt>
                  <c:pt idx="62">
                    <c:v>2.0635384047930472E-2</c:v>
                  </c:pt>
                </c:numCache>
              </c:numRef>
            </c:minus>
            <c:spPr>
              <a:ln w="9525" cap="flat" cmpd="sng" algn="ctr">
                <a:solidFill>
                  <a:srgbClr val="C0504D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Summer!$C$10:$BM$10</c:f>
              <c:numCache>
                <c:formatCode>General</c:formatCode>
                <c:ptCount val="63"/>
                <c:pt idx="0">
                  <c:v>-0.28378305614597643</c:v>
                </c:pt>
                <c:pt idx="1">
                  <c:v>-0.17561612092153703</c:v>
                </c:pt>
                <c:pt idx="2">
                  <c:v>-0.12560487075096602</c:v>
                </c:pt>
                <c:pt idx="3">
                  <c:v>-8.6059986379061287E-2</c:v>
                </c:pt>
                <c:pt idx="4">
                  <c:v>-5.2931494809326123E-2</c:v>
                </c:pt>
                <c:pt idx="5">
                  <c:v>-3.2737723054756342E-2</c:v>
                </c:pt>
                <c:pt idx="6">
                  <c:v>-3.5686213713145377E-2</c:v>
                </c:pt>
                <c:pt idx="7">
                  <c:v>-5.3180327354994672E-2</c:v>
                </c:pt>
                <c:pt idx="8">
                  <c:v>-5.7147592805535913E-2</c:v>
                </c:pt>
                <c:pt idx="9">
                  <c:v>-5.5245126966602234E-2</c:v>
                </c:pt>
                <c:pt idx="10">
                  <c:v>-6.0072228039619195E-2</c:v>
                </c:pt>
                <c:pt idx="11">
                  <c:v>-4.6325742254221411E-2</c:v>
                </c:pt>
                <c:pt idx="12">
                  <c:v>-4.2199449141097731E-2</c:v>
                </c:pt>
                <c:pt idx="13">
                  <c:v>-4.0903664852758259E-2</c:v>
                </c:pt>
                <c:pt idx="14">
                  <c:v>-3.87421608710442E-2</c:v>
                </c:pt>
                <c:pt idx="15">
                  <c:v>-3.6630107687587989E-2</c:v>
                </c:pt>
                <c:pt idx="16">
                  <c:v>-3.3705717031354297E-2</c:v>
                </c:pt>
                <c:pt idx="17">
                  <c:v>-3.0274967503885392E-2</c:v>
                </c:pt>
                <c:pt idx="18">
                  <c:v>-3.6210606910643393E-2</c:v>
                </c:pt>
                <c:pt idx="19">
                  <c:v>-3.2966956767722294E-2</c:v>
                </c:pt>
                <c:pt idx="20">
                  <c:v>-4.5937122119762808E-2</c:v>
                </c:pt>
                <c:pt idx="21">
                  <c:v>-6.5363330667711481E-2</c:v>
                </c:pt>
                <c:pt idx="22">
                  <c:v>-5.461466278547137E-2</c:v>
                </c:pt>
                <c:pt idx="23">
                  <c:v>-6.2892346335601396E-2</c:v>
                </c:pt>
                <c:pt idx="24">
                  <c:v>-3.5596476498878281E-2</c:v>
                </c:pt>
                <c:pt idx="25">
                  <c:v>-2.8601966549108265E-2</c:v>
                </c:pt>
                <c:pt idx="26">
                  <c:v>-3.1524062108360916E-2</c:v>
                </c:pt>
                <c:pt idx="27">
                  <c:v>-1.6673429669852833E-2</c:v>
                </c:pt>
                <c:pt idx="28">
                  <c:v>-2.8614275037322615E-2</c:v>
                </c:pt>
                <c:pt idx="29">
                  <c:v>-2.4385212220469712E-2</c:v>
                </c:pt>
                <c:pt idx="30">
                  <c:v>-2.2075130277368325E-2</c:v>
                </c:pt>
                <c:pt idx="31">
                  <c:v>-2.4958563587074906E-3</c:v>
                </c:pt>
                <c:pt idx="32">
                  <c:v>1.0420893203234511E-2</c:v>
                </c:pt>
                <c:pt idx="33">
                  <c:v>-4.162094528977478E-3</c:v>
                </c:pt>
                <c:pt idx="34">
                  <c:v>-2.5276526410060559E-2</c:v>
                </c:pt>
                <c:pt idx="35">
                  <c:v>-1.9157990853806064E-2</c:v>
                </c:pt>
                <c:pt idx="36">
                  <c:v>-2.6640605708108268E-3</c:v>
                </c:pt>
                <c:pt idx="37">
                  <c:v>2.9152134614675102E-2</c:v>
                </c:pt>
                <c:pt idx="38">
                  <c:v>1.7405074291319496E-2</c:v>
                </c:pt>
                <c:pt idx="39">
                  <c:v>-3.5963329866692184E-3</c:v>
                </c:pt>
                <c:pt idx="40">
                  <c:v>-8.5690080851525685E-3</c:v>
                </c:pt>
                <c:pt idx="41">
                  <c:v>-8.1644677082642527E-3</c:v>
                </c:pt>
                <c:pt idx="42">
                  <c:v>-3.6901559928389218E-3</c:v>
                </c:pt>
                <c:pt idx="43">
                  <c:v>-2.1933046581424771E-2</c:v>
                </c:pt>
                <c:pt idx="44">
                  <c:v>-2.3510381984311851E-2</c:v>
                </c:pt>
                <c:pt idx="45">
                  <c:v>-4.6508329238991293E-2</c:v>
                </c:pt>
                <c:pt idx="46">
                  <c:v>-3.8927713807690396E-2</c:v>
                </c:pt>
                <c:pt idx="47">
                  <c:v>-2.245549902097721E-2</c:v>
                </c:pt>
                <c:pt idx="48">
                  <c:v>-1.5326301997550688E-2</c:v>
                </c:pt>
                <c:pt idx="49">
                  <c:v>-2.4775426523995985E-2</c:v>
                </c:pt>
                <c:pt idx="50">
                  <c:v>-1.2263123786428255E-2</c:v>
                </c:pt>
                <c:pt idx="51">
                  <c:v>-1.240576615028696E-2</c:v>
                </c:pt>
                <c:pt idx="52">
                  <c:v>1.1292774277285964E-2</c:v>
                </c:pt>
                <c:pt idx="53">
                  <c:v>2.8605053541409908E-2</c:v>
                </c:pt>
                <c:pt idx="54">
                  <c:v>6.7647750867804224E-2</c:v>
                </c:pt>
                <c:pt idx="55">
                  <c:v>6.4933252220265719E-2</c:v>
                </c:pt>
                <c:pt idx="56">
                  <c:v>6.8858847277965526E-2</c:v>
                </c:pt>
                <c:pt idx="57">
                  <c:v>0.10079048704288365</c:v>
                </c:pt>
                <c:pt idx="58">
                  <c:v>0.10666968009929872</c:v>
                </c:pt>
                <c:pt idx="59">
                  <c:v>8.536060226930528E-2</c:v>
                </c:pt>
                <c:pt idx="60">
                  <c:v>4.8166888551996939E-2</c:v>
                </c:pt>
                <c:pt idx="61">
                  <c:v>4.1491350252778399E-2</c:v>
                </c:pt>
                <c:pt idx="62">
                  <c:v>3.027535472391378E-2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Summer!$A$13</c:f>
              <c:strCache>
                <c:ptCount val="1"/>
                <c:pt idx="0">
                  <c:v>SGP Central 2006 - 2012</c:v>
                </c:pt>
              </c:strCache>
            </c:strRef>
          </c:tx>
          <c:spPr>
            <a:ln w="19050"/>
          </c:spPr>
          <c:marker>
            <c:symbol val="none"/>
          </c:marker>
          <c:errBars>
            <c:errDir val="x"/>
            <c:errBarType val="both"/>
            <c:errValType val="cust"/>
            <c:noEndCap val="0"/>
            <c:plus>
              <c:numRef>
                <c:f>Summer!$C$14:$BM$14</c:f>
                <c:numCache>
                  <c:formatCode>General</c:formatCode>
                  <c:ptCount val="63"/>
                  <c:pt idx="0">
                    <c:v>1.1486418518405967E-2</c:v>
                  </c:pt>
                  <c:pt idx="1">
                    <c:v>1.223859220659025E-2</c:v>
                  </c:pt>
                  <c:pt idx="2">
                    <c:v>1.009726097424307E-2</c:v>
                  </c:pt>
                  <c:pt idx="3">
                    <c:v>9.4550422214973312E-3</c:v>
                  </c:pt>
                  <c:pt idx="4">
                    <c:v>9.1576088384249105E-3</c:v>
                  </c:pt>
                  <c:pt idx="5">
                    <c:v>7.945726277976687E-3</c:v>
                  </c:pt>
                  <c:pt idx="6">
                    <c:v>7.5878946622279222E-3</c:v>
                  </c:pt>
                  <c:pt idx="7">
                    <c:v>7.3684597118126409E-3</c:v>
                  </c:pt>
                  <c:pt idx="8">
                    <c:v>7.5427469832077447E-3</c:v>
                  </c:pt>
                  <c:pt idx="9">
                    <c:v>7.5271564857450251E-3</c:v>
                  </c:pt>
                  <c:pt idx="10">
                    <c:v>7.4597321921323198E-3</c:v>
                  </c:pt>
                  <c:pt idx="11">
                    <c:v>7.8832195934896102E-3</c:v>
                  </c:pt>
                  <c:pt idx="12">
                    <c:v>7.5549674154341603E-3</c:v>
                  </c:pt>
                  <c:pt idx="13">
                    <c:v>7.3581396834134219E-3</c:v>
                  </c:pt>
                  <c:pt idx="14">
                    <c:v>7.0587903743374756E-3</c:v>
                  </c:pt>
                  <c:pt idx="15">
                    <c:v>7.0033509466412734E-3</c:v>
                  </c:pt>
                  <c:pt idx="16">
                    <c:v>7.33907421581762E-3</c:v>
                  </c:pt>
                  <c:pt idx="17">
                    <c:v>7.4532216909922342E-3</c:v>
                  </c:pt>
                  <c:pt idx="18">
                    <c:v>7.5525857252355735E-3</c:v>
                  </c:pt>
                  <c:pt idx="19">
                    <c:v>7.2665464309006776E-3</c:v>
                  </c:pt>
                  <c:pt idx="20">
                    <c:v>6.8061430910892201E-3</c:v>
                  </c:pt>
                  <c:pt idx="21">
                    <c:v>6.8397478663733986E-3</c:v>
                  </c:pt>
                  <c:pt idx="22">
                    <c:v>6.6802357289379539E-3</c:v>
                  </c:pt>
                  <c:pt idx="23">
                    <c:v>6.36189014276796E-3</c:v>
                  </c:pt>
                  <c:pt idx="24">
                    <c:v>7.2092456350032778E-3</c:v>
                  </c:pt>
                  <c:pt idx="25">
                    <c:v>8.6651410335953343E-3</c:v>
                  </c:pt>
                  <c:pt idx="26">
                    <c:v>9.3668430275512457E-3</c:v>
                  </c:pt>
                  <c:pt idx="27">
                    <c:v>9.3267076018915748E-3</c:v>
                  </c:pt>
                  <c:pt idx="28">
                    <c:v>9.837340888569952E-3</c:v>
                  </c:pt>
                  <c:pt idx="29">
                    <c:v>1.0615586327548861E-2</c:v>
                  </c:pt>
                  <c:pt idx="30">
                    <c:v>1.0871911753348895E-2</c:v>
                  </c:pt>
                  <c:pt idx="31">
                    <c:v>1.168029332113428E-2</c:v>
                  </c:pt>
                  <c:pt idx="32">
                    <c:v>1.2074532899866795E-2</c:v>
                  </c:pt>
                  <c:pt idx="33">
                    <c:v>1.3037688466139749E-2</c:v>
                  </c:pt>
                  <c:pt idx="34">
                    <c:v>1.3596069385803563E-2</c:v>
                  </c:pt>
                  <c:pt idx="35">
                    <c:v>1.3311161643683098E-2</c:v>
                  </c:pt>
                  <c:pt idx="36">
                    <c:v>1.3078673730644058E-2</c:v>
                  </c:pt>
                  <c:pt idx="37">
                    <c:v>1.3133518006472059E-2</c:v>
                  </c:pt>
                  <c:pt idx="38">
                    <c:v>1.3159774462518708E-2</c:v>
                  </c:pt>
                  <c:pt idx="39">
                    <c:v>1.3240677508858345E-2</c:v>
                  </c:pt>
                  <c:pt idx="40">
                    <c:v>1.2233439077113934E-2</c:v>
                  </c:pt>
                  <c:pt idx="41">
                    <c:v>1.2635689242863731E-2</c:v>
                  </c:pt>
                  <c:pt idx="42">
                    <c:v>1.3255924327638237E-2</c:v>
                  </c:pt>
                  <c:pt idx="43">
                    <c:v>1.3043408589633907E-2</c:v>
                  </c:pt>
                  <c:pt idx="44">
                    <c:v>1.3167887632940974E-2</c:v>
                  </c:pt>
                  <c:pt idx="45">
                    <c:v>1.3007359593371324E-2</c:v>
                  </c:pt>
                  <c:pt idx="46">
                    <c:v>1.3108213998713945E-2</c:v>
                  </c:pt>
                  <c:pt idx="47">
                    <c:v>1.3401863088175056E-2</c:v>
                  </c:pt>
                  <c:pt idx="48">
                    <c:v>1.4196261443051285E-2</c:v>
                  </c:pt>
                  <c:pt idx="49">
                    <c:v>1.536607527108823E-2</c:v>
                  </c:pt>
                  <c:pt idx="50">
                    <c:v>1.577697842993292E-2</c:v>
                  </c:pt>
                  <c:pt idx="51">
                    <c:v>1.6657429630486224E-2</c:v>
                  </c:pt>
                  <c:pt idx="52">
                    <c:v>1.7891001355519253E-2</c:v>
                  </c:pt>
                  <c:pt idx="53">
                    <c:v>2.1283170810197517E-2</c:v>
                  </c:pt>
                  <c:pt idx="54">
                    <c:v>2.450918330509682E-2</c:v>
                  </c:pt>
                  <c:pt idx="55">
                    <c:v>3.074430706075466E-2</c:v>
                  </c:pt>
                  <c:pt idx="56">
                    <c:v>3.6007957780956217E-2</c:v>
                  </c:pt>
                  <c:pt idx="57">
                    <c:v>4.6800573978020059E-2</c:v>
                  </c:pt>
                  <c:pt idx="58">
                    <c:v>5.3898818554768142E-2</c:v>
                  </c:pt>
                  <c:pt idx="59">
                    <c:v>6.6251944958315434E-2</c:v>
                  </c:pt>
                  <c:pt idx="60">
                    <c:v>0.10416353796447786</c:v>
                  </c:pt>
                  <c:pt idx="61">
                    <c:v>0.24181705798841871</c:v>
                  </c:pt>
                  <c:pt idx="62">
                    <c:v>0.115730495329719</c:v>
                  </c:pt>
                </c:numCache>
              </c:numRef>
            </c:plus>
            <c:minus>
              <c:numRef>
                <c:f>Summer!$C$14:$BM$14</c:f>
                <c:numCache>
                  <c:formatCode>General</c:formatCode>
                  <c:ptCount val="63"/>
                  <c:pt idx="0">
                    <c:v>1.1486418518405967E-2</c:v>
                  </c:pt>
                  <c:pt idx="1">
                    <c:v>1.223859220659025E-2</c:v>
                  </c:pt>
                  <c:pt idx="2">
                    <c:v>1.009726097424307E-2</c:v>
                  </c:pt>
                  <c:pt idx="3">
                    <c:v>9.4550422214973312E-3</c:v>
                  </c:pt>
                  <c:pt idx="4">
                    <c:v>9.1576088384249105E-3</c:v>
                  </c:pt>
                  <c:pt idx="5">
                    <c:v>7.945726277976687E-3</c:v>
                  </c:pt>
                  <c:pt idx="6">
                    <c:v>7.5878946622279222E-3</c:v>
                  </c:pt>
                  <c:pt idx="7">
                    <c:v>7.3684597118126409E-3</c:v>
                  </c:pt>
                  <c:pt idx="8">
                    <c:v>7.5427469832077447E-3</c:v>
                  </c:pt>
                  <c:pt idx="9">
                    <c:v>7.5271564857450251E-3</c:v>
                  </c:pt>
                  <c:pt idx="10">
                    <c:v>7.4597321921323198E-3</c:v>
                  </c:pt>
                  <c:pt idx="11">
                    <c:v>7.8832195934896102E-3</c:v>
                  </c:pt>
                  <c:pt idx="12">
                    <c:v>7.5549674154341603E-3</c:v>
                  </c:pt>
                  <c:pt idx="13">
                    <c:v>7.3581396834134219E-3</c:v>
                  </c:pt>
                  <c:pt idx="14">
                    <c:v>7.0587903743374756E-3</c:v>
                  </c:pt>
                  <c:pt idx="15">
                    <c:v>7.0033509466412734E-3</c:v>
                  </c:pt>
                  <c:pt idx="16">
                    <c:v>7.33907421581762E-3</c:v>
                  </c:pt>
                  <c:pt idx="17">
                    <c:v>7.4532216909922342E-3</c:v>
                  </c:pt>
                  <c:pt idx="18">
                    <c:v>7.5525857252355735E-3</c:v>
                  </c:pt>
                  <c:pt idx="19">
                    <c:v>7.2665464309006776E-3</c:v>
                  </c:pt>
                  <c:pt idx="20">
                    <c:v>6.8061430910892201E-3</c:v>
                  </c:pt>
                  <c:pt idx="21">
                    <c:v>6.8397478663733986E-3</c:v>
                  </c:pt>
                  <c:pt idx="22">
                    <c:v>6.6802357289379539E-3</c:v>
                  </c:pt>
                  <c:pt idx="23">
                    <c:v>6.36189014276796E-3</c:v>
                  </c:pt>
                  <c:pt idx="24">
                    <c:v>7.2092456350032778E-3</c:v>
                  </c:pt>
                  <c:pt idx="25">
                    <c:v>8.6651410335953343E-3</c:v>
                  </c:pt>
                  <c:pt idx="26">
                    <c:v>9.3668430275512457E-3</c:v>
                  </c:pt>
                  <c:pt idx="27">
                    <c:v>9.3267076018915748E-3</c:v>
                  </c:pt>
                  <c:pt idx="28">
                    <c:v>9.837340888569952E-3</c:v>
                  </c:pt>
                  <c:pt idx="29">
                    <c:v>1.0615586327548861E-2</c:v>
                  </c:pt>
                  <c:pt idx="30">
                    <c:v>1.0871911753348895E-2</c:v>
                  </c:pt>
                  <c:pt idx="31">
                    <c:v>1.168029332113428E-2</c:v>
                  </c:pt>
                  <c:pt idx="32">
                    <c:v>1.2074532899866795E-2</c:v>
                  </c:pt>
                  <c:pt idx="33">
                    <c:v>1.3037688466139749E-2</c:v>
                  </c:pt>
                  <c:pt idx="34">
                    <c:v>1.3596069385803563E-2</c:v>
                  </c:pt>
                  <c:pt idx="35">
                    <c:v>1.3311161643683098E-2</c:v>
                  </c:pt>
                  <c:pt idx="36">
                    <c:v>1.3078673730644058E-2</c:v>
                  </c:pt>
                  <c:pt idx="37">
                    <c:v>1.3133518006472059E-2</c:v>
                  </c:pt>
                  <c:pt idx="38">
                    <c:v>1.3159774462518708E-2</c:v>
                  </c:pt>
                  <c:pt idx="39">
                    <c:v>1.3240677508858345E-2</c:v>
                  </c:pt>
                  <c:pt idx="40">
                    <c:v>1.2233439077113934E-2</c:v>
                  </c:pt>
                  <c:pt idx="41">
                    <c:v>1.2635689242863731E-2</c:v>
                  </c:pt>
                  <c:pt idx="42">
                    <c:v>1.3255924327638237E-2</c:v>
                  </c:pt>
                  <c:pt idx="43">
                    <c:v>1.3043408589633907E-2</c:v>
                  </c:pt>
                  <c:pt idx="44">
                    <c:v>1.3167887632940974E-2</c:v>
                  </c:pt>
                  <c:pt idx="45">
                    <c:v>1.3007359593371324E-2</c:v>
                  </c:pt>
                  <c:pt idx="46">
                    <c:v>1.3108213998713945E-2</c:v>
                  </c:pt>
                  <c:pt idx="47">
                    <c:v>1.3401863088175056E-2</c:v>
                  </c:pt>
                  <c:pt idx="48">
                    <c:v>1.4196261443051285E-2</c:v>
                  </c:pt>
                  <c:pt idx="49">
                    <c:v>1.536607527108823E-2</c:v>
                  </c:pt>
                  <c:pt idx="50">
                    <c:v>1.577697842993292E-2</c:v>
                  </c:pt>
                  <c:pt idx="51">
                    <c:v>1.6657429630486224E-2</c:v>
                  </c:pt>
                  <c:pt idx="52">
                    <c:v>1.7891001355519253E-2</c:v>
                  </c:pt>
                  <c:pt idx="53">
                    <c:v>2.1283170810197517E-2</c:v>
                  </c:pt>
                  <c:pt idx="54">
                    <c:v>2.450918330509682E-2</c:v>
                  </c:pt>
                  <c:pt idx="55">
                    <c:v>3.074430706075466E-2</c:v>
                  </c:pt>
                  <c:pt idx="56">
                    <c:v>3.6007957780956217E-2</c:v>
                  </c:pt>
                  <c:pt idx="57">
                    <c:v>4.6800573978020059E-2</c:v>
                  </c:pt>
                  <c:pt idx="58">
                    <c:v>5.3898818554768142E-2</c:v>
                  </c:pt>
                  <c:pt idx="59">
                    <c:v>6.6251944958315434E-2</c:v>
                  </c:pt>
                  <c:pt idx="60">
                    <c:v>0.10416353796447786</c:v>
                  </c:pt>
                  <c:pt idx="61">
                    <c:v>0.24181705798841871</c:v>
                  </c:pt>
                  <c:pt idx="62">
                    <c:v>0.115730495329719</c:v>
                  </c:pt>
                </c:numCache>
              </c:numRef>
            </c:minus>
            <c:spPr>
              <a:ln w="9525" cap="flat" cmpd="sng" algn="ctr">
                <a:solidFill>
                  <a:srgbClr val="9BBB59">
                    <a:lumMod val="100000"/>
                  </a:srgbClr>
                </a:solidFill>
                <a:prstDash val="solid"/>
                <a:round/>
                <a:headEnd type="none" w="med" len="med"/>
                <a:tailEnd type="none" w="med" len="med"/>
              </a:ln>
            </c:spPr>
          </c:errBars>
          <c:xVal>
            <c:numRef>
              <c:f>Summer!$C$13:$BM$13</c:f>
              <c:numCache>
                <c:formatCode>General</c:formatCode>
                <c:ptCount val="63"/>
                <c:pt idx="0">
                  <c:v>-0.47309672885626824</c:v>
                </c:pt>
                <c:pt idx="1">
                  <c:v>-0.27315290594884578</c:v>
                </c:pt>
                <c:pt idx="2">
                  <c:v>-0.12830454264613855</c:v>
                </c:pt>
                <c:pt idx="3">
                  <c:v>-8.8375463388361178E-2</c:v>
                </c:pt>
                <c:pt idx="4">
                  <c:v>-8.7946855221426853E-2</c:v>
                </c:pt>
                <c:pt idx="5">
                  <c:v>-9.3843446393712102E-2</c:v>
                </c:pt>
                <c:pt idx="6">
                  <c:v>-8.7616661159355222E-2</c:v>
                </c:pt>
                <c:pt idx="7">
                  <c:v>-7.9242147688209627E-2</c:v>
                </c:pt>
                <c:pt idx="8">
                  <c:v>-8.5058921543299582E-2</c:v>
                </c:pt>
                <c:pt idx="9">
                  <c:v>-8.7272109810768494E-2</c:v>
                </c:pt>
                <c:pt idx="10">
                  <c:v>-8.8472716809891577E-2</c:v>
                </c:pt>
                <c:pt idx="11">
                  <c:v>-8.4325425629630038E-2</c:v>
                </c:pt>
                <c:pt idx="12">
                  <c:v>-6.5466589703726721E-2</c:v>
                </c:pt>
                <c:pt idx="13">
                  <c:v>-6.7827441239479633E-2</c:v>
                </c:pt>
                <c:pt idx="14">
                  <c:v>-6.3136130592146025E-2</c:v>
                </c:pt>
                <c:pt idx="15">
                  <c:v>-5.9566975008471787E-2</c:v>
                </c:pt>
                <c:pt idx="16">
                  <c:v>-6.1144703938136376E-2</c:v>
                </c:pt>
                <c:pt idx="17">
                  <c:v>-7.1235910555385459E-2</c:v>
                </c:pt>
                <c:pt idx="18">
                  <c:v>-7.1554606038019844E-2</c:v>
                </c:pt>
                <c:pt idx="19">
                  <c:v>-7.1024692407777257E-2</c:v>
                </c:pt>
                <c:pt idx="20">
                  <c:v>-6.7866186250495772E-2</c:v>
                </c:pt>
                <c:pt idx="21">
                  <c:v>-6.5721098635215122E-2</c:v>
                </c:pt>
                <c:pt idx="22">
                  <c:v>-6.9023643485605968E-2</c:v>
                </c:pt>
                <c:pt idx="23">
                  <c:v>-7.0037148235348512E-2</c:v>
                </c:pt>
                <c:pt idx="24">
                  <c:v>-6.1891458808879328E-2</c:v>
                </c:pt>
                <c:pt idx="25">
                  <c:v>-5.9299632959460849E-2</c:v>
                </c:pt>
                <c:pt idx="26">
                  <c:v>-3.5988186253512716E-2</c:v>
                </c:pt>
                <c:pt idx="27">
                  <c:v>-1.0602406982199622E-2</c:v>
                </c:pt>
                <c:pt idx="28">
                  <c:v>6.5098004757296055E-3</c:v>
                </c:pt>
                <c:pt idx="29">
                  <c:v>1.9213732591552665E-2</c:v>
                </c:pt>
                <c:pt idx="30">
                  <c:v>1.8887912649287231E-2</c:v>
                </c:pt>
                <c:pt idx="31">
                  <c:v>2.9359526674617772E-2</c:v>
                </c:pt>
                <c:pt idx="32">
                  <c:v>2.4022669432704237E-2</c:v>
                </c:pt>
                <c:pt idx="33">
                  <c:v>4.087525595431786E-2</c:v>
                </c:pt>
                <c:pt idx="34">
                  <c:v>3.3683937796908488E-2</c:v>
                </c:pt>
                <c:pt idx="35">
                  <c:v>5.1244355841691715E-3</c:v>
                </c:pt>
                <c:pt idx="36">
                  <c:v>2.0724426251900449E-2</c:v>
                </c:pt>
                <c:pt idx="37">
                  <c:v>3.0544940791119173E-2</c:v>
                </c:pt>
                <c:pt idx="38">
                  <c:v>3.8794382979368443E-2</c:v>
                </c:pt>
                <c:pt idx="39">
                  <c:v>5.4347887606928401E-2</c:v>
                </c:pt>
                <c:pt idx="40">
                  <c:v>3.7893015490286078E-2</c:v>
                </c:pt>
                <c:pt idx="41">
                  <c:v>2.9268907704474552E-2</c:v>
                </c:pt>
                <c:pt idx="42">
                  <c:v>3.2755920111168055E-2</c:v>
                </c:pt>
                <c:pt idx="43">
                  <c:v>3.9074803057957533E-2</c:v>
                </c:pt>
                <c:pt idx="44">
                  <c:v>3.1606789081724609E-2</c:v>
                </c:pt>
                <c:pt idx="45">
                  <c:v>2.1117144829578046E-2</c:v>
                </c:pt>
                <c:pt idx="46">
                  <c:v>1.8489126858214193E-3</c:v>
                </c:pt>
                <c:pt idx="47">
                  <c:v>-1.1706879427274604E-2</c:v>
                </c:pt>
                <c:pt idx="48">
                  <c:v>-3.817424258989528E-3</c:v>
                </c:pt>
                <c:pt idx="49">
                  <c:v>-6.5071610895489568E-3</c:v>
                </c:pt>
                <c:pt idx="50">
                  <c:v>-1.1751451623381048E-2</c:v>
                </c:pt>
                <c:pt idx="51">
                  <c:v>-3.2905255262096623E-2</c:v>
                </c:pt>
                <c:pt idx="52">
                  <c:v>-3.2893075080784567E-2</c:v>
                </c:pt>
                <c:pt idx="53">
                  <c:v>-4.0603413671695274E-2</c:v>
                </c:pt>
                <c:pt idx="54">
                  <c:v>2.059606830050879E-3</c:v>
                </c:pt>
                <c:pt idx="55">
                  <c:v>7.13056023031069E-3</c:v>
                </c:pt>
                <c:pt idx="56">
                  <c:v>5.1169227098652556E-2</c:v>
                </c:pt>
                <c:pt idx="57">
                  <c:v>9.7598204893541679E-2</c:v>
                </c:pt>
                <c:pt idx="58">
                  <c:v>6.2946525518549359E-2</c:v>
                </c:pt>
                <c:pt idx="59">
                  <c:v>5.1775245534310406E-2</c:v>
                </c:pt>
                <c:pt idx="60">
                  <c:v>-1.0701641917809089E-2</c:v>
                </c:pt>
                <c:pt idx="61">
                  <c:v>-0.10947897112225558</c:v>
                </c:pt>
                <c:pt idx="62">
                  <c:v>0.40010278007672656</c:v>
                </c:pt>
              </c:numCache>
            </c:numRef>
          </c:xVal>
          <c:yVal>
            <c:numRef>
              <c:f>Summer!$C$3:$BM$3</c:f>
              <c:numCache>
                <c:formatCode>General</c:formatCode>
                <c:ptCount val="63"/>
                <c:pt idx="0">
                  <c:v>250</c:v>
                </c:pt>
                <c:pt idx="1">
                  <c:v>750</c:v>
                </c:pt>
                <c:pt idx="2">
                  <c:v>1250</c:v>
                </c:pt>
                <c:pt idx="3">
                  <c:v>1750</c:v>
                </c:pt>
                <c:pt idx="4">
                  <c:v>2250</c:v>
                </c:pt>
                <c:pt idx="5">
                  <c:v>2750</c:v>
                </c:pt>
                <c:pt idx="6">
                  <c:v>3250</c:v>
                </c:pt>
                <c:pt idx="7">
                  <c:v>3750</c:v>
                </c:pt>
                <c:pt idx="8">
                  <c:v>4250</c:v>
                </c:pt>
                <c:pt idx="9">
                  <c:v>4750</c:v>
                </c:pt>
                <c:pt idx="10">
                  <c:v>5250</c:v>
                </c:pt>
                <c:pt idx="11">
                  <c:v>5750</c:v>
                </c:pt>
                <c:pt idx="12">
                  <c:v>6250</c:v>
                </c:pt>
                <c:pt idx="13">
                  <c:v>6750</c:v>
                </c:pt>
                <c:pt idx="14">
                  <c:v>7250</c:v>
                </c:pt>
                <c:pt idx="15">
                  <c:v>7750</c:v>
                </c:pt>
                <c:pt idx="16">
                  <c:v>8250</c:v>
                </c:pt>
                <c:pt idx="17">
                  <c:v>8750</c:v>
                </c:pt>
                <c:pt idx="18">
                  <c:v>9250</c:v>
                </c:pt>
                <c:pt idx="19">
                  <c:v>9750</c:v>
                </c:pt>
                <c:pt idx="20">
                  <c:v>10250</c:v>
                </c:pt>
                <c:pt idx="21">
                  <c:v>10750</c:v>
                </c:pt>
                <c:pt idx="22">
                  <c:v>11250</c:v>
                </c:pt>
                <c:pt idx="23">
                  <c:v>11750</c:v>
                </c:pt>
                <c:pt idx="24">
                  <c:v>12250</c:v>
                </c:pt>
                <c:pt idx="25">
                  <c:v>12750</c:v>
                </c:pt>
                <c:pt idx="26">
                  <c:v>13250</c:v>
                </c:pt>
                <c:pt idx="27">
                  <c:v>13750</c:v>
                </c:pt>
                <c:pt idx="28">
                  <c:v>14250</c:v>
                </c:pt>
                <c:pt idx="29">
                  <c:v>14750</c:v>
                </c:pt>
                <c:pt idx="30">
                  <c:v>15250</c:v>
                </c:pt>
                <c:pt idx="31">
                  <c:v>15750</c:v>
                </c:pt>
                <c:pt idx="32">
                  <c:v>16250</c:v>
                </c:pt>
                <c:pt idx="33">
                  <c:v>16750</c:v>
                </c:pt>
                <c:pt idx="34">
                  <c:v>17250</c:v>
                </c:pt>
                <c:pt idx="35">
                  <c:v>17750</c:v>
                </c:pt>
                <c:pt idx="36">
                  <c:v>18250</c:v>
                </c:pt>
                <c:pt idx="37">
                  <c:v>18750</c:v>
                </c:pt>
                <c:pt idx="38">
                  <c:v>19250</c:v>
                </c:pt>
                <c:pt idx="39">
                  <c:v>19750</c:v>
                </c:pt>
                <c:pt idx="40">
                  <c:v>20250</c:v>
                </c:pt>
                <c:pt idx="41">
                  <c:v>20750</c:v>
                </c:pt>
                <c:pt idx="42">
                  <c:v>21250</c:v>
                </c:pt>
                <c:pt idx="43">
                  <c:v>21750</c:v>
                </c:pt>
                <c:pt idx="44">
                  <c:v>22250</c:v>
                </c:pt>
                <c:pt idx="45">
                  <c:v>22750</c:v>
                </c:pt>
                <c:pt idx="46">
                  <c:v>23250</c:v>
                </c:pt>
                <c:pt idx="47">
                  <c:v>23750</c:v>
                </c:pt>
                <c:pt idx="48">
                  <c:v>24250</c:v>
                </c:pt>
                <c:pt idx="49">
                  <c:v>24750</c:v>
                </c:pt>
                <c:pt idx="50">
                  <c:v>25250</c:v>
                </c:pt>
                <c:pt idx="51">
                  <c:v>25750</c:v>
                </c:pt>
                <c:pt idx="52">
                  <c:v>26250</c:v>
                </c:pt>
                <c:pt idx="53">
                  <c:v>26750</c:v>
                </c:pt>
                <c:pt idx="54">
                  <c:v>27250</c:v>
                </c:pt>
                <c:pt idx="55">
                  <c:v>27750</c:v>
                </c:pt>
                <c:pt idx="56">
                  <c:v>28250</c:v>
                </c:pt>
                <c:pt idx="57">
                  <c:v>28750</c:v>
                </c:pt>
                <c:pt idx="58">
                  <c:v>29250</c:v>
                </c:pt>
                <c:pt idx="59">
                  <c:v>29750</c:v>
                </c:pt>
                <c:pt idx="60">
                  <c:v>30250</c:v>
                </c:pt>
                <c:pt idx="61">
                  <c:v>30750</c:v>
                </c:pt>
                <c:pt idx="62">
                  <c:v>31250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513344"/>
        <c:axId val="169515264"/>
      </c:scatterChart>
      <c:valAx>
        <c:axId val="169513344"/>
        <c:scaling>
          <c:orientation val="minMax"/>
          <c:max val="0.2"/>
          <c:min val="-0.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Change in Temperature, </a:t>
                </a:r>
                <a:r>
                  <a:rPr lang="en-GB" sz="1000" b="1" i="0" u="none" strike="noStrike" baseline="0">
                    <a:effectLst/>
                  </a:rPr>
                  <a:t>K / </a:t>
                </a:r>
                <a:r>
                  <a:rPr lang="en-GB" baseline="0"/>
                  <a:t>hour</a:t>
                </a:r>
                <a:r>
                  <a:rPr lang="en-GB" baseline="30000"/>
                  <a:t>-1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515264"/>
        <c:crosses val="autoZero"/>
        <c:crossBetween val="midCat"/>
      </c:valAx>
      <c:valAx>
        <c:axId val="169515264"/>
        <c:scaling>
          <c:orientation val="minMax"/>
          <c:max val="2400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Altitude,m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69513344"/>
        <c:crosses val="autoZero"/>
        <c:crossBetween val="midCat"/>
        <c:majorUnit val="4000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A692D60B.dotm</Template>
  <TotalTime>0</TotalTime>
  <Pages>5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NPL Management Ltd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Butterfield</dc:creator>
  <cp:lastModifiedBy>IMS</cp:lastModifiedBy>
  <cp:revision>3</cp:revision>
  <cp:lastPrinted>2014-11-18T10:14:00Z</cp:lastPrinted>
  <dcterms:created xsi:type="dcterms:W3CDTF">2014-12-16T17:00:00Z</dcterms:created>
  <dcterms:modified xsi:type="dcterms:W3CDTF">2014-12-16T17:00:00Z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Internal</vt:lpwstr>
  </property>
  <property fmtid="{D5CDD505-2E9C-101B-9397-08002B2CF9AE}" pid="3" name="aliashDocumentMarking">
    <vt:lpwstr>NPL Management Ltd - Internal</vt:lpwstr>
  </property>
</Properties>
</file>